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0F0" w:rsidRPr="005742A8" w:rsidRDefault="000D30F0" w:rsidP="00C117F7">
      <w:pPr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r w:rsidRPr="005742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Pr="005742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7</w:t>
      </w:r>
    </w:p>
    <w:p w:rsidR="000D30F0" w:rsidRPr="005742A8" w:rsidRDefault="000D30F0" w:rsidP="003F6CD2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/>
          <w:sz w:val="28"/>
          <w:szCs w:val="28"/>
        </w:rPr>
      </w:pPr>
      <w:r w:rsidRPr="005742A8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а</w:t>
      </w:r>
      <w:r w:rsidRPr="005742A8">
        <w:rPr>
          <w:rFonts w:ascii="Times New Roman" w:hAnsi="Times New Roman"/>
          <w:sz w:val="28"/>
          <w:szCs w:val="28"/>
        </w:rPr>
        <w:t>дминистративному регламенту</w:t>
      </w:r>
    </w:p>
    <w:p w:rsidR="000D30F0" w:rsidRPr="005742A8" w:rsidRDefault="000D30F0" w:rsidP="003F6CD2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/>
          <w:sz w:val="28"/>
          <w:szCs w:val="28"/>
        </w:rPr>
      </w:pPr>
      <w:r w:rsidRPr="00017E48">
        <w:rPr>
          <w:rFonts w:ascii="Times New Roman" w:hAnsi="Times New Roman"/>
          <w:sz w:val="28"/>
          <w:szCs w:val="28"/>
        </w:rPr>
        <w:t>предоставления муниципальной услуги «</w:t>
      </w:r>
      <w:r w:rsidRPr="00FA3653">
        <w:rPr>
          <w:rFonts w:ascii="Times New Roman" w:hAnsi="Times New Roman"/>
          <w:sz w:val="28"/>
          <w:szCs w:val="28"/>
        </w:rPr>
        <w:t>Предоставление жилого помещения муниципального жилищного фонда по договору социального найма</w:t>
      </w:r>
      <w:r>
        <w:rPr>
          <w:rFonts w:ascii="Times New Roman" w:hAnsi="Times New Roman"/>
          <w:sz w:val="28"/>
          <w:szCs w:val="28"/>
        </w:rPr>
        <w:t>»</w:t>
      </w:r>
    </w:p>
    <w:p w:rsidR="000D30F0" w:rsidRDefault="000D30F0" w:rsidP="007B7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30F0" w:rsidRDefault="000D30F0" w:rsidP="007B7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30F0" w:rsidRDefault="000D30F0" w:rsidP="00565F50">
      <w:pPr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</w:t>
      </w:r>
    </w:p>
    <w:p w:rsidR="000D30F0" w:rsidRDefault="000D30F0" w:rsidP="00565F50">
      <w:pPr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</w:t>
      </w:r>
    </w:p>
    <w:p w:rsidR="000D30F0" w:rsidRDefault="000D30F0" w:rsidP="00565F50">
      <w:pPr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</w:t>
      </w:r>
    </w:p>
    <w:p w:rsidR="000D30F0" w:rsidRPr="005742A8" w:rsidRDefault="000D30F0" w:rsidP="00565F50">
      <w:pPr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</w:t>
      </w:r>
    </w:p>
    <w:p w:rsidR="000D30F0" w:rsidRDefault="000D30F0" w:rsidP="00194E7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264"/>
      <w:bookmarkEnd w:id="0"/>
    </w:p>
    <w:p w:rsidR="000D30F0" w:rsidRPr="00194E76" w:rsidRDefault="000D30F0" w:rsidP="00194E7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94E76">
        <w:rPr>
          <w:rFonts w:ascii="Times New Roman" w:hAnsi="Times New Roman" w:cs="Times New Roman"/>
          <w:sz w:val="28"/>
          <w:szCs w:val="28"/>
        </w:rPr>
        <w:t>РАСПИСКА</w:t>
      </w:r>
    </w:p>
    <w:p w:rsidR="000D30F0" w:rsidRPr="00194E76" w:rsidRDefault="000D30F0" w:rsidP="00194E7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94E76">
        <w:rPr>
          <w:rFonts w:ascii="Times New Roman" w:hAnsi="Times New Roman" w:cs="Times New Roman"/>
          <w:sz w:val="28"/>
          <w:szCs w:val="28"/>
        </w:rPr>
        <w:t>В ПРИНЯТИИ УПО</w:t>
      </w:r>
      <w:r>
        <w:rPr>
          <w:rFonts w:ascii="Times New Roman" w:hAnsi="Times New Roman" w:cs="Times New Roman"/>
          <w:sz w:val="28"/>
          <w:szCs w:val="28"/>
        </w:rPr>
        <w:t xml:space="preserve">ЛНОМОЧЕННЫМ ОРГАНОМ ПО УЧЕТУ ОТ </w:t>
      </w:r>
      <w:r w:rsidRPr="00194E76">
        <w:rPr>
          <w:rFonts w:ascii="Times New Roman" w:hAnsi="Times New Roman" w:cs="Times New Roman"/>
          <w:sz w:val="28"/>
          <w:szCs w:val="28"/>
        </w:rPr>
        <w:t>ГРАЖДАНИНА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4E76">
        <w:rPr>
          <w:rFonts w:ascii="Times New Roman" w:hAnsi="Times New Roman" w:cs="Times New Roman"/>
          <w:sz w:val="28"/>
          <w:szCs w:val="28"/>
        </w:rPr>
        <w:t>ВСЕХ НЕОБХОДИМЫХ УЧЕТНЫХ ДОКУМЕНТОВ</w:t>
      </w:r>
    </w:p>
    <w:p w:rsidR="000D30F0" w:rsidRPr="00194E76" w:rsidRDefault="000D30F0" w:rsidP="00194E7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D30F0" w:rsidRPr="00194E76" w:rsidRDefault="000D30F0" w:rsidP="00194E7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94E76">
        <w:rPr>
          <w:rFonts w:ascii="Times New Roman" w:hAnsi="Times New Roman" w:cs="Times New Roman"/>
          <w:sz w:val="28"/>
          <w:szCs w:val="28"/>
        </w:rPr>
        <w:t xml:space="preserve">    От гражданина 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194E76">
        <w:rPr>
          <w:rFonts w:ascii="Times New Roman" w:hAnsi="Times New Roman" w:cs="Times New Roman"/>
          <w:sz w:val="28"/>
          <w:szCs w:val="28"/>
        </w:rPr>
        <w:t>__,</w:t>
      </w:r>
    </w:p>
    <w:p w:rsidR="000D30F0" w:rsidRPr="00194E76" w:rsidRDefault="000D30F0" w:rsidP="00194E76">
      <w:pPr>
        <w:pStyle w:val="ConsPlusNonformat"/>
        <w:ind w:left="2552"/>
        <w:rPr>
          <w:rFonts w:ascii="Times New Roman" w:hAnsi="Times New Roman" w:cs="Times New Roman"/>
        </w:rPr>
      </w:pPr>
      <w:r w:rsidRPr="00194E76">
        <w:rPr>
          <w:rFonts w:ascii="Times New Roman" w:hAnsi="Times New Roman" w:cs="Times New Roman"/>
        </w:rPr>
        <w:t xml:space="preserve">                         (фамилия, имя, отчество полностью)</w:t>
      </w:r>
    </w:p>
    <w:p w:rsidR="000D30F0" w:rsidRPr="00194E76" w:rsidRDefault="000D30F0" w:rsidP="00194E7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94E76">
        <w:rPr>
          <w:rFonts w:ascii="Times New Roman" w:hAnsi="Times New Roman" w:cs="Times New Roman"/>
          <w:sz w:val="28"/>
          <w:szCs w:val="28"/>
        </w:rPr>
        <w:t>зарегистрированного по месту жительства по адресу: 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:rsidR="000D30F0" w:rsidRPr="00194E76" w:rsidRDefault="000D30F0" w:rsidP="00194E7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94E76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194E76">
        <w:rPr>
          <w:rFonts w:ascii="Times New Roman" w:hAnsi="Times New Roman" w:cs="Times New Roman"/>
          <w:sz w:val="28"/>
          <w:szCs w:val="28"/>
        </w:rPr>
        <w:t>_____________,</w:t>
      </w:r>
    </w:p>
    <w:p w:rsidR="000D30F0" w:rsidRPr="00194E76" w:rsidRDefault="000D30F0" w:rsidP="00194E76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</w:t>
      </w:r>
      <w:r w:rsidRPr="00194E76">
        <w:rPr>
          <w:rFonts w:ascii="Times New Roman" w:hAnsi="Times New Roman" w:cs="Times New Roman"/>
          <w:sz w:val="28"/>
          <w:szCs w:val="28"/>
        </w:rPr>
        <w:t xml:space="preserve"> 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194E76">
        <w:rPr>
          <w:rFonts w:ascii="Times New Roman" w:hAnsi="Times New Roman" w:cs="Times New Roman"/>
          <w:sz w:val="28"/>
          <w:szCs w:val="28"/>
        </w:rPr>
        <w:t>________ 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194E76">
        <w:rPr>
          <w:rFonts w:ascii="Times New Roman" w:hAnsi="Times New Roman" w:cs="Times New Roman"/>
          <w:sz w:val="28"/>
          <w:szCs w:val="28"/>
        </w:rPr>
        <w:t>____ г.  получены  все  учетные  документы,</w:t>
      </w:r>
    </w:p>
    <w:p w:rsidR="000D30F0" w:rsidRPr="00194E76" w:rsidRDefault="000D30F0" w:rsidP="00194E7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94E76">
        <w:rPr>
          <w:rFonts w:ascii="Times New Roman" w:hAnsi="Times New Roman" w:cs="Times New Roman"/>
          <w:sz w:val="28"/>
          <w:szCs w:val="28"/>
        </w:rPr>
        <w:t>необходимые для рассмотрения его заявления по вопросу _____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194E76">
        <w:rPr>
          <w:rFonts w:ascii="Times New Roman" w:hAnsi="Times New Roman" w:cs="Times New Roman"/>
          <w:sz w:val="28"/>
          <w:szCs w:val="28"/>
        </w:rPr>
        <w:t>_______</w:t>
      </w:r>
    </w:p>
    <w:p w:rsidR="000D30F0" w:rsidRPr="00194E76" w:rsidRDefault="000D30F0" w:rsidP="00194E7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94E76">
        <w:rPr>
          <w:rFonts w:ascii="Times New Roman" w:hAnsi="Times New Roman" w:cs="Times New Roman"/>
          <w:sz w:val="28"/>
          <w:szCs w:val="28"/>
        </w:rPr>
        <w:t>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Pr="00194E76">
        <w:rPr>
          <w:rFonts w:ascii="Times New Roman" w:hAnsi="Times New Roman" w:cs="Times New Roman"/>
          <w:sz w:val="28"/>
          <w:szCs w:val="28"/>
        </w:rPr>
        <w:t>_______, в том числе:</w:t>
      </w:r>
    </w:p>
    <w:p w:rsidR="000D30F0" w:rsidRPr="00194E76" w:rsidRDefault="000D30F0" w:rsidP="00194E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80"/>
        <w:gridCol w:w="4098"/>
        <w:gridCol w:w="992"/>
        <w:gridCol w:w="851"/>
        <w:gridCol w:w="992"/>
        <w:gridCol w:w="709"/>
        <w:gridCol w:w="1417"/>
      </w:tblGrid>
      <w:tr w:rsidR="000D30F0" w:rsidRPr="005743C6" w:rsidTr="00194E76">
        <w:trPr>
          <w:trHeight w:val="800"/>
          <w:tblCellSpacing w:w="5" w:type="nil"/>
        </w:trPr>
        <w:tc>
          <w:tcPr>
            <w:tcW w:w="5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30F0" w:rsidRPr="005743C6" w:rsidRDefault="000D30F0" w:rsidP="0019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3C6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D30F0" w:rsidRPr="005743C6" w:rsidRDefault="000D30F0" w:rsidP="0019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3C6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0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30F0" w:rsidRPr="005743C6" w:rsidRDefault="000D30F0" w:rsidP="0019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3C6">
              <w:rPr>
                <w:rFonts w:ascii="Times New Roman" w:hAnsi="Times New Roman"/>
                <w:sz w:val="24"/>
                <w:szCs w:val="24"/>
              </w:rPr>
              <w:t>Наименование и</w:t>
            </w:r>
          </w:p>
          <w:p w:rsidR="000D30F0" w:rsidRPr="005743C6" w:rsidRDefault="000D30F0" w:rsidP="0019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3C6">
              <w:rPr>
                <w:rFonts w:ascii="Times New Roman" w:hAnsi="Times New Roman"/>
                <w:sz w:val="24"/>
                <w:szCs w:val="24"/>
              </w:rPr>
              <w:t>реквизиты документа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30F0" w:rsidRPr="005743C6" w:rsidRDefault="000D30F0" w:rsidP="0019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3C6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  <w:p w:rsidR="000D30F0" w:rsidRPr="005743C6" w:rsidRDefault="000D30F0" w:rsidP="0019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3C6">
              <w:rPr>
                <w:rFonts w:ascii="Times New Roman" w:hAnsi="Times New Roman"/>
                <w:sz w:val="24"/>
                <w:szCs w:val="24"/>
              </w:rPr>
              <w:t>экз-ров</w:t>
            </w:r>
          </w:p>
          <w:p w:rsidR="000D30F0" w:rsidRPr="005743C6" w:rsidRDefault="000D30F0" w:rsidP="0019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3C6">
              <w:rPr>
                <w:rFonts w:ascii="Times New Roman" w:hAnsi="Times New Roman"/>
                <w:sz w:val="24"/>
                <w:szCs w:val="24"/>
              </w:rPr>
              <w:t>(шт.)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30F0" w:rsidRPr="005743C6" w:rsidRDefault="000D30F0" w:rsidP="0019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3C6">
              <w:rPr>
                <w:rFonts w:ascii="Times New Roman" w:hAnsi="Times New Roman"/>
                <w:sz w:val="24"/>
                <w:szCs w:val="24"/>
              </w:rPr>
              <w:t>Кол-во листов</w:t>
            </w:r>
          </w:p>
          <w:p w:rsidR="000D30F0" w:rsidRPr="005743C6" w:rsidRDefault="000D30F0" w:rsidP="0019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3C6">
              <w:rPr>
                <w:rFonts w:ascii="Times New Roman" w:hAnsi="Times New Roman"/>
                <w:sz w:val="24"/>
                <w:szCs w:val="24"/>
              </w:rPr>
              <w:t>(шт.)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30F0" w:rsidRPr="005743C6" w:rsidRDefault="000D30F0" w:rsidP="0019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3C6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0D30F0" w:rsidRPr="005743C6" w:rsidTr="00194E76">
        <w:trPr>
          <w:trHeight w:val="400"/>
          <w:tblCellSpacing w:w="5" w:type="nil"/>
        </w:trPr>
        <w:tc>
          <w:tcPr>
            <w:tcW w:w="5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30F0" w:rsidRPr="005743C6" w:rsidRDefault="000D30F0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30F0" w:rsidRPr="005743C6" w:rsidRDefault="000D30F0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30F0" w:rsidRPr="005743C6" w:rsidRDefault="000D30F0" w:rsidP="0019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3C6">
              <w:rPr>
                <w:rFonts w:ascii="Times New Roman" w:hAnsi="Times New Roman"/>
                <w:sz w:val="24"/>
                <w:szCs w:val="24"/>
              </w:rPr>
              <w:t>подлин-</w:t>
            </w:r>
          </w:p>
          <w:p w:rsidR="000D30F0" w:rsidRPr="005743C6" w:rsidRDefault="000D30F0" w:rsidP="0019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3C6">
              <w:rPr>
                <w:rFonts w:ascii="Times New Roman" w:hAnsi="Times New Roman"/>
                <w:sz w:val="24"/>
                <w:szCs w:val="24"/>
              </w:rPr>
              <w:t>ник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30F0" w:rsidRPr="005743C6" w:rsidRDefault="000D30F0" w:rsidP="0019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3C6">
              <w:rPr>
                <w:rFonts w:ascii="Times New Roman" w:hAnsi="Times New Roman"/>
                <w:sz w:val="24"/>
                <w:szCs w:val="24"/>
              </w:rPr>
              <w:t>копия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30F0" w:rsidRPr="005743C6" w:rsidRDefault="000D30F0" w:rsidP="0019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3C6">
              <w:rPr>
                <w:rFonts w:ascii="Times New Roman" w:hAnsi="Times New Roman"/>
                <w:sz w:val="24"/>
                <w:szCs w:val="24"/>
              </w:rPr>
              <w:t>подлин-</w:t>
            </w:r>
          </w:p>
          <w:p w:rsidR="000D30F0" w:rsidRPr="005743C6" w:rsidRDefault="000D30F0" w:rsidP="0019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3C6">
              <w:rPr>
                <w:rFonts w:ascii="Times New Roman" w:hAnsi="Times New Roman"/>
                <w:sz w:val="24"/>
                <w:szCs w:val="24"/>
              </w:rPr>
              <w:t>ник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30F0" w:rsidRPr="005743C6" w:rsidRDefault="000D30F0" w:rsidP="0019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3C6">
              <w:rPr>
                <w:rFonts w:ascii="Times New Roman" w:hAnsi="Times New Roman"/>
                <w:sz w:val="24"/>
                <w:szCs w:val="24"/>
              </w:rPr>
              <w:t>копия</w:t>
            </w: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30F0" w:rsidRPr="005743C6" w:rsidRDefault="000D30F0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30F0" w:rsidRPr="005743C6" w:rsidTr="00194E76">
        <w:trPr>
          <w:tblCellSpacing w:w="5" w:type="nil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30F0" w:rsidRPr="005743C6" w:rsidRDefault="000D30F0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30F0" w:rsidRPr="005743C6" w:rsidRDefault="000D30F0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30F0" w:rsidRPr="005743C6" w:rsidRDefault="000D30F0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30F0" w:rsidRPr="005743C6" w:rsidRDefault="000D30F0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30F0" w:rsidRPr="005743C6" w:rsidRDefault="000D30F0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30F0" w:rsidRPr="005743C6" w:rsidRDefault="000D30F0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30F0" w:rsidRPr="005743C6" w:rsidRDefault="000D30F0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30F0" w:rsidRPr="005743C6" w:rsidTr="00194E76">
        <w:trPr>
          <w:tblCellSpacing w:w="5" w:type="nil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30F0" w:rsidRPr="005743C6" w:rsidRDefault="000D30F0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30F0" w:rsidRPr="005743C6" w:rsidRDefault="000D30F0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30F0" w:rsidRPr="005743C6" w:rsidRDefault="000D30F0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30F0" w:rsidRPr="005743C6" w:rsidRDefault="000D30F0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30F0" w:rsidRPr="005743C6" w:rsidRDefault="000D30F0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30F0" w:rsidRPr="005743C6" w:rsidRDefault="000D30F0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30F0" w:rsidRPr="005743C6" w:rsidRDefault="000D30F0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30F0" w:rsidRPr="005743C6" w:rsidTr="00194E76">
        <w:trPr>
          <w:tblCellSpacing w:w="5" w:type="nil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30F0" w:rsidRPr="005743C6" w:rsidRDefault="000D30F0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30F0" w:rsidRPr="005743C6" w:rsidRDefault="000D30F0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30F0" w:rsidRPr="005743C6" w:rsidRDefault="000D30F0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30F0" w:rsidRPr="005743C6" w:rsidRDefault="000D30F0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30F0" w:rsidRPr="005743C6" w:rsidRDefault="000D30F0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30F0" w:rsidRPr="005743C6" w:rsidRDefault="000D30F0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30F0" w:rsidRPr="005743C6" w:rsidRDefault="000D30F0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30F0" w:rsidRPr="005743C6" w:rsidTr="00194E76">
        <w:trPr>
          <w:tblCellSpacing w:w="5" w:type="nil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30F0" w:rsidRPr="005743C6" w:rsidRDefault="000D30F0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30F0" w:rsidRPr="005743C6" w:rsidRDefault="000D30F0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30F0" w:rsidRPr="005743C6" w:rsidRDefault="000D30F0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30F0" w:rsidRPr="005743C6" w:rsidRDefault="000D30F0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30F0" w:rsidRPr="005743C6" w:rsidRDefault="000D30F0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30F0" w:rsidRPr="005743C6" w:rsidRDefault="000D30F0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30F0" w:rsidRPr="005743C6" w:rsidRDefault="000D30F0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D30F0" w:rsidRPr="00194E76" w:rsidRDefault="000D30F0" w:rsidP="00194E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D30F0" w:rsidRPr="00194E76" w:rsidRDefault="000D30F0" w:rsidP="00194E7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94E76">
        <w:rPr>
          <w:rFonts w:ascii="Times New Roman" w:hAnsi="Times New Roman" w:cs="Times New Roman"/>
          <w:sz w:val="28"/>
          <w:szCs w:val="28"/>
        </w:rPr>
        <w:t xml:space="preserve">Должностное лицо            _____________________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194E76">
        <w:rPr>
          <w:rFonts w:ascii="Times New Roman" w:hAnsi="Times New Roman" w:cs="Times New Roman"/>
          <w:sz w:val="28"/>
          <w:szCs w:val="28"/>
        </w:rPr>
        <w:t>____________</w:t>
      </w:r>
    </w:p>
    <w:p w:rsidR="000D30F0" w:rsidRPr="00194E76" w:rsidRDefault="000D30F0" w:rsidP="00194E7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94E76">
        <w:rPr>
          <w:rFonts w:ascii="Times New Roman" w:hAnsi="Times New Roman" w:cs="Times New Roman"/>
          <w:sz w:val="28"/>
          <w:szCs w:val="28"/>
        </w:rPr>
        <w:t xml:space="preserve">уполномоченного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194E76">
        <w:rPr>
          <w:rFonts w:ascii="Times New Roman" w:hAnsi="Times New Roman" w:cs="Times New Roman"/>
          <w:sz w:val="28"/>
          <w:szCs w:val="28"/>
        </w:rPr>
        <w:t xml:space="preserve"> </w:t>
      </w:r>
      <w:r w:rsidRPr="00194E76">
        <w:rPr>
          <w:rFonts w:ascii="Times New Roman" w:hAnsi="Times New Roman" w:cs="Times New Roman"/>
        </w:rPr>
        <w:t xml:space="preserve">(Ф.И.О.)           </w:t>
      </w:r>
      <w:r>
        <w:rPr>
          <w:rFonts w:ascii="Times New Roman" w:hAnsi="Times New Roman" w:cs="Times New Roman"/>
        </w:rPr>
        <w:t xml:space="preserve">                                                           </w:t>
      </w:r>
      <w:r w:rsidRPr="00194E76">
        <w:rPr>
          <w:rFonts w:ascii="Times New Roman" w:hAnsi="Times New Roman" w:cs="Times New Roman"/>
        </w:rPr>
        <w:t xml:space="preserve">  (подпись)</w:t>
      </w:r>
    </w:p>
    <w:p w:rsidR="000D30F0" w:rsidRPr="00194E76" w:rsidRDefault="000D30F0" w:rsidP="00194E7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94E76">
        <w:rPr>
          <w:rFonts w:ascii="Times New Roman" w:hAnsi="Times New Roman" w:cs="Times New Roman"/>
          <w:sz w:val="28"/>
          <w:szCs w:val="28"/>
        </w:rPr>
        <w:t>органа по учету</w:t>
      </w:r>
    </w:p>
    <w:p w:rsidR="000D30F0" w:rsidRPr="00194E76" w:rsidRDefault="000D30F0" w:rsidP="003F6CD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D30F0" w:rsidRPr="00194E76" w:rsidRDefault="000D30F0" w:rsidP="007E5E8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30F0" w:rsidRDefault="000D30F0" w:rsidP="007E5E8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Вышестеблиевского</w:t>
      </w:r>
    </w:p>
    <w:p w:rsidR="000D30F0" w:rsidRPr="0058119A" w:rsidRDefault="000D30F0" w:rsidP="007E5E8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</w:t>
      </w:r>
      <w:r w:rsidRPr="0058119A">
        <w:rPr>
          <w:rFonts w:ascii="Times New Roman" w:hAnsi="Times New Roman"/>
          <w:sz w:val="28"/>
          <w:szCs w:val="28"/>
        </w:rPr>
        <w:t xml:space="preserve"> поселения</w:t>
      </w:r>
    </w:p>
    <w:p w:rsidR="000D30F0" w:rsidRPr="0058119A" w:rsidRDefault="000D30F0" w:rsidP="007E5E8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8119A"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П.К.Хаджиди</w:t>
      </w:r>
    </w:p>
    <w:sectPr w:rsidR="000D30F0" w:rsidRPr="0058119A" w:rsidSect="00925A8E">
      <w:headerReference w:type="default" r:id="rId6"/>
      <w:pgSz w:w="11905" w:h="16838"/>
      <w:pgMar w:top="1134" w:right="567" w:bottom="851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30F0" w:rsidRDefault="000D30F0" w:rsidP="00637948">
      <w:pPr>
        <w:spacing w:after="0" w:line="240" w:lineRule="auto"/>
      </w:pPr>
      <w:r>
        <w:separator/>
      </w:r>
    </w:p>
  </w:endnote>
  <w:endnote w:type="continuationSeparator" w:id="0">
    <w:p w:rsidR="000D30F0" w:rsidRDefault="000D30F0" w:rsidP="00637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30F0" w:rsidRDefault="000D30F0" w:rsidP="00637948">
      <w:pPr>
        <w:spacing w:after="0" w:line="240" w:lineRule="auto"/>
      </w:pPr>
      <w:r>
        <w:separator/>
      </w:r>
    </w:p>
  </w:footnote>
  <w:footnote w:type="continuationSeparator" w:id="0">
    <w:p w:rsidR="000D30F0" w:rsidRDefault="000D30F0" w:rsidP="006379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0F0" w:rsidRDefault="000D30F0">
    <w:pPr>
      <w:pStyle w:val="Header"/>
      <w:jc w:val="center"/>
    </w:pPr>
    <w:r w:rsidRPr="00E8319B">
      <w:rPr>
        <w:rFonts w:ascii="Times New Roman" w:hAnsi="Times New Roman"/>
        <w:sz w:val="28"/>
        <w:szCs w:val="28"/>
      </w:rPr>
      <w:fldChar w:fldCharType="begin"/>
    </w:r>
    <w:r w:rsidRPr="00E8319B">
      <w:rPr>
        <w:rFonts w:ascii="Times New Roman" w:hAnsi="Times New Roman"/>
        <w:sz w:val="28"/>
        <w:szCs w:val="28"/>
      </w:rPr>
      <w:instrText xml:space="preserve"> PAGE   \* MERGEFORMAT </w:instrText>
    </w:r>
    <w:r w:rsidRPr="00E8319B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2</w:t>
    </w:r>
    <w:r w:rsidRPr="00E8319B">
      <w:rPr>
        <w:rFonts w:ascii="Times New Roman" w:hAnsi="Times New Roman"/>
        <w:sz w:val="28"/>
        <w:szCs w:val="28"/>
      </w:rPr>
      <w:fldChar w:fldCharType="end"/>
    </w:r>
  </w:p>
  <w:p w:rsidR="000D30F0" w:rsidRDefault="000D30F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56A2"/>
    <w:rsid w:val="00010C90"/>
    <w:rsid w:val="00014259"/>
    <w:rsid w:val="00017E48"/>
    <w:rsid w:val="00040295"/>
    <w:rsid w:val="00076C2F"/>
    <w:rsid w:val="00092033"/>
    <w:rsid w:val="000B3347"/>
    <w:rsid w:val="000D30F0"/>
    <w:rsid w:val="00102FF9"/>
    <w:rsid w:val="00104D1E"/>
    <w:rsid w:val="0010786D"/>
    <w:rsid w:val="00116A5C"/>
    <w:rsid w:val="00136671"/>
    <w:rsid w:val="001371F4"/>
    <w:rsid w:val="0016397C"/>
    <w:rsid w:val="001669B5"/>
    <w:rsid w:val="001718C6"/>
    <w:rsid w:val="00174CED"/>
    <w:rsid w:val="00194E76"/>
    <w:rsid w:val="001A2157"/>
    <w:rsid w:val="001C3087"/>
    <w:rsid w:val="001E6A6C"/>
    <w:rsid w:val="001E759D"/>
    <w:rsid w:val="001F3106"/>
    <w:rsid w:val="00210D5B"/>
    <w:rsid w:val="00211F6C"/>
    <w:rsid w:val="002343EB"/>
    <w:rsid w:val="00257A58"/>
    <w:rsid w:val="002656A2"/>
    <w:rsid w:val="002704D4"/>
    <w:rsid w:val="00293002"/>
    <w:rsid w:val="002B685B"/>
    <w:rsid w:val="002E25C8"/>
    <w:rsid w:val="002E55D3"/>
    <w:rsid w:val="003023AD"/>
    <w:rsid w:val="003170B5"/>
    <w:rsid w:val="00324E61"/>
    <w:rsid w:val="0033262C"/>
    <w:rsid w:val="00352213"/>
    <w:rsid w:val="003C6B10"/>
    <w:rsid w:val="003D3D35"/>
    <w:rsid w:val="003E35BF"/>
    <w:rsid w:val="003F3043"/>
    <w:rsid w:val="003F6CD2"/>
    <w:rsid w:val="00413D30"/>
    <w:rsid w:val="00413D44"/>
    <w:rsid w:val="0041433C"/>
    <w:rsid w:val="004143F8"/>
    <w:rsid w:val="0041778E"/>
    <w:rsid w:val="00463CAA"/>
    <w:rsid w:val="004673D7"/>
    <w:rsid w:val="00493090"/>
    <w:rsid w:val="004B37A5"/>
    <w:rsid w:val="004D123A"/>
    <w:rsid w:val="004E2790"/>
    <w:rsid w:val="004F39F1"/>
    <w:rsid w:val="004F69F0"/>
    <w:rsid w:val="004F7320"/>
    <w:rsid w:val="00500393"/>
    <w:rsid w:val="00517C75"/>
    <w:rsid w:val="00540C14"/>
    <w:rsid w:val="005618F9"/>
    <w:rsid w:val="00565F50"/>
    <w:rsid w:val="005742A8"/>
    <w:rsid w:val="005743C6"/>
    <w:rsid w:val="005745E7"/>
    <w:rsid w:val="0058119A"/>
    <w:rsid w:val="00591A20"/>
    <w:rsid w:val="005C186B"/>
    <w:rsid w:val="005E1A70"/>
    <w:rsid w:val="005F69C4"/>
    <w:rsid w:val="00606E73"/>
    <w:rsid w:val="00615C5A"/>
    <w:rsid w:val="00625D8E"/>
    <w:rsid w:val="00627EF5"/>
    <w:rsid w:val="00637948"/>
    <w:rsid w:val="00642C94"/>
    <w:rsid w:val="006555FA"/>
    <w:rsid w:val="00660194"/>
    <w:rsid w:val="00662929"/>
    <w:rsid w:val="006858C2"/>
    <w:rsid w:val="00691744"/>
    <w:rsid w:val="006B6BD2"/>
    <w:rsid w:val="006C64F8"/>
    <w:rsid w:val="006D270A"/>
    <w:rsid w:val="006F5BC9"/>
    <w:rsid w:val="006F5EE8"/>
    <w:rsid w:val="0070062A"/>
    <w:rsid w:val="00764ED2"/>
    <w:rsid w:val="0077776A"/>
    <w:rsid w:val="00782F7D"/>
    <w:rsid w:val="007928DD"/>
    <w:rsid w:val="007B0A19"/>
    <w:rsid w:val="007B7E47"/>
    <w:rsid w:val="007E5E84"/>
    <w:rsid w:val="008367CA"/>
    <w:rsid w:val="00840593"/>
    <w:rsid w:val="008634FB"/>
    <w:rsid w:val="008A4C21"/>
    <w:rsid w:val="008D2C49"/>
    <w:rsid w:val="008F1933"/>
    <w:rsid w:val="00906433"/>
    <w:rsid w:val="00920AE1"/>
    <w:rsid w:val="00925A8E"/>
    <w:rsid w:val="009657C5"/>
    <w:rsid w:val="009A34FD"/>
    <w:rsid w:val="009A78A2"/>
    <w:rsid w:val="009B0AEA"/>
    <w:rsid w:val="009C13B7"/>
    <w:rsid w:val="009C3078"/>
    <w:rsid w:val="009E0A7B"/>
    <w:rsid w:val="009F0E5F"/>
    <w:rsid w:val="009F59ED"/>
    <w:rsid w:val="00A06968"/>
    <w:rsid w:val="00A15327"/>
    <w:rsid w:val="00A64489"/>
    <w:rsid w:val="00AA2F7A"/>
    <w:rsid w:val="00AA49A0"/>
    <w:rsid w:val="00AF3C69"/>
    <w:rsid w:val="00B029A6"/>
    <w:rsid w:val="00B0769B"/>
    <w:rsid w:val="00B15C2B"/>
    <w:rsid w:val="00B2550E"/>
    <w:rsid w:val="00B313A4"/>
    <w:rsid w:val="00B36AD6"/>
    <w:rsid w:val="00B37742"/>
    <w:rsid w:val="00B479E9"/>
    <w:rsid w:val="00B61D17"/>
    <w:rsid w:val="00B7352E"/>
    <w:rsid w:val="00B95412"/>
    <w:rsid w:val="00BC77D9"/>
    <w:rsid w:val="00BD7D5B"/>
    <w:rsid w:val="00BE159F"/>
    <w:rsid w:val="00C018FA"/>
    <w:rsid w:val="00C06251"/>
    <w:rsid w:val="00C117F7"/>
    <w:rsid w:val="00C14168"/>
    <w:rsid w:val="00C23606"/>
    <w:rsid w:val="00C347DB"/>
    <w:rsid w:val="00C44B5A"/>
    <w:rsid w:val="00C832FA"/>
    <w:rsid w:val="00C84EAE"/>
    <w:rsid w:val="00CD5348"/>
    <w:rsid w:val="00CE6663"/>
    <w:rsid w:val="00CE6FD6"/>
    <w:rsid w:val="00D42F58"/>
    <w:rsid w:val="00D74654"/>
    <w:rsid w:val="00D7711C"/>
    <w:rsid w:val="00DC1993"/>
    <w:rsid w:val="00DD155C"/>
    <w:rsid w:val="00DD6D0A"/>
    <w:rsid w:val="00DE7A3A"/>
    <w:rsid w:val="00E01ACA"/>
    <w:rsid w:val="00E1276D"/>
    <w:rsid w:val="00E44F8B"/>
    <w:rsid w:val="00E53C69"/>
    <w:rsid w:val="00E82497"/>
    <w:rsid w:val="00E8319B"/>
    <w:rsid w:val="00E83B9C"/>
    <w:rsid w:val="00E970AB"/>
    <w:rsid w:val="00EA09DE"/>
    <w:rsid w:val="00EB6E80"/>
    <w:rsid w:val="00EE2EC6"/>
    <w:rsid w:val="00F0723F"/>
    <w:rsid w:val="00F43001"/>
    <w:rsid w:val="00F75B53"/>
    <w:rsid w:val="00F8314B"/>
    <w:rsid w:val="00FA3653"/>
    <w:rsid w:val="00FB5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CED"/>
    <w:pPr>
      <w:spacing w:after="200" w:line="276" w:lineRule="auto"/>
    </w:pPr>
  </w:style>
  <w:style w:type="paragraph" w:styleId="Heading1">
    <w:name w:val="heading 1"/>
    <w:basedOn w:val="Normal"/>
    <w:link w:val="Heading1Char"/>
    <w:uiPriority w:val="99"/>
    <w:qFormat/>
    <w:rsid w:val="002656A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16A5C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656A2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16A5C"/>
    <w:rPr>
      <w:rFonts w:ascii="Cambria" w:hAnsi="Cambria" w:cs="Times New Roman"/>
      <w:b/>
      <w:bCs/>
      <w:color w:val="4F81BD"/>
    </w:rPr>
  </w:style>
  <w:style w:type="character" w:styleId="Hyperlink">
    <w:name w:val="Hyperlink"/>
    <w:basedOn w:val="DefaultParagraphFont"/>
    <w:uiPriority w:val="99"/>
    <w:rsid w:val="002656A2"/>
    <w:rPr>
      <w:rFonts w:cs="Times New Roman"/>
      <w:color w:val="0000FF"/>
      <w:u w:val="single"/>
    </w:rPr>
  </w:style>
  <w:style w:type="character" w:customStyle="1" w:styleId="gtext3">
    <w:name w:val="gtext3"/>
    <w:basedOn w:val="DefaultParagraphFont"/>
    <w:uiPriority w:val="99"/>
    <w:rsid w:val="002656A2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2656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656A2"/>
    <w:rPr>
      <w:rFonts w:ascii="Tahoma" w:hAnsi="Tahoma" w:cs="Tahoma"/>
      <w:sz w:val="16"/>
      <w:szCs w:val="16"/>
    </w:rPr>
  </w:style>
  <w:style w:type="character" w:customStyle="1" w:styleId="news-date-time">
    <w:name w:val="news-date-time"/>
    <w:basedOn w:val="DefaultParagraphFont"/>
    <w:uiPriority w:val="99"/>
    <w:rsid w:val="00116A5C"/>
    <w:rPr>
      <w:rFonts w:cs="Times New Roman"/>
    </w:rPr>
  </w:style>
  <w:style w:type="paragraph" w:styleId="NormalWeb">
    <w:name w:val="Normal (Web)"/>
    <w:basedOn w:val="Normal"/>
    <w:uiPriority w:val="99"/>
    <w:semiHidden/>
    <w:rsid w:val="00116A5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9A34FD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6379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37948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6379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37948"/>
    <w:rPr>
      <w:rFonts w:cs="Times New Roman"/>
    </w:rPr>
  </w:style>
  <w:style w:type="paragraph" w:customStyle="1" w:styleId="2">
    <w:name w:val="Знак Знак Знак Знак2 Знак Знак Знак"/>
    <w:basedOn w:val="Normal"/>
    <w:uiPriority w:val="99"/>
    <w:rsid w:val="0070062A"/>
    <w:pPr>
      <w:spacing w:before="100" w:beforeAutospacing="1" w:after="100" w:afterAutospacing="1" w:line="240" w:lineRule="auto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E8249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3F6CD2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134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4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13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134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13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13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13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1474</TotalTime>
  <Pages>1</Pages>
  <Words>216</Words>
  <Characters>1234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оботдел</cp:lastModifiedBy>
  <cp:revision>33</cp:revision>
  <dcterms:created xsi:type="dcterms:W3CDTF">2014-01-13T14:03:00Z</dcterms:created>
  <dcterms:modified xsi:type="dcterms:W3CDTF">2015-10-30T05:54:00Z</dcterms:modified>
</cp:coreProperties>
</file>