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6BE" w:rsidRDefault="00E976BE" w:rsidP="00A97E0F">
      <w:pPr>
        <w:tabs>
          <w:tab w:val="left" w:pos="5954"/>
        </w:tabs>
      </w:pPr>
      <w:r>
        <w:rPr>
          <w:sz w:val="28"/>
          <w:szCs w:val="28"/>
        </w:rPr>
        <w:t xml:space="preserve">                                                                                      ПРИЛОЖЕНИЕ № 3</w:t>
      </w:r>
    </w:p>
    <w:p w:rsidR="00E976BE" w:rsidRDefault="00E976BE">
      <w:pPr>
        <w:ind w:firstLine="540"/>
        <w:jc w:val="center"/>
      </w:pPr>
      <w:r>
        <w:rPr>
          <w:sz w:val="28"/>
          <w:szCs w:val="28"/>
        </w:rPr>
        <w:t xml:space="preserve">                                                                            к </w:t>
      </w:r>
      <w:r>
        <w:rPr>
          <w:sz w:val="28"/>
          <w:szCs w:val="28"/>
          <w:lang w:eastAsia="ru-RU"/>
        </w:rPr>
        <w:t>муниципальной программе</w:t>
      </w:r>
    </w:p>
    <w:p w:rsidR="00E976BE" w:rsidRDefault="00E976BE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«Развитие культуры</w:t>
      </w:r>
    </w:p>
    <w:p w:rsidR="00E976BE" w:rsidRDefault="00E976BE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Вышестеблиевского</w:t>
      </w:r>
    </w:p>
    <w:p w:rsidR="00E976BE" w:rsidRDefault="00E976BE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сельского поселения  </w:t>
      </w:r>
    </w:p>
    <w:p w:rsidR="00E976BE" w:rsidRDefault="00E976BE">
      <w:pPr>
        <w:tabs>
          <w:tab w:val="left" w:pos="5954"/>
        </w:tabs>
        <w:ind w:firstLine="540"/>
      </w:pPr>
      <w:r>
        <w:rPr>
          <w:sz w:val="28"/>
          <w:szCs w:val="28"/>
          <w:lang w:eastAsia="ru-RU"/>
        </w:rPr>
        <w:t xml:space="preserve">                                                                              Темрюкского  района»</w:t>
      </w: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>
      <w:pPr>
        <w:jc w:val="center"/>
        <w:rPr>
          <w:b/>
          <w:bCs/>
          <w:sz w:val="28"/>
          <w:szCs w:val="28"/>
        </w:rPr>
      </w:pPr>
    </w:p>
    <w:p w:rsidR="00E976BE" w:rsidRDefault="00E976BE" w:rsidP="00A97E0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E976BE" w:rsidRDefault="00E976BE" w:rsidP="00A97E0F">
      <w:pPr>
        <w:pStyle w:val="NormalWeb"/>
        <w:spacing w:before="100" w:after="0"/>
        <w:jc w:val="center"/>
      </w:pPr>
      <w:r>
        <w:rPr>
          <w:b/>
          <w:bCs/>
          <w:sz w:val="28"/>
          <w:szCs w:val="28"/>
        </w:rPr>
        <w:t>подпрограммы   «Мероприятия   праздничных    дней  и памятных дат в Вышестеблиевском сельском поселении Темрюкского района»  муниципальной программы Вышестеблиевского  сельского  поселения Темрюкского  района  «Развитие культуры   Вышестеблиевского  сельского  поселения  Темрюкского  района»</w:t>
      </w:r>
    </w:p>
    <w:p w:rsidR="00E976BE" w:rsidRDefault="00E976BE">
      <w:pPr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>
        <w:tc>
          <w:tcPr>
            <w:tcW w:w="4128" w:type="dxa"/>
          </w:tcPr>
          <w:p w:rsidR="00E976BE" w:rsidRPr="008C15F0" w:rsidRDefault="00E976BE">
            <w:pPr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Default="00E976BE">
            <w:pPr>
              <w:pStyle w:val="ListParagraph1"/>
              <w:ind w:left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C15F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Default="00E976BE">
            <w:pPr>
              <w:ind w:firstLine="11"/>
              <w:jc w:val="both"/>
            </w:pPr>
            <w:r>
              <w:rPr>
                <w:sz w:val="28"/>
                <w:szCs w:val="28"/>
              </w:rPr>
              <w:t>Муниципальное  бюджетное  учреждение культуры "Вышестеблиевская централизованная   клубная система"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</w:pPr>
            <w:r w:rsidRPr="008C15F0">
              <w:rPr>
                <w:sz w:val="28"/>
                <w:szCs w:val="28"/>
                <w:lang w:eastAsia="ru-RU"/>
              </w:rPr>
              <w:t xml:space="preserve">Цели подпрограммы  </w:t>
            </w:r>
          </w:p>
        </w:tc>
        <w:tc>
          <w:tcPr>
            <w:tcW w:w="5520" w:type="dxa"/>
          </w:tcPr>
          <w:p w:rsidR="00E976BE" w:rsidRPr="00593EFB" w:rsidRDefault="00E976BE">
            <w:pPr>
              <w:jc w:val="both"/>
            </w:pPr>
            <w:r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Задачи</w:t>
            </w:r>
            <w:r w:rsidRPr="008C15F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Default="00E976BE" w:rsidP="00593EFB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976BE" w:rsidRDefault="00E976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Default="00E976B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числа участников клубных формирований  учреждений культуры;</w:t>
            </w:r>
          </w:p>
          <w:p w:rsidR="00E976BE" w:rsidRDefault="00E976B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Default="00E976BE">
            <w:pPr>
              <w:ind w:firstLine="540"/>
              <w:jc w:val="both"/>
            </w:pPr>
            <w:bookmarkStart w:id="0" w:name="__DdeLink__1262_480411213"/>
            <w:bookmarkEnd w:id="0"/>
            <w:r>
              <w:rPr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– 2017 годы</w:t>
            </w:r>
          </w:p>
          <w:p w:rsidR="00E976BE" w:rsidRDefault="00E976BE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ind w:left="34"/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E976BE" w:rsidRDefault="00E976BE">
            <w:pPr>
              <w:widowControl w:val="0"/>
              <w:ind w:firstLine="459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>Общий объем финансирования составляет 245 тыс. рублей, в том числе по годам реализации:</w:t>
            </w:r>
          </w:p>
          <w:p w:rsidR="00E976BE" w:rsidRDefault="00E976BE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2015 год – 100 тыс. рублей;</w:t>
            </w:r>
          </w:p>
          <w:p w:rsidR="00E976BE" w:rsidRDefault="00E976BE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2016 год –   45 тыс. рублей;</w:t>
            </w:r>
          </w:p>
          <w:p w:rsidR="00E976BE" w:rsidRDefault="00E976BE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2017 год – 100 тыс. рублей;</w:t>
            </w:r>
          </w:p>
          <w:p w:rsidR="00E976BE" w:rsidRDefault="00E976BE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за счет средств местного бюджета –  245 тыс. рублей, в том числе по годам реализации:</w:t>
            </w:r>
          </w:p>
          <w:p w:rsidR="00E976BE" w:rsidRDefault="00E976BE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2015 год – 100 тыс. рублей;</w:t>
            </w:r>
          </w:p>
          <w:p w:rsidR="00E976BE" w:rsidRDefault="00E976BE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2016 год –   45 тыс. рублей;</w:t>
            </w:r>
          </w:p>
          <w:p w:rsidR="00E976BE" w:rsidRPr="0064533E" w:rsidRDefault="00E976BE" w:rsidP="0064533E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2017 год – 100 тыс. рублей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C15F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выполнением подпрограммы </w:t>
            </w:r>
          </w:p>
        </w:tc>
        <w:tc>
          <w:tcPr>
            <w:tcW w:w="5520" w:type="dxa"/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E976BE" w:rsidRDefault="00E976BE">
            <w:pPr>
              <w:jc w:val="both"/>
            </w:pPr>
            <w:r>
              <w:rPr>
                <w:sz w:val="28"/>
                <w:szCs w:val="28"/>
              </w:rPr>
              <w:t>Совет  Вышестеблиевского сельского поселения Темрюкского района,</w:t>
            </w:r>
          </w:p>
        </w:tc>
      </w:tr>
    </w:tbl>
    <w:p w:rsidR="00E976BE" w:rsidRDefault="00E976BE">
      <w:pPr>
        <w:tabs>
          <w:tab w:val="left" w:pos="1440"/>
          <w:tab w:val="left" w:pos="1800"/>
        </w:tabs>
      </w:pPr>
    </w:p>
    <w:p w:rsidR="00E976BE" w:rsidRDefault="00E976BE" w:rsidP="0064533E">
      <w:pPr>
        <w:pStyle w:val="ConsPlusNormal"/>
        <w:widowControl/>
        <w:numPr>
          <w:ilvl w:val="0"/>
          <w:numId w:val="4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E976BE" w:rsidRDefault="00E976BE" w:rsidP="0064533E">
      <w:pPr>
        <w:pStyle w:val="31"/>
        <w:ind w:left="0"/>
        <w:jc w:val="both"/>
      </w:pPr>
    </w:p>
    <w:p w:rsidR="00E976BE" w:rsidRDefault="00E976BE">
      <w:pPr>
        <w:pStyle w:val="31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Вышестеблиевском поселении  и удовлетворение духовных запросов населения.</w:t>
      </w:r>
    </w:p>
    <w:p w:rsidR="00E976BE" w:rsidRDefault="00E976BE">
      <w:pPr>
        <w:ind w:firstLine="708"/>
        <w:jc w:val="both"/>
      </w:pPr>
      <w:r>
        <w:rPr>
          <w:sz w:val="28"/>
          <w:szCs w:val="28"/>
        </w:rPr>
        <w:t>Особую значимость приобретает повышение качества услуг предоставляемых учреждениями культуры, сохранение и развитие кадрового потенциала в учреждениях культуры  Вышестеблиевского сельского поселения.</w:t>
      </w:r>
    </w:p>
    <w:p w:rsidR="00E976BE" w:rsidRDefault="00E976BE">
      <w:pPr>
        <w:pStyle w:val="31"/>
        <w:ind w:left="0" w:firstLine="851"/>
        <w:jc w:val="both"/>
      </w:pPr>
      <w:r>
        <w:rPr>
          <w:sz w:val="28"/>
          <w:szCs w:val="28"/>
        </w:rPr>
        <w:t>Проведение фестивалей, смотров, конкурсов позволяет формировать единое культурное пространство, укрепить межнациональные  связи, создать условия, при которых основной спектр услуг в сфере культуры и массовых коммуникаций доступен гражданам  принадлежащим к различным социальным группам.</w:t>
      </w:r>
    </w:p>
    <w:p w:rsidR="00E976BE" w:rsidRDefault="00E976BE">
      <w:pPr>
        <w:pStyle w:val="31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Default="00E976BE">
      <w:pPr>
        <w:pStyle w:val="31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подпрограмма предусматривает основные направления деятельности по решению указанных  проблем и развитию культурно-досуговых учреждений района программно-целевым методом.</w:t>
      </w:r>
    </w:p>
    <w:p w:rsidR="00E976BE" w:rsidRDefault="00E976BE">
      <w:pPr>
        <w:pStyle w:val="31"/>
        <w:ind w:left="0"/>
        <w:jc w:val="both"/>
        <w:rPr>
          <w:sz w:val="28"/>
          <w:szCs w:val="28"/>
        </w:rPr>
      </w:pPr>
    </w:p>
    <w:p w:rsidR="00E976BE" w:rsidRDefault="00E976BE" w:rsidP="00740709">
      <w:pPr>
        <w:pStyle w:val="Heading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E976BE" w:rsidRDefault="00E976BE">
      <w:pPr>
        <w:tabs>
          <w:tab w:val="left" w:pos="708"/>
        </w:tabs>
        <w:jc w:val="both"/>
        <w:rPr>
          <w:sz w:val="28"/>
          <w:szCs w:val="28"/>
        </w:rPr>
      </w:pPr>
    </w:p>
    <w:p w:rsidR="00E976BE" w:rsidRDefault="00E976BE">
      <w:pPr>
        <w:tabs>
          <w:tab w:val="left" w:pos="708"/>
        </w:tabs>
        <w:jc w:val="both"/>
      </w:pPr>
      <w:r>
        <w:rPr>
          <w:sz w:val="28"/>
          <w:szCs w:val="28"/>
        </w:rPr>
        <w:t>Основной целью подпрограммы  является сохранение</w:t>
      </w:r>
    </w:p>
    <w:p w:rsidR="00E976BE" w:rsidRDefault="00E976BE">
      <w:pPr>
        <w:tabs>
          <w:tab w:val="left" w:pos="708"/>
        </w:tabs>
        <w:jc w:val="both"/>
      </w:pPr>
      <w:r>
        <w:rPr>
          <w:sz w:val="28"/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Default="00E976BE">
      <w:pPr>
        <w:tabs>
          <w:tab w:val="left" w:pos="708"/>
        </w:tabs>
        <w:jc w:val="both"/>
      </w:pPr>
    </w:p>
    <w:p w:rsidR="00E976BE" w:rsidRDefault="00E976BE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E976BE" w:rsidRDefault="00E976BE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571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538"/>
        <w:gridCol w:w="2347"/>
        <w:gridCol w:w="1300"/>
        <w:gridCol w:w="1057"/>
        <w:gridCol w:w="1446"/>
        <w:gridCol w:w="1410"/>
        <w:gridCol w:w="1473"/>
      </w:tblGrid>
      <w:tr w:rsidR="00E976BE">
        <w:tc>
          <w:tcPr>
            <w:tcW w:w="537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347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статус</w:t>
            </w:r>
          </w:p>
        </w:tc>
        <w:tc>
          <w:tcPr>
            <w:tcW w:w="4329" w:type="dxa"/>
            <w:gridSpan w:val="3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Значение показателей</w:t>
            </w:r>
          </w:p>
        </w:tc>
      </w:tr>
      <w:tr w:rsidR="00E976BE">
        <w:tc>
          <w:tcPr>
            <w:tcW w:w="537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2347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300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57" w:type="dxa"/>
            <w:vMerge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1-й год реализации</w:t>
            </w:r>
          </w:p>
          <w:p w:rsidR="00E976BE" w:rsidRDefault="00E976BE">
            <w:pPr>
              <w:jc w:val="center"/>
            </w:pPr>
            <w:r>
              <w:t>2015 год</w:t>
            </w:r>
          </w:p>
        </w:tc>
        <w:tc>
          <w:tcPr>
            <w:tcW w:w="1410" w:type="dxa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2-й год реализации</w:t>
            </w:r>
          </w:p>
          <w:p w:rsidR="00E976BE" w:rsidRDefault="00E976BE">
            <w:pPr>
              <w:jc w:val="center"/>
            </w:pPr>
            <w:r>
              <w:t>2016 год</w:t>
            </w:r>
          </w:p>
        </w:tc>
        <w:tc>
          <w:tcPr>
            <w:tcW w:w="1473" w:type="dxa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3-й год реализации</w:t>
            </w:r>
          </w:p>
          <w:p w:rsidR="00E976BE" w:rsidRDefault="00E976BE">
            <w:pPr>
              <w:jc w:val="center"/>
            </w:pPr>
            <w:r>
              <w:t>2017 год</w:t>
            </w:r>
          </w:p>
        </w:tc>
      </w:tr>
      <w:tr w:rsidR="00E976BE">
        <w:tc>
          <w:tcPr>
            <w:tcW w:w="537" w:type="dxa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6" w:type="dxa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0" w:type="dxa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3" w:type="dxa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976BE">
        <w:tc>
          <w:tcPr>
            <w:tcW w:w="537" w:type="dxa"/>
            <w:tcMar>
              <w:left w:w="88" w:type="dxa"/>
            </w:tcMar>
          </w:tcPr>
          <w:p w:rsidR="00E976BE" w:rsidRDefault="00E976BE" w:rsidP="0074070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8" w:type="dxa"/>
            </w:tcMar>
          </w:tcPr>
          <w:p w:rsidR="00E976BE" w:rsidRDefault="00E976BE" w:rsidP="00740709">
            <w:r>
              <w:t>увеличение числа зрителей концертов, творческих мероприятий и киносеансов</w:t>
            </w:r>
          </w:p>
        </w:tc>
        <w:tc>
          <w:tcPr>
            <w:tcW w:w="130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44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  <w:tc>
          <w:tcPr>
            <w:tcW w:w="141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  <w:tc>
          <w:tcPr>
            <w:tcW w:w="1473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</w:tr>
      <w:tr w:rsidR="00E976BE">
        <w:tc>
          <w:tcPr>
            <w:tcW w:w="537" w:type="dxa"/>
            <w:tcMar>
              <w:left w:w="88" w:type="dxa"/>
            </w:tcMar>
          </w:tcPr>
          <w:p w:rsidR="00E976BE" w:rsidRDefault="00E976BE" w:rsidP="0074070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47" w:type="dxa"/>
            <w:tcMar>
              <w:left w:w="88" w:type="dxa"/>
            </w:tcMar>
          </w:tcPr>
          <w:p w:rsidR="00E976BE" w:rsidRDefault="00E976BE" w:rsidP="00740709">
            <w:r>
              <w:t>Увеличение числа участников клубных формирований учреждений культуры</w:t>
            </w:r>
          </w:p>
        </w:tc>
        <w:tc>
          <w:tcPr>
            <w:tcW w:w="130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44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  <w:tc>
          <w:tcPr>
            <w:tcW w:w="141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  <w:tc>
          <w:tcPr>
            <w:tcW w:w="1473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</w:tr>
    </w:tbl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планового значения целевого показателя подпрограммы рассчитан по следующим формулам:</w:t>
      </w:r>
    </w:p>
    <w:p w:rsidR="00E976BE" w:rsidRDefault="00E976BE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76BE" w:rsidRDefault="00E976BE">
      <w:pPr>
        <w:ind w:firstLine="698"/>
        <w:jc w:val="center"/>
        <w:rPr>
          <w:sz w:val="28"/>
          <w:szCs w:val="28"/>
        </w:rPr>
      </w:pPr>
      <w:r>
        <w:rPr>
          <w:sz w:val="28"/>
          <w:szCs w:val="28"/>
        </w:rPr>
        <w:t>СДп/ппз = ЗПп/пф / ЗПп/пп,</w:t>
      </w:r>
    </w:p>
    <w:p w:rsidR="00E976BE" w:rsidRDefault="00E976BE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Default="00E976BE">
      <w:pPr>
        <w:ind w:firstLine="698"/>
        <w:jc w:val="center"/>
        <w:rPr>
          <w:sz w:val="28"/>
          <w:szCs w:val="28"/>
        </w:rPr>
      </w:pPr>
      <w:r>
        <w:rPr>
          <w:sz w:val="28"/>
          <w:szCs w:val="28"/>
        </w:rPr>
        <w:t>СДп/ппз = ЗПп/пп / ЗПп/пф, где:</w:t>
      </w:r>
    </w:p>
    <w:p w:rsidR="00E976BE" w:rsidRDefault="00E976BE">
      <w:pPr>
        <w:jc w:val="both"/>
        <w:rPr>
          <w:sz w:val="28"/>
          <w:szCs w:val="28"/>
        </w:rPr>
      </w:pPr>
      <w:r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E976BE" w:rsidRDefault="00E976BE">
      <w:pPr>
        <w:jc w:val="both"/>
        <w:rPr>
          <w:sz w:val="28"/>
          <w:szCs w:val="28"/>
        </w:rPr>
      </w:pPr>
      <w:r>
        <w:rPr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Default="00E976BE">
      <w:pPr>
        <w:rPr>
          <w:sz w:val="28"/>
          <w:szCs w:val="28"/>
        </w:rPr>
      </w:pPr>
      <w:r>
        <w:rPr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E976BE" w:rsidRDefault="00E976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реализации подпрограммы  – 2015-2017 год</w:t>
      </w: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pStyle w:val="Heading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E976BE" w:rsidRDefault="00E976BE"/>
    <w:p w:rsidR="00E976BE" w:rsidRDefault="00E976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  <w:sectPr w:rsidR="00E976BE" w:rsidSect="008C15F0">
          <w:headerReference w:type="default" r:id="rId7"/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E976BE" w:rsidRDefault="00E976BE">
      <w:pPr>
        <w:pStyle w:val="Heading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Перечень мероприятий подпрограммы </w:t>
      </w:r>
    </w:p>
    <w:p w:rsidR="00E976BE" w:rsidRDefault="00E976BE">
      <w:pPr>
        <w:pStyle w:val="Heading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</w:t>
      </w:r>
    </w:p>
    <w:p w:rsidR="00E976BE" w:rsidRDefault="00E976BE"/>
    <w:tbl>
      <w:tblPr>
        <w:tblW w:w="14133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677"/>
        <w:gridCol w:w="1920"/>
        <w:gridCol w:w="842"/>
        <w:gridCol w:w="1763"/>
        <w:gridCol w:w="184"/>
        <w:gridCol w:w="1489"/>
        <w:gridCol w:w="46"/>
        <w:gridCol w:w="100"/>
        <w:gridCol w:w="896"/>
        <w:gridCol w:w="35"/>
        <w:gridCol w:w="925"/>
        <w:gridCol w:w="35"/>
        <w:gridCol w:w="927"/>
        <w:gridCol w:w="46"/>
        <w:gridCol w:w="1948"/>
        <w:gridCol w:w="21"/>
        <w:gridCol w:w="2279"/>
      </w:tblGrid>
      <w:tr w:rsidR="00E976BE">
        <w:tc>
          <w:tcPr>
            <w:tcW w:w="627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1921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3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65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415" w:type="dxa"/>
            <w:gridSpan w:val="4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rPr>
                <w:sz w:val="22"/>
                <w:szCs w:val="22"/>
              </w:rPr>
              <w:t xml:space="preserve">Объем финансирования, всего </w:t>
            </w:r>
          </w:p>
          <w:p w:rsidR="00E976BE" w:rsidRDefault="00E976BE">
            <w:pPr>
              <w:jc w:val="center"/>
            </w:pPr>
            <w:r>
              <w:rPr>
                <w:sz w:val="22"/>
                <w:szCs w:val="22"/>
              </w:rPr>
              <w:t>(тыс. руб.)</w:t>
            </w:r>
          </w:p>
        </w:tc>
        <w:tc>
          <w:tcPr>
            <w:tcW w:w="3686" w:type="dxa"/>
            <w:gridSpan w:val="5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1840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2141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ind w:left="-4" w:hanging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976BE">
        <w:tc>
          <w:tcPr>
            <w:tcW w:w="627" w:type="dxa"/>
            <w:vMerge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vMerge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4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132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2015 год</w:t>
            </w: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2016 год</w:t>
            </w:r>
          </w:p>
          <w:p w:rsidR="00E976BE" w:rsidRDefault="00E976BE">
            <w:pPr>
              <w:jc w:val="center"/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2017 год</w:t>
            </w:r>
          </w:p>
          <w:p w:rsidR="00E976BE" w:rsidRDefault="00E976BE">
            <w:pPr>
              <w:jc w:val="center"/>
            </w:pPr>
          </w:p>
        </w:tc>
        <w:tc>
          <w:tcPr>
            <w:tcW w:w="1841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ind w:left="318" w:hanging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76BE">
        <w:tc>
          <w:tcPr>
            <w:tcW w:w="627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</w:t>
            </w:r>
          </w:p>
        </w:tc>
        <w:tc>
          <w:tcPr>
            <w:tcW w:w="1921" w:type="dxa"/>
            <w:tcMar>
              <w:left w:w="88" w:type="dxa"/>
            </w:tcMar>
          </w:tcPr>
          <w:p w:rsidR="00E976BE" w:rsidRDefault="00E976BE">
            <w:pPr>
              <w:ind w:left="-82" w:right="-68" w:hanging="360"/>
              <w:jc w:val="center"/>
            </w:pPr>
            <w:r>
              <w:t>2</w:t>
            </w:r>
          </w:p>
        </w:tc>
        <w:tc>
          <w:tcPr>
            <w:tcW w:w="843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3</w:t>
            </w:r>
          </w:p>
        </w:tc>
        <w:tc>
          <w:tcPr>
            <w:tcW w:w="1658" w:type="dxa"/>
            <w:tcMar>
              <w:left w:w="88" w:type="dxa"/>
            </w:tcMar>
          </w:tcPr>
          <w:p w:rsidR="00E976BE" w:rsidRDefault="00E976B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5" w:type="dxa"/>
            <w:gridSpan w:val="4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5</w:t>
            </w:r>
          </w:p>
        </w:tc>
        <w:tc>
          <w:tcPr>
            <w:tcW w:w="1132" w:type="dxa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1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9</w:t>
            </w:r>
          </w:p>
        </w:tc>
        <w:tc>
          <w:tcPr>
            <w:tcW w:w="2147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</w:t>
            </w:r>
          </w:p>
        </w:tc>
      </w:tr>
      <w:tr w:rsidR="00E976BE">
        <w:tc>
          <w:tcPr>
            <w:tcW w:w="627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1.</w:t>
            </w:r>
          </w:p>
        </w:tc>
        <w:tc>
          <w:tcPr>
            <w:tcW w:w="1921" w:type="dxa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r>
              <w:t>Ц         цель</w:t>
            </w:r>
          </w:p>
        </w:tc>
        <w:tc>
          <w:tcPr>
            <w:tcW w:w="11583" w:type="dxa"/>
            <w:gridSpan w:val="15"/>
            <w:tcMar>
              <w:left w:w="88" w:type="dxa"/>
            </w:tcMar>
          </w:tcPr>
          <w:p w:rsidR="00E976BE" w:rsidRDefault="00E976BE">
            <w:pPr>
              <w:jc w:val="both"/>
            </w:pPr>
            <w: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  <w:p w:rsidR="00E976BE" w:rsidRDefault="00E976BE">
            <w:pPr>
              <w:jc w:val="both"/>
            </w:pPr>
          </w:p>
        </w:tc>
      </w:tr>
      <w:tr w:rsidR="00E976BE">
        <w:tc>
          <w:tcPr>
            <w:tcW w:w="627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1.1</w:t>
            </w:r>
          </w:p>
        </w:tc>
        <w:tc>
          <w:tcPr>
            <w:tcW w:w="1921" w:type="dxa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r>
              <w:t>З         задача</w:t>
            </w:r>
          </w:p>
        </w:tc>
        <w:tc>
          <w:tcPr>
            <w:tcW w:w="11583" w:type="dxa"/>
            <w:gridSpan w:val="15"/>
            <w:tcMar>
              <w:left w:w="88" w:type="dxa"/>
            </w:tcMar>
          </w:tcPr>
          <w:p w:rsidR="00E976BE" w:rsidRDefault="00E976BE">
            <w: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  <w:p w:rsidR="00E976BE" w:rsidRDefault="00E976BE"/>
        </w:tc>
      </w:tr>
      <w:tr w:rsidR="00E976BE">
        <w:tc>
          <w:tcPr>
            <w:tcW w:w="627" w:type="dxa"/>
            <w:vMerge w:val="restart"/>
            <w:tcMar>
              <w:left w:w="88" w:type="dxa"/>
            </w:tcMar>
          </w:tcPr>
          <w:p w:rsidR="00E976BE" w:rsidRDefault="00E976BE">
            <w:r>
              <w:t>1.1.1</w:t>
            </w:r>
          </w:p>
        </w:tc>
        <w:tc>
          <w:tcPr>
            <w:tcW w:w="1921" w:type="dxa"/>
            <w:vMerge w:val="restart"/>
            <w:tcMar>
              <w:left w:w="88" w:type="dxa"/>
            </w:tcMar>
          </w:tcPr>
          <w:p w:rsidR="00E976BE" w:rsidRDefault="00E976BE" w:rsidP="008A0D0B">
            <w:pPr>
              <w:ind w:left="-82" w:right="-68" w:hanging="360"/>
            </w:pPr>
            <w:r>
              <w:t>Об  Участие в мероприятиях рамках районного  фестиваля</w:t>
            </w:r>
          </w:p>
          <w:p w:rsidR="00E976BE" w:rsidRDefault="00E976BE" w:rsidP="008A0D0B">
            <w:pPr>
              <w:ind w:left="-45" w:right="-129" w:hanging="3"/>
            </w:pPr>
            <w:r>
              <w:t>народного творчества «Таманская музыкальная весна»</w:t>
            </w:r>
          </w:p>
          <w:p w:rsidR="00E976BE" w:rsidRDefault="00E976BE" w:rsidP="008A0D0B">
            <w:pPr>
              <w:ind w:left="-45" w:right="-129" w:hanging="3"/>
            </w:pPr>
          </w:p>
          <w:p w:rsidR="00E976BE" w:rsidRDefault="00E976BE">
            <w:pPr>
              <w:ind w:left="-82" w:right="-68" w:hanging="360"/>
            </w:pPr>
            <w:r>
              <w:t>20</w:t>
            </w:r>
          </w:p>
          <w:p w:rsidR="00E976BE" w:rsidRDefault="00E976BE">
            <w:pPr>
              <w:ind w:left="-82" w:right="-68" w:hanging="360"/>
            </w:pPr>
          </w:p>
          <w:p w:rsidR="00E976BE" w:rsidRDefault="00E976BE">
            <w:pPr>
              <w:ind w:left="-82" w:right="-68" w:hanging="360"/>
            </w:pPr>
          </w:p>
          <w:p w:rsidR="00E976BE" w:rsidRPr="008A0D0B" w:rsidRDefault="00E976BE" w:rsidP="008A0D0B"/>
        </w:tc>
        <w:tc>
          <w:tcPr>
            <w:tcW w:w="843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5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90" w:type="dxa"/>
            <w:tcMar>
              <w:left w:w="88" w:type="dxa"/>
            </w:tcMar>
          </w:tcPr>
          <w:p w:rsidR="00E976BE" w:rsidRPr="00B24E68" w:rsidRDefault="00E976BE">
            <w:pPr>
              <w:jc w:val="center"/>
            </w:pPr>
            <w:r w:rsidRPr="00B24E68">
              <w:t>10</w:t>
            </w:r>
          </w:p>
        </w:tc>
        <w:tc>
          <w:tcPr>
            <w:tcW w:w="1272" w:type="dxa"/>
            <w:gridSpan w:val="3"/>
            <w:tcMar>
              <w:left w:w="88" w:type="dxa"/>
            </w:tcMar>
          </w:tcPr>
          <w:p w:rsidR="00E976BE" w:rsidRPr="00B24E68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Pr="00B24E68" w:rsidRDefault="00E976BE">
            <w:pPr>
              <w:pStyle w:val="a6"/>
              <w:jc w:val="center"/>
              <w:rPr>
                <w:rFonts w:cs="Times New Roman"/>
              </w:rPr>
            </w:pPr>
            <w:r w:rsidRPr="00B24E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1" w:type="dxa"/>
            <w:gridSpan w:val="2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rPr>
                <w:color w:val="000000"/>
                <w:shd w:val="clear" w:color="auto" w:fill="FFFFFF"/>
              </w:rPr>
              <w:t xml:space="preserve">100% выполнение муниципального задания МБУК </w:t>
            </w:r>
          </w:p>
        </w:tc>
        <w:tc>
          <w:tcPr>
            <w:tcW w:w="2147" w:type="dxa"/>
            <w:gridSpan w:val="2"/>
            <w:vMerge w:val="restart"/>
            <w:tcMar>
              <w:left w:w="88" w:type="dxa"/>
            </w:tcMar>
          </w:tcPr>
          <w:p w:rsidR="00E976BE" w:rsidRDefault="00E976BE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E976BE" w:rsidRDefault="00E976BE">
            <w:pPr>
              <w:ind w:hanging="3"/>
              <w:jc w:val="center"/>
            </w:pPr>
            <w:r>
              <w:t>сельского</w:t>
            </w:r>
          </w:p>
          <w:p w:rsidR="00E976BE" w:rsidRDefault="00E976BE">
            <w:pPr>
              <w:ind w:hanging="3"/>
              <w:jc w:val="center"/>
            </w:pPr>
            <w:r>
              <w:t>поселения,</w:t>
            </w:r>
          </w:p>
          <w:p w:rsidR="00E976BE" w:rsidRDefault="00E976BE">
            <w:pPr>
              <w:ind w:hanging="3"/>
              <w:jc w:val="center"/>
            </w:pPr>
            <w:r>
              <w:rPr>
                <w:rFonts w:ascii="Times New Roman CYR" w:hAnsi="Times New Roman CYR" w:cs="Times New Roman CYR"/>
              </w:rPr>
              <w:t>МБУК «Вышестеблиевская ЦКС»</w:t>
            </w:r>
          </w:p>
          <w:p w:rsidR="00E976BE" w:rsidRDefault="00E976BE">
            <w:pPr>
              <w:jc w:val="center"/>
            </w:pPr>
          </w:p>
        </w:tc>
      </w:tr>
      <w:tr w:rsidR="00E976BE">
        <w:tc>
          <w:tcPr>
            <w:tcW w:w="62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90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272" w:type="dxa"/>
            <w:gridSpan w:val="3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gridSpan w:val="2"/>
            <w:vMerge/>
            <w:tcMar>
              <w:left w:w="88" w:type="dxa"/>
            </w:tcMar>
          </w:tcPr>
          <w:p w:rsidR="00E976BE" w:rsidRDefault="00E976BE"/>
        </w:tc>
        <w:tc>
          <w:tcPr>
            <w:tcW w:w="2147" w:type="dxa"/>
            <w:gridSpan w:val="2"/>
            <w:vMerge/>
            <w:tcMar>
              <w:left w:w="88" w:type="dxa"/>
            </w:tcMar>
          </w:tcPr>
          <w:p w:rsidR="00E976BE" w:rsidRDefault="00E976BE"/>
        </w:tc>
      </w:tr>
      <w:tr w:rsidR="00E976BE">
        <w:tc>
          <w:tcPr>
            <w:tcW w:w="62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90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272" w:type="dxa"/>
            <w:gridSpan w:val="3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gridSpan w:val="2"/>
            <w:vMerge/>
            <w:tcMar>
              <w:left w:w="88" w:type="dxa"/>
            </w:tcMar>
          </w:tcPr>
          <w:p w:rsidR="00E976BE" w:rsidRDefault="00E976BE"/>
        </w:tc>
        <w:tc>
          <w:tcPr>
            <w:tcW w:w="2147" w:type="dxa"/>
            <w:gridSpan w:val="2"/>
            <w:vMerge/>
            <w:tcMar>
              <w:left w:w="88" w:type="dxa"/>
            </w:tcMar>
          </w:tcPr>
          <w:p w:rsidR="00E976BE" w:rsidRDefault="00E976BE"/>
        </w:tc>
      </w:tr>
      <w:tr w:rsidR="00E976BE">
        <w:tc>
          <w:tcPr>
            <w:tcW w:w="62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09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</w:t>
            </w:r>
          </w:p>
        </w:tc>
        <w:tc>
          <w:tcPr>
            <w:tcW w:w="1272" w:type="dxa"/>
            <w:gridSpan w:val="3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gridSpan w:val="2"/>
            <w:vMerge/>
            <w:tcMar>
              <w:left w:w="88" w:type="dxa"/>
            </w:tcMar>
          </w:tcPr>
          <w:p w:rsidR="00E976BE" w:rsidRDefault="00E976BE"/>
        </w:tc>
        <w:tc>
          <w:tcPr>
            <w:tcW w:w="2147" w:type="dxa"/>
            <w:gridSpan w:val="2"/>
            <w:vMerge/>
            <w:tcMar>
              <w:left w:w="88" w:type="dxa"/>
            </w:tcMar>
          </w:tcPr>
          <w:p w:rsidR="00E976BE" w:rsidRDefault="00E976BE"/>
        </w:tc>
      </w:tr>
      <w:tr w:rsidR="00E976BE">
        <w:trPr>
          <w:trHeight w:val="873"/>
        </w:trPr>
        <w:tc>
          <w:tcPr>
            <w:tcW w:w="62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90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272" w:type="dxa"/>
            <w:gridSpan w:val="3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841" w:type="dxa"/>
            <w:gridSpan w:val="2"/>
            <w:vMerge/>
            <w:tcMar>
              <w:left w:w="88" w:type="dxa"/>
            </w:tcMar>
          </w:tcPr>
          <w:p w:rsidR="00E976BE" w:rsidRDefault="00E976BE"/>
        </w:tc>
        <w:tc>
          <w:tcPr>
            <w:tcW w:w="2147" w:type="dxa"/>
            <w:gridSpan w:val="2"/>
            <w:vMerge/>
            <w:tcMar>
              <w:left w:w="88" w:type="dxa"/>
            </w:tcMar>
          </w:tcPr>
          <w:p w:rsidR="00E976BE" w:rsidRDefault="00E976BE"/>
        </w:tc>
      </w:tr>
      <w:tr w:rsidR="00E976BE">
        <w:trPr>
          <w:trHeight w:val="403"/>
        </w:trPr>
        <w:tc>
          <w:tcPr>
            <w:tcW w:w="627" w:type="dxa"/>
            <w:tcMar>
              <w:left w:w="88" w:type="dxa"/>
            </w:tcMar>
          </w:tcPr>
          <w:p w:rsidR="00E976BE" w:rsidRDefault="00E976BE" w:rsidP="00BB3D7C">
            <w:pPr>
              <w:jc w:val="center"/>
            </w:pPr>
            <w:r>
              <w:t>1</w:t>
            </w:r>
          </w:p>
        </w:tc>
        <w:tc>
          <w:tcPr>
            <w:tcW w:w="1921" w:type="dxa"/>
            <w:tcMar>
              <w:left w:w="88" w:type="dxa"/>
            </w:tcMar>
          </w:tcPr>
          <w:p w:rsidR="00E976BE" w:rsidRDefault="00E976BE" w:rsidP="00BB3D7C">
            <w:pPr>
              <w:ind w:left="39" w:right="-68" w:hanging="360"/>
              <w:jc w:val="center"/>
            </w:pPr>
            <w:r>
              <w:t>2</w:t>
            </w:r>
          </w:p>
        </w:tc>
        <w:tc>
          <w:tcPr>
            <w:tcW w:w="843" w:type="dxa"/>
            <w:tcMar>
              <w:left w:w="88" w:type="dxa"/>
            </w:tcMar>
          </w:tcPr>
          <w:p w:rsidR="00E976BE" w:rsidRDefault="00E976BE" w:rsidP="00BB3D7C">
            <w:pPr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 w:rsidP="00BB3D7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90" w:type="dxa"/>
            <w:tcMar>
              <w:left w:w="88" w:type="dxa"/>
            </w:tcMar>
          </w:tcPr>
          <w:p w:rsidR="00E976BE" w:rsidRDefault="00E976BE" w:rsidP="00BB3D7C">
            <w:pPr>
              <w:jc w:val="center"/>
            </w:pPr>
            <w:r>
              <w:t>5</w:t>
            </w:r>
          </w:p>
        </w:tc>
        <w:tc>
          <w:tcPr>
            <w:tcW w:w="1272" w:type="dxa"/>
            <w:gridSpan w:val="3"/>
            <w:tcMar>
              <w:left w:w="88" w:type="dxa"/>
            </w:tcMar>
          </w:tcPr>
          <w:p w:rsidR="00E976BE" w:rsidRDefault="00E976BE" w:rsidP="00BB3D7C">
            <w:pPr>
              <w:jc w:val="center"/>
            </w:pPr>
            <w:r>
              <w:t>6</w:t>
            </w: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Default="00E976BE" w:rsidP="00BB3D7C">
            <w:pPr>
              <w:jc w:val="center"/>
            </w:pPr>
            <w:r>
              <w:t>7</w:t>
            </w: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 w:rsidP="00BB3D7C">
            <w:pPr>
              <w:jc w:val="center"/>
            </w:pPr>
            <w:r>
              <w:t>8</w:t>
            </w:r>
          </w:p>
        </w:tc>
        <w:tc>
          <w:tcPr>
            <w:tcW w:w="1841" w:type="dxa"/>
            <w:gridSpan w:val="2"/>
            <w:tcMar>
              <w:left w:w="88" w:type="dxa"/>
            </w:tcMar>
          </w:tcPr>
          <w:p w:rsidR="00E976BE" w:rsidRDefault="00E976BE" w:rsidP="00BB3D7C">
            <w:pPr>
              <w:jc w:val="center"/>
            </w:pPr>
            <w:r>
              <w:t>9</w:t>
            </w:r>
          </w:p>
        </w:tc>
        <w:tc>
          <w:tcPr>
            <w:tcW w:w="2147" w:type="dxa"/>
            <w:gridSpan w:val="2"/>
            <w:tcMar>
              <w:left w:w="88" w:type="dxa"/>
            </w:tcMar>
          </w:tcPr>
          <w:p w:rsidR="00E976BE" w:rsidRDefault="00E976BE" w:rsidP="00BB3D7C">
            <w:pPr>
              <w:jc w:val="center"/>
            </w:pPr>
          </w:p>
        </w:tc>
      </w:tr>
      <w:tr w:rsidR="00E976BE">
        <w:trPr>
          <w:trHeight w:val="564"/>
        </w:trPr>
        <w:tc>
          <w:tcPr>
            <w:tcW w:w="627" w:type="dxa"/>
            <w:vMerge w:val="restart"/>
            <w:tcMar>
              <w:left w:w="88" w:type="dxa"/>
            </w:tcMar>
          </w:tcPr>
          <w:p w:rsidR="00E976BE" w:rsidRDefault="00E976BE">
            <w:r>
              <w:t>1.1.2</w:t>
            </w:r>
          </w:p>
        </w:tc>
        <w:tc>
          <w:tcPr>
            <w:tcW w:w="1921" w:type="dxa"/>
            <w:vMerge w:val="restart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r>
              <w:t>Об  Участие коллективов народного творчества в  краевых, районных фестивалях,</w:t>
            </w:r>
          </w:p>
          <w:p w:rsidR="00E976BE" w:rsidRDefault="00E976BE">
            <w:pPr>
              <w:ind w:left="-82" w:right="-68" w:hanging="360"/>
            </w:pPr>
            <w:r>
              <w:t>конкурсах, праздниках</w:t>
            </w:r>
          </w:p>
        </w:tc>
        <w:tc>
          <w:tcPr>
            <w:tcW w:w="843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90" w:type="dxa"/>
            <w:tcMar>
              <w:left w:w="88" w:type="dxa"/>
            </w:tcMar>
          </w:tcPr>
          <w:p w:rsidR="00E976BE" w:rsidRPr="006E7535" w:rsidRDefault="00E976BE">
            <w:pPr>
              <w:jc w:val="center"/>
            </w:pPr>
            <w:r w:rsidRPr="006E7535">
              <w:t>10</w:t>
            </w:r>
          </w:p>
          <w:p w:rsidR="00E976BE" w:rsidRPr="006E7535" w:rsidRDefault="00E976BE"/>
        </w:tc>
        <w:tc>
          <w:tcPr>
            <w:tcW w:w="1272" w:type="dxa"/>
            <w:gridSpan w:val="3"/>
            <w:tcMar>
              <w:left w:w="88" w:type="dxa"/>
            </w:tcMar>
          </w:tcPr>
          <w:p w:rsidR="00E976BE" w:rsidRPr="006E7535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Pr="006E7535" w:rsidRDefault="00E976BE">
            <w:pPr>
              <w:pStyle w:val="a6"/>
              <w:jc w:val="center"/>
              <w:rPr>
                <w:rFonts w:cs="Times New Roman"/>
              </w:rPr>
            </w:pPr>
            <w:r w:rsidRPr="006E753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1" w:type="dxa"/>
            <w:gridSpan w:val="2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rPr>
                <w:color w:val="000000"/>
                <w:shd w:val="clear" w:color="auto" w:fill="FFFFFF"/>
              </w:rPr>
              <w:t xml:space="preserve">100% выполнение муниципального задания </w:t>
            </w:r>
          </w:p>
        </w:tc>
        <w:tc>
          <w:tcPr>
            <w:tcW w:w="2147" w:type="dxa"/>
            <w:gridSpan w:val="2"/>
            <w:vMerge w:val="restart"/>
            <w:tcMar>
              <w:left w:w="88" w:type="dxa"/>
            </w:tcMar>
          </w:tcPr>
          <w:p w:rsidR="00E976BE" w:rsidRDefault="00E976BE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E976BE" w:rsidRDefault="00E976BE">
            <w:pPr>
              <w:ind w:hanging="3"/>
              <w:jc w:val="center"/>
            </w:pPr>
            <w:r>
              <w:t>сельского</w:t>
            </w:r>
          </w:p>
          <w:p w:rsidR="00E976BE" w:rsidRDefault="00E976BE">
            <w:pPr>
              <w:ind w:hanging="3"/>
              <w:jc w:val="center"/>
            </w:pPr>
            <w:r>
              <w:t>поселения,</w:t>
            </w:r>
          </w:p>
          <w:p w:rsidR="00E976BE" w:rsidRDefault="00E976BE">
            <w:pPr>
              <w:ind w:hanging="3"/>
              <w:jc w:val="center"/>
            </w:pPr>
            <w:r>
              <w:rPr>
                <w:rFonts w:ascii="Times New Roman CYR" w:hAnsi="Times New Roman CYR" w:cs="Times New Roman CYR"/>
              </w:rPr>
              <w:t>МБУК «Вышестеблиевская ЦКС»</w:t>
            </w:r>
          </w:p>
          <w:p w:rsidR="00E976BE" w:rsidRDefault="00E976BE">
            <w:pPr>
              <w:ind w:hanging="3"/>
              <w:jc w:val="center"/>
            </w:pPr>
          </w:p>
        </w:tc>
      </w:tr>
      <w:tr w:rsidR="00E976BE">
        <w:tc>
          <w:tcPr>
            <w:tcW w:w="62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90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272" w:type="dxa"/>
            <w:gridSpan w:val="3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gridSpan w:val="2"/>
            <w:vMerge/>
            <w:tcMar>
              <w:left w:w="88" w:type="dxa"/>
            </w:tcMar>
          </w:tcPr>
          <w:p w:rsidR="00E976BE" w:rsidRDefault="00E976BE"/>
        </w:tc>
        <w:tc>
          <w:tcPr>
            <w:tcW w:w="2147" w:type="dxa"/>
            <w:gridSpan w:val="2"/>
            <w:vMerge/>
            <w:tcMar>
              <w:left w:w="88" w:type="dxa"/>
            </w:tcMar>
          </w:tcPr>
          <w:p w:rsidR="00E976BE" w:rsidRDefault="00E976BE"/>
        </w:tc>
      </w:tr>
      <w:tr w:rsidR="00E976BE">
        <w:tc>
          <w:tcPr>
            <w:tcW w:w="62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90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272" w:type="dxa"/>
            <w:gridSpan w:val="3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gridSpan w:val="2"/>
            <w:vMerge/>
            <w:tcMar>
              <w:left w:w="88" w:type="dxa"/>
            </w:tcMar>
          </w:tcPr>
          <w:p w:rsidR="00E976BE" w:rsidRDefault="00E976BE"/>
        </w:tc>
        <w:tc>
          <w:tcPr>
            <w:tcW w:w="2147" w:type="dxa"/>
            <w:gridSpan w:val="2"/>
            <w:vMerge/>
            <w:tcMar>
              <w:left w:w="88" w:type="dxa"/>
            </w:tcMar>
          </w:tcPr>
          <w:p w:rsidR="00E976BE" w:rsidRDefault="00E976BE"/>
        </w:tc>
      </w:tr>
      <w:tr w:rsidR="00E976BE">
        <w:tc>
          <w:tcPr>
            <w:tcW w:w="62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09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</w:t>
            </w:r>
          </w:p>
        </w:tc>
        <w:tc>
          <w:tcPr>
            <w:tcW w:w="1272" w:type="dxa"/>
            <w:gridSpan w:val="3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gridSpan w:val="2"/>
            <w:vMerge/>
            <w:tcMar>
              <w:left w:w="88" w:type="dxa"/>
            </w:tcMar>
          </w:tcPr>
          <w:p w:rsidR="00E976BE" w:rsidRDefault="00E976BE"/>
        </w:tc>
        <w:tc>
          <w:tcPr>
            <w:tcW w:w="2147" w:type="dxa"/>
            <w:gridSpan w:val="2"/>
            <w:vMerge/>
            <w:tcMar>
              <w:left w:w="88" w:type="dxa"/>
            </w:tcMar>
          </w:tcPr>
          <w:p w:rsidR="00E976BE" w:rsidRDefault="00E976BE"/>
        </w:tc>
      </w:tr>
      <w:tr w:rsidR="00E976BE">
        <w:trPr>
          <w:trHeight w:val="593"/>
        </w:trPr>
        <w:tc>
          <w:tcPr>
            <w:tcW w:w="62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90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272" w:type="dxa"/>
            <w:gridSpan w:val="3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841" w:type="dxa"/>
            <w:gridSpan w:val="2"/>
            <w:vMerge/>
            <w:tcMar>
              <w:left w:w="88" w:type="dxa"/>
            </w:tcMar>
          </w:tcPr>
          <w:p w:rsidR="00E976BE" w:rsidRDefault="00E976BE"/>
        </w:tc>
        <w:tc>
          <w:tcPr>
            <w:tcW w:w="2147" w:type="dxa"/>
            <w:gridSpan w:val="2"/>
            <w:vMerge/>
            <w:tcMar>
              <w:left w:w="88" w:type="dxa"/>
            </w:tcMar>
          </w:tcPr>
          <w:p w:rsidR="00E976BE" w:rsidRDefault="00E976BE"/>
        </w:tc>
      </w:tr>
      <w:tr w:rsidR="00E976BE">
        <w:tc>
          <w:tcPr>
            <w:tcW w:w="627" w:type="dxa"/>
            <w:vMerge w:val="restart"/>
            <w:tcMar>
              <w:left w:w="88" w:type="dxa"/>
            </w:tcMar>
          </w:tcPr>
          <w:p w:rsidR="00E976BE" w:rsidRDefault="00E976BE">
            <w:r>
              <w:t>1.1.3</w:t>
            </w:r>
          </w:p>
        </w:tc>
        <w:tc>
          <w:tcPr>
            <w:tcW w:w="1921" w:type="dxa"/>
            <w:vMerge w:val="restart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r>
              <w:t>Об Участие в мероприятиях, в рамках Международного фестиваля фольклора «Голоса традиций»</w:t>
            </w:r>
          </w:p>
          <w:p w:rsidR="00E976BE" w:rsidRDefault="00E976BE">
            <w:pPr>
              <w:ind w:left="-82" w:right="-68" w:hanging="360"/>
            </w:pPr>
          </w:p>
          <w:p w:rsidR="00E976BE" w:rsidRDefault="00E976BE">
            <w:pPr>
              <w:ind w:left="-82" w:right="-68" w:hanging="360"/>
            </w:pPr>
          </w:p>
          <w:p w:rsidR="00E976BE" w:rsidRDefault="00E976BE">
            <w:pPr>
              <w:ind w:left="-82" w:right="-68" w:hanging="360"/>
            </w:pPr>
          </w:p>
          <w:p w:rsidR="00E976BE" w:rsidRDefault="00E976BE">
            <w:pPr>
              <w:ind w:left="-82" w:right="-68" w:hanging="360"/>
            </w:pPr>
          </w:p>
          <w:p w:rsidR="00E976BE" w:rsidRDefault="00E976BE">
            <w:pPr>
              <w:ind w:left="-82" w:right="-68" w:hanging="360"/>
            </w:pPr>
          </w:p>
        </w:tc>
        <w:tc>
          <w:tcPr>
            <w:tcW w:w="843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2" w:type="dxa"/>
            <w:gridSpan w:val="2"/>
            <w:tcMar>
              <w:left w:w="88" w:type="dxa"/>
            </w:tcMar>
          </w:tcPr>
          <w:p w:rsidR="00E976BE" w:rsidRPr="006E7535" w:rsidRDefault="00E976BE">
            <w:pPr>
              <w:ind w:left="-3" w:right="-3" w:hanging="60"/>
              <w:jc w:val="center"/>
            </w:pPr>
            <w:r w:rsidRPr="006E7535">
              <w:t>5</w:t>
            </w:r>
          </w:p>
        </w:tc>
        <w:tc>
          <w:tcPr>
            <w:tcW w:w="1275" w:type="dxa"/>
            <w:gridSpan w:val="3"/>
            <w:tcMar>
              <w:left w:w="88" w:type="dxa"/>
            </w:tcMar>
          </w:tcPr>
          <w:p w:rsidR="00E976BE" w:rsidRPr="006E7535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Pr="006E7535" w:rsidRDefault="00E976BE">
            <w:pPr>
              <w:pStyle w:val="a6"/>
              <w:jc w:val="center"/>
              <w:rPr>
                <w:rFonts w:cs="Times New Roman"/>
              </w:rPr>
            </w:pPr>
            <w:r w:rsidRPr="006E75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2" w:type="dxa"/>
            <w:gridSpan w:val="2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rPr>
                <w:color w:val="000000"/>
                <w:shd w:val="clear" w:color="auto" w:fill="FFFFFF"/>
              </w:rPr>
              <w:t xml:space="preserve">100% выполнение бюджетной сметы </w:t>
            </w:r>
          </w:p>
        </w:tc>
        <w:tc>
          <w:tcPr>
            <w:tcW w:w="2101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 xml:space="preserve">Заказчик - Администрация Вышестеблиевского </w:t>
            </w:r>
          </w:p>
          <w:p w:rsidR="00E976BE" w:rsidRDefault="00E976BE">
            <w:pPr>
              <w:ind w:hanging="3"/>
              <w:jc w:val="center"/>
            </w:pPr>
            <w:r>
              <w:t>сельского</w:t>
            </w:r>
          </w:p>
          <w:p w:rsidR="00E976BE" w:rsidRDefault="00E976BE">
            <w:pPr>
              <w:ind w:hanging="3"/>
              <w:jc w:val="center"/>
            </w:pPr>
            <w:r>
              <w:t>поселения,</w:t>
            </w:r>
          </w:p>
          <w:p w:rsidR="00E976BE" w:rsidRDefault="00E976BE" w:rsidP="00B4046C">
            <w:pPr>
              <w:ind w:hanging="3"/>
              <w:jc w:val="center"/>
            </w:pPr>
            <w:r>
              <w:rPr>
                <w:rFonts w:ascii="Times New Roman CYR" w:hAnsi="Times New Roman CYR" w:cs="Times New Roman CYR"/>
              </w:rPr>
              <w:t>МБУК «Вышестеблиевская ЦКС»</w:t>
            </w:r>
          </w:p>
        </w:tc>
      </w:tr>
      <w:tr w:rsidR="00E976BE">
        <w:tc>
          <w:tcPr>
            <w:tcW w:w="62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  <w:rPr>
                <w:b/>
                <w:bCs/>
              </w:rPr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2" w:type="dxa"/>
            <w:gridSpan w:val="2"/>
            <w:tcMar>
              <w:left w:w="88" w:type="dxa"/>
            </w:tcMar>
          </w:tcPr>
          <w:p w:rsidR="00E976BE" w:rsidRDefault="00E976BE">
            <w:pPr>
              <w:ind w:left="-3" w:right="-3" w:hanging="6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3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vMerge/>
            <w:tcMar>
              <w:left w:w="88" w:type="dxa"/>
            </w:tcMar>
          </w:tcPr>
          <w:p w:rsidR="00E976BE" w:rsidRDefault="00E976BE"/>
        </w:tc>
        <w:tc>
          <w:tcPr>
            <w:tcW w:w="2101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</w:tr>
      <w:tr w:rsidR="00E976BE">
        <w:tc>
          <w:tcPr>
            <w:tcW w:w="62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  <w:rPr>
                <w:b/>
                <w:bCs/>
              </w:rPr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2" w:type="dxa"/>
            <w:gridSpan w:val="2"/>
            <w:tcMar>
              <w:left w:w="88" w:type="dxa"/>
            </w:tcMar>
          </w:tcPr>
          <w:p w:rsidR="00E976BE" w:rsidRDefault="00E976BE">
            <w:pPr>
              <w:ind w:left="-3" w:right="-3" w:hanging="6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3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vMerge/>
            <w:tcMar>
              <w:left w:w="88" w:type="dxa"/>
            </w:tcMar>
          </w:tcPr>
          <w:p w:rsidR="00E976BE" w:rsidRDefault="00E976BE"/>
        </w:tc>
        <w:tc>
          <w:tcPr>
            <w:tcW w:w="2101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</w:tr>
      <w:tr w:rsidR="00E976BE">
        <w:tc>
          <w:tcPr>
            <w:tcW w:w="62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  <w:rPr>
                <w:b/>
                <w:bCs/>
              </w:rPr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132" w:type="dxa"/>
            <w:gridSpan w:val="2"/>
            <w:tcMar>
              <w:left w:w="88" w:type="dxa"/>
            </w:tcMar>
          </w:tcPr>
          <w:p w:rsidR="00E976BE" w:rsidRDefault="00E976BE">
            <w:pPr>
              <w:ind w:left="-3" w:right="-3" w:hanging="60"/>
              <w:jc w:val="center"/>
            </w:pPr>
            <w:r>
              <w:t>5</w:t>
            </w:r>
          </w:p>
        </w:tc>
        <w:tc>
          <w:tcPr>
            <w:tcW w:w="1275" w:type="dxa"/>
            <w:gridSpan w:val="3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vMerge/>
            <w:tcMar>
              <w:left w:w="88" w:type="dxa"/>
            </w:tcMar>
          </w:tcPr>
          <w:p w:rsidR="00E976BE" w:rsidRDefault="00E976BE"/>
        </w:tc>
        <w:tc>
          <w:tcPr>
            <w:tcW w:w="2101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</w:tr>
      <w:tr w:rsidR="00E976BE">
        <w:tc>
          <w:tcPr>
            <w:tcW w:w="62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  <w:rPr>
                <w:b/>
                <w:bCs/>
              </w:rPr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2" w:type="dxa"/>
            <w:gridSpan w:val="2"/>
            <w:tcMar>
              <w:left w:w="88" w:type="dxa"/>
            </w:tcMar>
          </w:tcPr>
          <w:p w:rsidR="00E976BE" w:rsidRDefault="00E976BE" w:rsidP="00B4046C">
            <w:pPr>
              <w:ind w:right="-3"/>
              <w:rPr>
                <w:b/>
                <w:bCs/>
              </w:rPr>
            </w:pPr>
          </w:p>
        </w:tc>
        <w:tc>
          <w:tcPr>
            <w:tcW w:w="1275" w:type="dxa"/>
            <w:gridSpan w:val="3"/>
            <w:tcMar>
              <w:left w:w="88" w:type="dxa"/>
            </w:tcMar>
          </w:tcPr>
          <w:p w:rsidR="00E976BE" w:rsidRDefault="00E976BE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Default="00E976BE">
            <w:pPr>
              <w:ind w:left="-3" w:right="-3" w:hanging="60"/>
              <w:jc w:val="center"/>
              <w:rPr>
                <w:b/>
                <w:bCs/>
              </w:rPr>
            </w:pP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 w:rsidP="00B4046C"/>
        </w:tc>
        <w:tc>
          <w:tcPr>
            <w:tcW w:w="1842" w:type="dxa"/>
            <w:gridSpan w:val="2"/>
            <w:vMerge/>
            <w:tcMar>
              <w:left w:w="88" w:type="dxa"/>
            </w:tcMar>
          </w:tcPr>
          <w:p w:rsidR="00E976BE" w:rsidRDefault="00E976BE"/>
        </w:tc>
        <w:tc>
          <w:tcPr>
            <w:tcW w:w="2101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</w:tr>
      <w:tr w:rsidR="00E976BE">
        <w:tc>
          <w:tcPr>
            <w:tcW w:w="627" w:type="dxa"/>
            <w:tcMar>
              <w:left w:w="88" w:type="dxa"/>
            </w:tcMar>
          </w:tcPr>
          <w:p w:rsidR="00E976BE" w:rsidRPr="008F7F72" w:rsidRDefault="00E976BE">
            <w:r>
              <w:t>1.2</w:t>
            </w:r>
          </w:p>
        </w:tc>
        <w:tc>
          <w:tcPr>
            <w:tcW w:w="1921" w:type="dxa"/>
            <w:tcMar>
              <w:left w:w="88" w:type="dxa"/>
            </w:tcMar>
          </w:tcPr>
          <w:p w:rsidR="00E976BE" w:rsidRPr="008F7F72" w:rsidRDefault="00E976BE">
            <w:pPr>
              <w:ind w:left="39" w:right="-68" w:hanging="360"/>
            </w:pPr>
            <w:r w:rsidRPr="008F7F72">
              <w:t xml:space="preserve">        задача</w:t>
            </w:r>
          </w:p>
        </w:tc>
        <w:tc>
          <w:tcPr>
            <w:tcW w:w="11583" w:type="dxa"/>
            <w:gridSpan w:val="15"/>
            <w:tcMar>
              <w:left w:w="88" w:type="dxa"/>
            </w:tcMar>
          </w:tcPr>
          <w:p w:rsidR="00E976BE" w:rsidRDefault="00E976BE">
            <w:pPr>
              <w:ind w:left="34" w:firstLine="425"/>
              <w:jc w:val="both"/>
            </w:pPr>
            <w:r>
              <w:t>-выявление и поддержка молодых дарований, талантливой творческой молодежи;</w:t>
            </w:r>
          </w:p>
        </w:tc>
      </w:tr>
      <w:tr w:rsidR="00E976BE">
        <w:tc>
          <w:tcPr>
            <w:tcW w:w="627" w:type="dxa"/>
            <w:vMerge w:val="restart"/>
            <w:tcMar>
              <w:left w:w="88" w:type="dxa"/>
            </w:tcMar>
          </w:tcPr>
          <w:p w:rsidR="00E976BE" w:rsidRDefault="00E976BE">
            <w:r>
              <w:t>1.2.1</w:t>
            </w:r>
          </w:p>
          <w:p w:rsidR="00E976BE" w:rsidRDefault="00E976BE"/>
        </w:tc>
        <w:tc>
          <w:tcPr>
            <w:tcW w:w="1921" w:type="dxa"/>
            <w:vMerge w:val="restart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r>
              <w:t>Об  Участие в мероприятиях , в рамках фестиваля детского творчества «Таманские звездочки»</w:t>
            </w:r>
          </w:p>
        </w:tc>
        <w:tc>
          <w:tcPr>
            <w:tcW w:w="843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2</w:t>
            </w:r>
          </w:p>
          <w:p w:rsidR="00E976BE" w:rsidRDefault="00E976BE"/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2" w:type="dxa"/>
            <w:gridSpan w:val="2"/>
            <w:tcMar>
              <w:left w:w="88" w:type="dxa"/>
            </w:tcMar>
          </w:tcPr>
          <w:p w:rsidR="00E976BE" w:rsidRPr="006E7535" w:rsidRDefault="00E976BE">
            <w:pPr>
              <w:ind w:left="-3" w:right="-3" w:hanging="60"/>
              <w:jc w:val="center"/>
            </w:pPr>
            <w:r w:rsidRPr="006E7535">
              <w:t>5</w:t>
            </w:r>
          </w:p>
        </w:tc>
        <w:tc>
          <w:tcPr>
            <w:tcW w:w="1275" w:type="dxa"/>
            <w:gridSpan w:val="3"/>
            <w:tcMar>
              <w:left w:w="88" w:type="dxa"/>
            </w:tcMar>
          </w:tcPr>
          <w:p w:rsidR="00E976BE" w:rsidRPr="006E7535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Pr="006E7535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Pr="006E7535" w:rsidRDefault="00E976BE">
            <w:pPr>
              <w:pStyle w:val="a6"/>
              <w:jc w:val="center"/>
              <w:rPr>
                <w:rFonts w:cs="Times New Roman"/>
              </w:rPr>
            </w:pPr>
            <w:r w:rsidRPr="006E75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gridSpan w:val="2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rPr>
                <w:color w:val="000000"/>
                <w:shd w:val="clear" w:color="auto" w:fill="FFFFFF"/>
              </w:rPr>
              <w:t xml:space="preserve">100% выполнение бюджетной сметы </w:t>
            </w:r>
          </w:p>
          <w:p w:rsidR="00E976BE" w:rsidRDefault="00E976BE" w:rsidP="00B4046C"/>
        </w:tc>
        <w:tc>
          <w:tcPr>
            <w:tcW w:w="2101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 xml:space="preserve">Заказчик - Администрация Вышестеблиевского </w:t>
            </w:r>
          </w:p>
          <w:p w:rsidR="00E976BE" w:rsidRDefault="00E976BE">
            <w:pPr>
              <w:ind w:hanging="3"/>
              <w:jc w:val="center"/>
            </w:pPr>
            <w:r>
              <w:t>сельского</w:t>
            </w:r>
          </w:p>
          <w:p w:rsidR="00E976BE" w:rsidRDefault="00E976BE">
            <w:pPr>
              <w:ind w:hanging="3"/>
              <w:jc w:val="center"/>
            </w:pPr>
            <w:r>
              <w:t>поселения,</w:t>
            </w:r>
          </w:p>
          <w:p w:rsidR="00E976BE" w:rsidRDefault="00E976BE" w:rsidP="00B4046C">
            <w:pPr>
              <w:ind w:hanging="3"/>
              <w:jc w:val="center"/>
            </w:pPr>
            <w:r>
              <w:rPr>
                <w:rFonts w:ascii="Times New Roman CYR" w:hAnsi="Times New Roman CYR" w:cs="Times New Roman CYR"/>
              </w:rPr>
              <w:t>МБУК «Вышестеблиевская ЦКС»</w:t>
            </w:r>
          </w:p>
          <w:p w:rsidR="00E976BE" w:rsidRDefault="00E976BE">
            <w:pPr>
              <w:jc w:val="center"/>
            </w:pPr>
          </w:p>
        </w:tc>
      </w:tr>
      <w:tr w:rsidR="00E976BE">
        <w:tc>
          <w:tcPr>
            <w:tcW w:w="62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  <w:rPr>
                <w:b/>
                <w:bCs/>
              </w:rPr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2" w:type="dxa"/>
            <w:gridSpan w:val="2"/>
            <w:tcMar>
              <w:left w:w="88" w:type="dxa"/>
            </w:tcMar>
          </w:tcPr>
          <w:p w:rsidR="00E976BE" w:rsidRDefault="00E976BE">
            <w:pPr>
              <w:ind w:left="-3" w:right="-3" w:hanging="6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3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vMerge/>
            <w:tcMar>
              <w:left w:w="88" w:type="dxa"/>
            </w:tcMar>
          </w:tcPr>
          <w:p w:rsidR="00E976BE" w:rsidRDefault="00E976BE"/>
        </w:tc>
        <w:tc>
          <w:tcPr>
            <w:tcW w:w="2101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</w:tr>
      <w:tr w:rsidR="00E976BE">
        <w:tc>
          <w:tcPr>
            <w:tcW w:w="62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  <w:rPr>
                <w:b/>
                <w:bCs/>
              </w:rPr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2" w:type="dxa"/>
            <w:gridSpan w:val="2"/>
            <w:tcMar>
              <w:left w:w="88" w:type="dxa"/>
            </w:tcMar>
          </w:tcPr>
          <w:p w:rsidR="00E976BE" w:rsidRDefault="00E976BE">
            <w:pPr>
              <w:ind w:left="-3" w:right="-3" w:hanging="6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3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vMerge/>
            <w:tcMar>
              <w:left w:w="88" w:type="dxa"/>
            </w:tcMar>
          </w:tcPr>
          <w:p w:rsidR="00E976BE" w:rsidRDefault="00E976BE"/>
        </w:tc>
        <w:tc>
          <w:tcPr>
            <w:tcW w:w="2101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</w:tr>
      <w:tr w:rsidR="00E976BE">
        <w:tc>
          <w:tcPr>
            <w:tcW w:w="62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  <w:rPr>
                <w:b/>
                <w:bCs/>
              </w:rPr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132" w:type="dxa"/>
            <w:gridSpan w:val="2"/>
            <w:tcMar>
              <w:left w:w="88" w:type="dxa"/>
            </w:tcMar>
          </w:tcPr>
          <w:p w:rsidR="00E976BE" w:rsidRDefault="00E976BE">
            <w:pPr>
              <w:ind w:left="-3" w:right="-3" w:hanging="60"/>
              <w:jc w:val="center"/>
            </w:pPr>
            <w:r>
              <w:t>5</w:t>
            </w:r>
          </w:p>
        </w:tc>
        <w:tc>
          <w:tcPr>
            <w:tcW w:w="1275" w:type="dxa"/>
            <w:gridSpan w:val="3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gridSpan w:val="2"/>
            <w:vMerge/>
            <w:tcMar>
              <w:left w:w="88" w:type="dxa"/>
            </w:tcMar>
          </w:tcPr>
          <w:p w:rsidR="00E976BE" w:rsidRDefault="00E976BE"/>
        </w:tc>
        <w:tc>
          <w:tcPr>
            <w:tcW w:w="2101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</w:tr>
      <w:tr w:rsidR="00E976BE">
        <w:tc>
          <w:tcPr>
            <w:tcW w:w="62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  <w:rPr>
                <w:b/>
                <w:bCs/>
              </w:rPr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2" w:type="dxa"/>
            <w:gridSpan w:val="2"/>
            <w:tcMar>
              <w:left w:w="88" w:type="dxa"/>
            </w:tcMar>
          </w:tcPr>
          <w:p w:rsidR="00E976BE" w:rsidRDefault="00E976BE">
            <w:pPr>
              <w:ind w:left="-3" w:right="-3" w:hanging="6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3"/>
            <w:tcMar>
              <w:left w:w="88" w:type="dxa"/>
            </w:tcMar>
          </w:tcPr>
          <w:p w:rsidR="00E976BE" w:rsidRDefault="00E976BE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Default="00E976BE" w:rsidP="00B4046C">
            <w:pPr>
              <w:ind w:left="-3" w:right="-3" w:hanging="60"/>
              <w:rPr>
                <w:b/>
                <w:bCs/>
              </w:rPr>
            </w:pP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 w:rsidP="00B4046C"/>
        </w:tc>
        <w:tc>
          <w:tcPr>
            <w:tcW w:w="1842" w:type="dxa"/>
            <w:gridSpan w:val="2"/>
            <w:vMerge/>
            <w:tcMar>
              <w:left w:w="88" w:type="dxa"/>
            </w:tcMar>
          </w:tcPr>
          <w:p w:rsidR="00E976BE" w:rsidRDefault="00E976BE"/>
        </w:tc>
        <w:tc>
          <w:tcPr>
            <w:tcW w:w="2101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</w:tr>
      <w:tr w:rsidR="00E976BE" w:rsidRPr="00B4046C">
        <w:tc>
          <w:tcPr>
            <w:tcW w:w="627" w:type="dxa"/>
            <w:tcMar>
              <w:left w:w="88" w:type="dxa"/>
            </w:tcMar>
          </w:tcPr>
          <w:p w:rsidR="00E976BE" w:rsidRPr="00B4046C" w:rsidRDefault="00E976BE" w:rsidP="00B4046C">
            <w:pPr>
              <w:jc w:val="center"/>
            </w:pPr>
            <w:r w:rsidRPr="00B4046C">
              <w:t>1</w:t>
            </w:r>
          </w:p>
        </w:tc>
        <w:tc>
          <w:tcPr>
            <w:tcW w:w="1921" w:type="dxa"/>
            <w:tcMar>
              <w:left w:w="88" w:type="dxa"/>
            </w:tcMar>
          </w:tcPr>
          <w:p w:rsidR="00E976BE" w:rsidRPr="00B4046C" w:rsidRDefault="00E976BE" w:rsidP="00B4046C">
            <w:pPr>
              <w:ind w:left="39" w:right="-68" w:hanging="360"/>
              <w:jc w:val="center"/>
            </w:pPr>
            <w:r w:rsidRPr="00B4046C">
              <w:t>2</w:t>
            </w:r>
          </w:p>
        </w:tc>
        <w:tc>
          <w:tcPr>
            <w:tcW w:w="843" w:type="dxa"/>
            <w:tcMar>
              <w:left w:w="88" w:type="dxa"/>
            </w:tcMar>
          </w:tcPr>
          <w:p w:rsidR="00E976BE" w:rsidRPr="00B4046C" w:rsidRDefault="00E976BE" w:rsidP="00B4046C">
            <w:pPr>
              <w:jc w:val="center"/>
            </w:pPr>
            <w:r w:rsidRPr="00B4046C">
              <w:t>3</w:t>
            </w: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Pr="00B4046C" w:rsidRDefault="00E976BE" w:rsidP="00B4046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404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2" w:type="dxa"/>
            <w:gridSpan w:val="2"/>
            <w:tcMar>
              <w:left w:w="88" w:type="dxa"/>
            </w:tcMar>
          </w:tcPr>
          <w:p w:rsidR="00E976BE" w:rsidRPr="00B4046C" w:rsidRDefault="00E976BE" w:rsidP="00B4046C">
            <w:pPr>
              <w:ind w:left="-3" w:right="-3" w:hanging="60"/>
              <w:jc w:val="center"/>
            </w:pPr>
            <w:r w:rsidRPr="00B4046C">
              <w:t>5</w:t>
            </w:r>
          </w:p>
        </w:tc>
        <w:tc>
          <w:tcPr>
            <w:tcW w:w="1275" w:type="dxa"/>
            <w:gridSpan w:val="3"/>
            <w:tcMar>
              <w:left w:w="88" w:type="dxa"/>
            </w:tcMar>
          </w:tcPr>
          <w:p w:rsidR="00E976BE" w:rsidRPr="00B4046C" w:rsidRDefault="00E976BE" w:rsidP="00B4046C">
            <w:pPr>
              <w:jc w:val="center"/>
            </w:pPr>
            <w:r w:rsidRPr="00B4046C">
              <w:t>6</w:t>
            </w: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Pr="00B4046C" w:rsidRDefault="00E976BE" w:rsidP="00B4046C">
            <w:pPr>
              <w:ind w:left="-3" w:right="-3" w:hanging="60"/>
              <w:jc w:val="center"/>
            </w:pPr>
            <w:r w:rsidRPr="00B4046C">
              <w:t>7</w:t>
            </w: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Pr="00B4046C" w:rsidRDefault="00E976BE" w:rsidP="00B4046C">
            <w:pPr>
              <w:jc w:val="center"/>
            </w:pPr>
            <w:r w:rsidRPr="00B4046C">
              <w:t>8</w:t>
            </w:r>
          </w:p>
        </w:tc>
        <w:tc>
          <w:tcPr>
            <w:tcW w:w="1842" w:type="dxa"/>
            <w:gridSpan w:val="2"/>
            <w:tcMar>
              <w:left w:w="88" w:type="dxa"/>
            </w:tcMar>
          </w:tcPr>
          <w:p w:rsidR="00E976BE" w:rsidRPr="00B4046C" w:rsidRDefault="00E976BE" w:rsidP="00B4046C">
            <w:pPr>
              <w:jc w:val="center"/>
            </w:pPr>
            <w:r w:rsidRPr="00B4046C">
              <w:t>9</w:t>
            </w:r>
          </w:p>
        </w:tc>
        <w:tc>
          <w:tcPr>
            <w:tcW w:w="2101" w:type="dxa"/>
            <w:tcMar>
              <w:left w:w="88" w:type="dxa"/>
            </w:tcMar>
          </w:tcPr>
          <w:p w:rsidR="00E976BE" w:rsidRPr="00B4046C" w:rsidRDefault="00E976BE" w:rsidP="00B4046C">
            <w:pPr>
              <w:jc w:val="center"/>
            </w:pPr>
            <w:r w:rsidRPr="00B4046C">
              <w:t>10</w:t>
            </w:r>
          </w:p>
        </w:tc>
      </w:tr>
    </w:tbl>
    <w:p w:rsidR="00E976BE" w:rsidRDefault="00E976BE" w:rsidP="00B4046C">
      <w:pPr>
        <w:rPr>
          <w:sz w:val="28"/>
          <w:szCs w:val="28"/>
        </w:rPr>
      </w:pPr>
    </w:p>
    <w:tbl>
      <w:tblPr>
        <w:tblW w:w="14133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677"/>
        <w:gridCol w:w="1919"/>
        <w:gridCol w:w="840"/>
        <w:gridCol w:w="2062"/>
        <w:gridCol w:w="1440"/>
        <w:gridCol w:w="1080"/>
        <w:gridCol w:w="925"/>
        <w:gridCol w:w="875"/>
        <w:gridCol w:w="1980"/>
        <w:gridCol w:w="2335"/>
      </w:tblGrid>
      <w:tr w:rsidR="00E976BE">
        <w:tc>
          <w:tcPr>
            <w:tcW w:w="677" w:type="dxa"/>
            <w:vMerge w:val="restart"/>
            <w:tcMar>
              <w:left w:w="88" w:type="dxa"/>
            </w:tcMar>
          </w:tcPr>
          <w:p w:rsidR="00E976BE" w:rsidRDefault="00E976BE">
            <w:r>
              <w:t>1.2.2</w:t>
            </w:r>
          </w:p>
          <w:p w:rsidR="00E976BE" w:rsidRDefault="00E976BE"/>
        </w:tc>
        <w:tc>
          <w:tcPr>
            <w:tcW w:w="1919" w:type="dxa"/>
            <w:vMerge w:val="restart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r>
              <w:t>О бУчастие одаренных детей  и детских коллективов в краевых, районных фестивалях, конкурсах, праздниках.</w:t>
            </w:r>
          </w:p>
          <w:p w:rsidR="00E976BE" w:rsidRDefault="00E976BE">
            <w:pPr>
              <w:ind w:left="-82" w:right="-68" w:hanging="360"/>
            </w:pPr>
          </w:p>
        </w:tc>
        <w:tc>
          <w:tcPr>
            <w:tcW w:w="840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2</w:t>
            </w:r>
          </w:p>
          <w:p w:rsidR="00E976BE" w:rsidRDefault="00E976BE"/>
        </w:tc>
        <w:tc>
          <w:tcPr>
            <w:tcW w:w="2062" w:type="dxa"/>
            <w:tcMar>
              <w:left w:w="88" w:type="dxa"/>
            </w:tcMar>
          </w:tcPr>
          <w:p w:rsidR="00E976BE" w:rsidRDefault="00E976BE">
            <w:pPr>
              <w:pStyle w:val="a5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40" w:type="dxa"/>
            <w:tcMar>
              <w:left w:w="88" w:type="dxa"/>
            </w:tcMar>
          </w:tcPr>
          <w:p w:rsidR="00E976BE" w:rsidRPr="00DE2F26" w:rsidRDefault="00E976BE">
            <w:pPr>
              <w:ind w:left="-3" w:right="-3" w:hanging="60"/>
              <w:jc w:val="center"/>
            </w:pPr>
            <w:r w:rsidRPr="00DE2F26">
              <w:t>5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Pr="00DE2F26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  <w:tcMar>
              <w:left w:w="88" w:type="dxa"/>
            </w:tcMar>
          </w:tcPr>
          <w:p w:rsidR="00E976BE" w:rsidRPr="00DE2F26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Mar>
              <w:left w:w="88" w:type="dxa"/>
            </w:tcMar>
          </w:tcPr>
          <w:p w:rsidR="00E976BE" w:rsidRPr="00F87A38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F87A3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E976BE" w:rsidRDefault="00E976BE"/>
        </w:tc>
        <w:tc>
          <w:tcPr>
            <w:tcW w:w="2335" w:type="dxa"/>
            <w:tcBorders>
              <w:left w:val="single" w:sz="4" w:space="0" w:color="auto"/>
            </w:tcBorders>
          </w:tcPr>
          <w:p w:rsidR="00E976BE" w:rsidRDefault="00E976BE"/>
        </w:tc>
      </w:tr>
      <w:tr w:rsidR="00E976BE">
        <w:tc>
          <w:tcPr>
            <w:tcW w:w="67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19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  <w:rPr>
                <w:b/>
                <w:bCs/>
              </w:rPr>
            </w:pPr>
          </w:p>
        </w:tc>
        <w:tc>
          <w:tcPr>
            <w:tcW w:w="840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062" w:type="dxa"/>
            <w:tcMar>
              <w:left w:w="88" w:type="dxa"/>
            </w:tcMar>
          </w:tcPr>
          <w:p w:rsidR="00E976BE" w:rsidRDefault="00E976BE">
            <w:pPr>
              <w:pStyle w:val="a5"/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40" w:type="dxa"/>
            <w:tcMar>
              <w:left w:w="88" w:type="dxa"/>
            </w:tcMar>
          </w:tcPr>
          <w:p w:rsidR="00E976BE" w:rsidRDefault="00E976BE">
            <w:pPr>
              <w:ind w:left="-3" w:right="-3" w:hanging="6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E976BE" w:rsidRDefault="00E976BE"/>
        </w:tc>
        <w:tc>
          <w:tcPr>
            <w:tcW w:w="2335" w:type="dxa"/>
            <w:tcBorders>
              <w:left w:val="single" w:sz="4" w:space="0" w:color="auto"/>
            </w:tcBorders>
          </w:tcPr>
          <w:p w:rsidR="00E976BE" w:rsidRDefault="00E976BE"/>
        </w:tc>
      </w:tr>
      <w:tr w:rsidR="00E976BE">
        <w:tc>
          <w:tcPr>
            <w:tcW w:w="67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19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  <w:rPr>
                <w:b/>
                <w:bCs/>
              </w:rPr>
            </w:pPr>
          </w:p>
        </w:tc>
        <w:tc>
          <w:tcPr>
            <w:tcW w:w="840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062" w:type="dxa"/>
            <w:tcMar>
              <w:left w:w="88" w:type="dxa"/>
            </w:tcMar>
          </w:tcPr>
          <w:p w:rsidR="00E976BE" w:rsidRDefault="00E976BE">
            <w:pPr>
              <w:pStyle w:val="a5"/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40" w:type="dxa"/>
            <w:tcMar>
              <w:left w:w="88" w:type="dxa"/>
            </w:tcMar>
          </w:tcPr>
          <w:p w:rsidR="00E976BE" w:rsidRDefault="00E976BE">
            <w:pPr>
              <w:ind w:left="-3" w:right="-3" w:hanging="6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E976BE" w:rsidRDefault="00E976BE"/>
        </w:tc>
        <w:tc>
          <w:tcPr>
            <w:tcW w:w="2335" w:type="dxa"/>
            <w:tcBorders>
              <w:left w:val="single" w:sz="4" w:space="0" w:color="auto"/>
            </w:tcBorders>
          </w:tcPr>
          <w:p w:rsidR="00E976BE" w:rsidRDefault="00E976BE"/>
        </w:tc>
      </w:tr>
      <w:tr w:rsidR="00E976BE">
        <w:tc>
          <w:tcPr>
            <w:tcW w:w="67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19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  <w:rPr>
                <w:b/>
                <w:bCs/>
              </w:rPr>
            </w:pPr>
          </w:p>
        </w:tc>
        <w:tc>
          <w:tcPr>
            <w:tcW w:w="840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062" w:type="dxa"/>
            <w:tcMar>
              <w:left w:w="88" w:type="dxa"/>
            </w:tcMar>
          </w:tcPr>
          <w:p w:rsidR="00E976BE" w:rsidRDefault="00E976BE">
            <w:pPr>
              <w:pStyle w:val="a5"/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440" w:type="dxa"/>
            <w:tcMar>
              <w:left w:w="88" w:type="dxa"/>
            </w:tcMar>
          </w:tcPr>
          <w:p w:rsidR="00E976BE" w:rsidRDefault="00E976BE">
            <w:pPr>
              <w:ind w:left="-3" w:right="-3" w:hanging="60"/>
              <w:jc w:val="center"/>
            </w:pPr>
            <w:r>
              <w:t>5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E976BE" w:rsidRDefault="00E976BE"/>
        </w:tc>
        <w:tc>
          <w:tcPr>
            <w:tcW w:w="2335" w:type="dxa"/>
            <w:tcBorders>
              <w:left w:val="single" w:sz="4" w:space="0" w:color="auto"/>
            </w:tcBorders>
          </w:tcPr>
          <w:p w:rsidR="00E976BE" w:rsidRDefault="00E976BE"/>
        </w:tc>
      </w:tr>
      <w:tr w:rsidR="00E976BE">
        <w:tc>
          <w:tcPr>
            <w:tcW w:w="67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19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  <w:rPr>
                <w:b/>
                <w:bCs/>
              </w:rPr>
            </w:pPr>
          </w:p>
        </w:tc>
        <w:tc>
          <w:tcPr>
            <w:tcW w:w="840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062" w:type="dxa"/>
            <w:tcMar>
              <w:left w:w="88" w:type="dxa"/>
            </w:tcMar>
          </w:tcPr>
          <w:p w:rsidR="00E976BE" w:rsidRDefault="00E976BE">
            <w:pPr>
              <w:pStyle w:val="a5"/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40" w:type="dxa"/>
            <w:tcMar>
              <w:left w:w="88" w:type="dxa"/>
            </w:tcMar>
          </w:tcPr>
          <w:p w:rsidR="00E976BE" w:rsidRDefault="00E976BE">
            <w:pPr>
              <w:ind w:left="-3" w:right="-3" w:hanging="6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jc w:val="center"/>
              <w:rPr>
                <w:b/>
                <w:bCs/>
              </w:rPr>
            </w:pPr>
          </w:p>
        </w:tc>
        <w:tc>
          <w:tcPr>
            <w:tcW w:w="925" w:type="dxa"/>
            <w:tcMar>
              <w:left w:w="88" w:type="dxa"/>
            </w:tcMar>
          </w:tcPr>
          <w:p w:rsidR="00E976BE" w:rsidRDefault="00E976BE">
            <w:pPr>
              <w:ind w:left="-3" w:right="-3" w:hanging="60"/>
              <w:jc w:val="center"/>
              <w:rPr>
                <w:b/>
                <w:bCs/>
              </w:rPr>
            </w:pPr>
          </w:p>
        </w:tc>
        <w:tc>
          <w:tcPr>
            <w:tcW w:w="875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80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E976BE" w:rsidRDefault="00E976BE"/>
        </w:tc>
        <w:tc>
          <w:tcPr>
            <w:tcW w:w="2335" w:type="dxa"/>
            <w:tcBorders>
              <w:left w:val="single" w:sz="4" w:space="0" w:color="auto"/>
            </w:tcBorders>
          </w:tcPr>
          <w:p w:rsidR="00E976BE" w:rsidRDefault="00E976BE"/>
        </w:tc>
      </w:tr>
    </w:tbl>
    <w:p w:rsidR="00E976BE" w:rsidRDefault="00E976BE">
      <w:pPr>
        <w:ind w:left="720"/>
        <w:rPr>
          <w:sz w:val="28"/>
          <w:szCs w:val="28"/>
        </w:rPr>
      </w:pPr>
    </w:p>
    <w:tbl>
      <w:tblPr>
        <w:tblW w:w="14133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676"/>
        <w:gridCol w:w="1942"/>
        <w:gridCol w:w="900"/>
        <w:gridCol w:w="1909"/>
        <w:gridCol w:w="1511"/>
        <w:gridCol w:w="1080"/>
        <w:gridCol w:w="900"/>
        <w:gridCol w:w="900"/>
        <w:gridCol w:w="2036"/>
        <w:gridCol w:w="2279"/>
      </w:tblGrid>
      <w:tr w:rsidR="00E976BE">
        <w:tc>
          <w:tcPr>
            <w:tcW w:w="676" w:type="dxa"/>
            <w:tcMar>
              <w:left w:w="88" w:type="dxa"/>
            </w:tcMar>
          </w:tcPr>
          <w:p w:rsidR="00E976BE" w:rsidRPr="008F7F72" w:rsidRDefault="00E976BE">
            <w:r w:rsidRPr="008F7F72">
              <w:t>1.3</w:t>
            </w:r>
          </w:p>
        </w:tc>
        <w:tc>
          <w:tcPr>
            <w:tcW w:w="1942" w:type="dxa"/>
            <w:tcMar>
              <w:left w:w="88" w:type="dxa"/>
            </w:tcMar>
          </w:tcPr>
          <w:p w:rsidR="00E976BE" w:rsidRPr="008F7F72" w:rsidRDefault="00E976BE">
            <w:pPr>
              <w:ind w:left="39" w:right="-68" w:hanging="360"/>
            </w:pPr>
            <w:r w:rsidRPr="008F7F72">
              <w:t>З     задача</w:t>
            </w:r>
          </w:p>
        </w:tc>
        <w:tc>
          <w:tcPr>
            <w:tcW w:w="11515" w:type="dxa"/>
            <w:gridSpan w:val="8"/>
            <w:tcMar>
              <w:left w:w="88" w:type="dxa"/>
            </w:tcMar>
          </w:tcPr>
          <w:p w:rsidR="00E976BE" w:rsidRDefault="00E976BE">
            <w:pPr>
              <w:ind w:left="34" w:firstLine="425"/>
              <w:jc w:val="both"/>
            </w:pPr>
            <w:r>
              <w:rPr>
                <w:sz w:val="22"/>
                <w:szCs w:val="22"/>
              </w:rPr>
              <w:t>обеспечение безопасности  учреждений культуры Вышестеблиевского сельского поселения Темрюкского района;</w:t>
            </w:r>
          </w:p>
          <w:p w:rsidR="00E976BE" w:rsidRDefault="00E976BE"/>
        </w:tc>
      </w:tr>
      <w:tr w:rsidR="00E976BE">
        <w:trPr>
          <w:trHeight w:val="1215"/>
        </w:trPr>
        <w:tc>
          <w:tcPr>
            <w:tcW w:w="676" w:type="dxa"/>
            <w:vMerge w:val="restart"/>
            <w:tcMar>
              <w:left w:w="88" w:type="dxa"/>
            </w:tcMar>
          </w:tcPr>
          <w:p w:rsidR="00E976BE" w:rsidRDefault="00E976BE">
            <w:r>
              <w:t>1.3.1</w:t>
            </w:r>
          </w:p>
          <w:p w:rsidR="00E976BE" w:rsidRDefault="00E976BE"/>
        </w:tc>
        <w:tc>
          <w:tcPr>
            <w:tcW w:w="1942" w:type="dxa"/>
            <w:vMerge w:val="restart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r>
              <w:t xml:space="preserve">       Обработка одежды сцены  МБУК «Вышестеблиевская  ЦКС»</w:t>
            </w:r>
          </w:p>
        </w:tc>
        <w:tc>
          <w:tcPr>
            <w:tcW w:w="900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2</w:t>
            </w:r>
          </w:p>
          <w:p w:rsidR="00E976BE" w:rsidRDefault="00E976BE"/>
        </w:tc>
        <w:tc>
          <w:tcPr>
            <w:tcW w:w="1909" w:type="dxa"/>
            <w:tcBorders>
              <w:bottom w:val="single" w:sz="4" w:space="0" w:color="auto"/>
            </w:tcBorders>
            <w:tcMar>
              <w:left w:w="88" w:type="dxa"/>
            </w:tcMar>
          </w:tcPr>
          <w:p w:rsidR="00E976BE" w:rsidRDefault="00E976B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  <w:p w:rsidR="00E976BE" w:rsidRDefault="00E976BE">
            <w:pPr>
              <w:pStyle w:val="a5"/>
              <w:rPr>
                <w:rFonts w:ascii="Times New Roman" w:hAnsi="Times New Roman" w:cs="Times New Roman"/>
              </w:rPr>
            </w:pPr>
          </w:p>
          <w:p w:rsidR="00E976BE" w:rsidRDefault="00E976BE">
            <w:pPr>
              <w:pStyle w:val="a5"/>
              <w:rPr>
                <w:rFonts w:ascii="Times New Roman" w:hAnsi="Times New Roman" w:cs="Times New Roman"/>
              </w:rPr>
            </w:pPr>
          </w:p>
          <w:p w:rsidR="00E976BE" w:rsidRDefault="00E976BE">
            <w:pPr>
              <w:pStyle w:val="a5"/>
              <w:rPr>
                <w:rFonts w:ascii="Times New Roman" w:hAnsi="Times New Roman" w:cs="Times New Roman"/>
              </w:rPr>
            </w:pPr>
          </w:p>
          <w:p w:rsidR="00E976BE" w:rsidRDefault="00E976BE">
            <w:pPr>
              <w:pStyle w:val="a5"/>
            </w:pPr>
          </w:p>
        </w:tc>
        <w:tc>
          <w:tcPr>
            <w:tcW w:w="1511" w:type="dxa"/>
            <w:tcBorders>
              <w:bottom w:val="single" w:sz="4" w:space="0" w:color="auto"/>
            </w:tcBorders>
            <w:tcMar>
              <w:left w:w="88" w:type="dxa"/>
            </w:tcMar>
          </w:tcPr>
          <w:p w:rsidR="00E976BE" w:rsidRPr="009438C3" w:rsidRDefault="00E976BE">
            <w:pPr>
              <w:ind w:left="-3" w:right="-3" w:hanging="60"/>
              <w:jc w:val="center"/>
            </w:pPr>
            <w:r w:rsidRPr="009438C3">
              <w:t>60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88" w:type="dxa"/>
            </w:tcMar>
          </w:tcPr>
          <w:p w:rsidR="00E976BE" w:rsidRPr="009438C3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88" w:type="dxa"/>
            </w:tcMar>
          </w:tcPr>
          <w:p w:rsidR="00E976BE" w:rsidRPr="009438C3" w:rsidRDefault="00E976BE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88" w:type="dxa"/>
            </w:tcMar>
          </w:tcPr>
          <w:p w:rsidR="00E976BE" w:rsidRPr="009438C3" w:rsidRDefault="00E976BE">
            <w:pPr>
              <w:pStyle w:val="a6"/>
              <w:jc w:val="center"/>
              <w:rPr>
                <w:rFonts w:cs="Times New Roman"/>
              </w:rPr>
            </w:pPr>
            <w:r w:rsidRPr="009438C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036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rPr>
                <w:color w:val="000000"/>
                <w:shd w:val="clear" w:color="auto" w:fill="FFFFFF"/>
              </w:rPr>
              <w:t xml:space="preserve">100% выполнение бюджетной сметы </w:t>
            </w:r>
          </w:p>
          <w:p w:rsidR="00E976BE" w:rsidRDefault="00E976BE">
            <w:pPr>
              <w:jc w:val="center"/>
            </w:pPr>
          </w:p>
        </w:tc>
        <w:tc>
          <w:tcPr>
            <w:tcW w:w="2279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 xml:space="preserve">Заказчик - Администрация Вышестеблиевского </w:t>
            </w:r>
          </w:p>
          <w:p w:rsidR="00E976BE" w:rsidRDefault="00E976BE">
            <w:pPr>
              <w:ind w:hanging="3"/>
              <w:jc w:val="center"/>
            </w:pPr>
            <w:r>
              <w:t>сельского</w:t>
            </w:r>
          </w:p>
          <w:p w:rsidR="00E976BE" w:rsidRDefault="00E976BE">
            <w:pPr>
              <w:ind w:hanging="3"/>
              <w:jc w:val="center"/>
            </w:pPr>
            <w:r>
              <w:t>поселения,</w:t>
            </w:r>
          </w:p>
          <w:p w:rsidR="00E976BE" w:rsidRDefault="00E976BE">
            <w:pPr>
              <w:ind w:hanging="3"/>
              <w:jc w:val="center"/>
            </w:pPr>
            <w:r>
              <w:rPr>
                <w:rFonts w:ascii="Times New Roman CYR" w:hAnsi="Times New Roman CYR" w:cs="Times New Roman CYR"/>
              </w:rPr>
              <w:t>МБУК «Вышестеблиевская ЦКС»</w:t>
            </w:r>
          </w:p>
          <w:p w:rsidR="00E976BE" w:rsidRDefault="00E976BE">
            <w:pPr>
              <w:jc w:val="center"/>
            </w:pPr>
          </w:p>
          <w:p w:rsidR="00E976BE" w:rsidRDefault="00E976BE">
            <w:pPr>
              <w:jc w:val="center"/>
            </w:pPr>
          </w:p>
        </w:tc>
      </w:tr>
      <w:tr w:rsidR="00E976BE">
        <w:trPr>
          <w:trHeight w:val="720"/>
        </w:trPr>
        <w:tc>
          <w:tcPr>
            <w:tcW w:w="676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42" w:type="dxa"/>
            <w:vMerge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</w:p>
        </w:tc>
        <w:tc>
          <w:tcPr>
            <w:tcW w:w="900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09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 w:rsidP="003E175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511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 w:rsidP="003E1759">
            <w:pPr>
              <w:ind w:left="-3" w:right="-3" w:hanging="6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 w:rsidP="003E175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36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279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</w:tr>
      <w:tr w:rsidR="00E976BE">
        <w:trPr>
          <w:trHeight w:val="720"/>
        </w:trPr>
        <w:tc>
          <w:tcPr>
            <w:tcW w:w="676" w:type="dxa"/>
            <w:tcMar>
              <w:left w:w="88" w:type="dxa"/>
            </w:tcMar>
          </w:tcPr>
          <w:p w:rsidR="00E976BE" w:rsidRDefault="00E976BE"/>
        </w:tc>
        <w:tc>
          <w:tcPr>
            <w:tcW w:w="1942" w:type="dxa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</w:p>
        </w:tc>
        <w:tc>
          <w:tcPr>
            <w:tcW w:w="900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09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 w:rsidP="000E035D">
            <w:pPr>
              <w:pStyle w:val="a5"/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11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 w:rsidP="000E035D">
            <w:pPr>
              <w:ind w:left="-3" w:right="-3" w:hanging="6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 w:rsidP="000E035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 w:rsidP="000E035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 w:rsidP="000E035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  <w:tcMar>
              <w:left w:w="88" w:type="dxa"/>
            </w:tcMar>
          </w:tcPr>
          <w:p w:rsidR="00E976BE" w:rsidRDefault="00E976BE" w:rsidP="000E035D"/>
        </w:tc>
        <w:tc>
          <w:tcPr>
            <w:tcW w:w="2279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</w:tr>
      <w:tr w:rsidR="00E976BE">
        <w:trPr>
          <w:trHeight w:val="720"/>
        </w:trPr>
        <w:tc>
          <w:tcPr>
            <w:tcW w:w="676" w:type="dxa"/>
            <w:tcMar>
              <w:left w:w="88" w:type="dxa"/>
            </w:tcMar>
          </w:tcPr>
          <w:p w:rsidR="00E976BE" w:rsidRDefault="00E976BE"/>
        </w:tc>
        <w:tc>
          <w:tcPr>
            <w:tcW w:w="1942" w:type="dxa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</w:p>
        </w:tc>
        <w:tc>
          <w:tcPr>
            <w:tcW w:w="900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09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 w:rsidP="000E035D">
            <w:pPr>
              <w:pStyle w:val="a5"/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511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 w:rsidP="000E035D">
            <w:pPr>
              <w:ind w:left="-3" w:right="-3" w:hanging="60"/>
              <w:jc w:val="center"/>
            </w:pPr>
            <w:r>
              <w:t>60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 w:rsidP="000E035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 w:rsidP="000E035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 w:rsidP="000E035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036" w:type="dxa"/>
            <w:vMerge/>
            <w:tcMar>
              <w:left w:w="88" w:type="dxa"/>
            </w:tcMar>
          </w:tcPr>
          <w:p w:rsidR="00E976BE" w:rsidRDefault="00E976BE" w:rsidP="000E035D"/>
        </w:tc>
        <w:tc>
          <w:tcPr>
            <w:tcW w:w="2279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</w:tr>
      <w:tr w:rsidR="00E976BE">
        <w:trPr>
          <w:trHeight w:val="720"/>
        </w:trPr>
        <w:tc>
          <w:tcPr>
            <w:tcW w:w="676" w:type="dxa"/>
            <w:tcMar>
              <w:left w:w="88" w:type="dxa"/>
            </w:tcMar>
          </w:tcPr>
          <w:p w:rsidR="00E976BE" w:rsidRDefault="00E976BE"/>
        </w:tc>
        <w:tc>
          <w:tcPr>
            <w:tcW w:w="1942" w:type="dxa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</w:p>
        </w:tc>
        <w:tc>
          <w:tcPr>
            <w:tcW w:w="900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09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 w:rsidP="000E035D">
            <w:pPr>
              <w:pStyle w:val="a5"/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511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 w:rsidP="000E035D">
            <w:pPr>
              <w:ind w:left="-3" w:right="-3" w:hanging="6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 w:rsidP="000E035D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 w:rsidP="000E035D">
            <w:pPr>
              <w:ind w:left="-3" w:right="-3" w:hanging="60"/>
              <w:jc w:val="center"/>
              <w:rPr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 w:rsidP="000E035D">
            <w:pPr>
              <w:jc w:val="center"/>
            </w:pPr>
          </w:p>
        </w:tc>
        <w:tc>
          <w:tcPr>
            <w:tcW w:w="2036" w:type="dxa"/>
            <w:vMerge/>
            <w:tcMar>
              <w:left w:w="88" w:type="dxa"/>
            </w:tcMar>
          </w:tcPr>
          <w:p w:rsidR="00E976BE" w:rsidRDefault="00E976BE" w:rsidP="000E035D"/>
        </w:tc>
        <w:tc>
          <w:tcPr>
            <w:tcW w:w="2279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</w:tr>
    </w:tbl>
    <w:p w:rsidR="00E976BE" w:rsidRDefault="00E976BE" w:rsidP="008271EB">
      <w:pPr>
        <w:ind w:firstLine="708"/>
        <w:jc w:val="both"/>
        <w:rPr>
          <w:sz w:val="28"/>
          <w:szCs w:val="28"/>
        </w:rPr>
        <w:sectPr w:rsidR="00E976BE">
          <w:headerReference w:type="default" r:id="rId8"/>
          <w:pgSz w:w="16838" w:h="11906" w:orient="landscape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Default="00E976BE">
      <w:pPr>
        <w:pStyle w:val="BodyText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Обоснование ресурсного обеспечения подпрограммы</w:t>
      </w:r>
    </w:p>
    <w:p w:rsidR="00E976BE" w:rsidRDefault="00E976BE">
      <w:pPr>
        <w:pStyle w:val="BodyText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E976BE" w:rsidRDefault="00E976BE">
      <w:pPr>
        <w:pStyle w:val="BodyText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9818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493"/>
        <w:gridCol w:w="3170"/>
        <w:gridCol w:w="1757"/>
        <w:gridCol w:w="1158"/>
        <w:gridCol w:w="1080"/>
        <w:gridCol w:w="1148"/>
        <w:gridCol w:w="1012"/>
      </w:tblGrid>
      <w:tr w:rsidR="00E976BE">
        <w:tc>
          <w:tcPr>
            <w:tcW w:w="493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70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58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г.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г.</w:t>
            </w: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г.</w:t>
            </w:r>
          </w:p>
        </w:tc>
        <w:tc>
          <w:tcPr>
            <w:tcW w:w="1012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</w:tr>
      <w:tr w:rsidR="00E976BE">
        <w:tc>
          <w:tcPr>
            <w:tcW w:w="493" w:type="dxa"/>
            <w:vMerge w:val="restart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8" w:type="dxa"/>
            </w:tcMar>
          </w:tcPr>
          <w:p w:rsidR="00E976BE" w:rsidRDefault="00E976BE">
            <w:pPr>
              <w:jc w:val="both"/>
            </w:pPr>
            <w:r>
              <w:rPr>
                <w:sz w:val="28"/>
                <w:szCs w:val="28"/>
              </w:rPr>
              <w:t>«Мероприятия   праздничных    дней  и памятных дат в Вышестеблиевском сельском поселении Темрюкского района »</w:t>
            </w: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58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>
            <w:pPr>
              <w:jc w:val="both"/>
            </w:pPr>
          </w:p>
        </w:tc>
        <w:tc>
          <w:tcPr>
            <w:tcW w:w="1012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b/>
                <w:bCs/>
              </w:rPr>
            </w:pPr>
          </w:p>
        </w:tc>
      </w:tr>
      <w:tr w:rsidR="00E976BE">
        <w:tc>
          <w:tcPr>
            <w:tcW w:w="493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58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>
            <w:pPr>
              <w:jc w:val="both"/>
            </w:pPr>
            <w:r>
              <w:t>-</w:t>
            </w:r>
          </w:p>
        </w:tc>
        <w:tc>
          <w:tcPr>
            <w:tcW w:w="1012" w:type="dxa"/>
            <w:tcMar>
              <w:left w:w="88" w:type="dxa"/>
            </w:tcMar>
          </w:tcPr>
          <w:p w:rsidR="00E976BE" w:rsidRPr="00FE2747" w:rsidRDefault="00E976BE">
            <w:pPr>
              <w:jc w:val="both"/>
            </w:pPr>
            <w:r>
              <w:t>-</w:t>
            </w:r>
          </w:p>
        </w:tc>
      </w:tr>
      <w:tr w:rsidR="00E976BE">
        <w:tc>
          <w:tcPr>
            <w:tcW w:w="493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58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>
            <w:pPr>
              <w:jc w:val="both"/>
            </w:pPr>
            <w:r>
              <w:t>-</w:t>
            </w:r>
          </w:p>
        </w:tc>
        <w:tc>
          <w:tcPr>
            <w:tcW w:w="1012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E976BE">
        <w:tc>
          <w:tcPr>
            <w:tcW w:w="493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158" w:type="dxa"/>
            <w:tcMar>
              <w:left w:w="88" w:type="dxa"/>
            </w:tcMar>
          </w:tcPr>
          <w:p w:rsidR="00E976BE" w:rsidRDefault="00E976BE" w:rsidP="000E035D">
            <w:pPr>
              <w:jc w:val="center"/>
            </w:pPr>
            <w:r>
              <w:t>100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 w:rsidP="000E035D">
            <w:pPr>
              <w:jc w:val="center"/>
            </w:pPr>
            <w:r>
              <w:t>45</w:t>
            </w: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 w:rsidP="000E035D">
            <w:pPr>
              <w:jc w:val="both"/>
            </w:pPr>
            <w:r>
              <w:t xml:space="preserve">   100</w:t>
            </w:r>
          </w:p>
        </w:tc>
        <w:tc>
          <w:tcPr>
            <w:tcW w:w="1012" w:type="dxa"/>
            <w:tcMar>
              <w:left w:w="88" w:type="dxa"/>
            </w:tcMar>
          </w:tcPr>
          <w:p w:rsidR="00E976BE" w:rsidRPr="00FE2747" w:rsidRDefault="00E976BE" w:rsidP="000E035D">
            <w:pPr>
              <w:jc w:val="both"/>
            </w:pPr>
            <w:r>
              <w:rPr>
                <w:b/>
                <w:bCs/>
              </w:rPr>
              <w:t xml:space="preserve">   </w:t>
            </w:r>
            <w:r w:rsidRPr="00FE2747">
              <w:t>245</w:t>
            </w:r>
          </w:p>
        </w:tc>
      </w:tr>
      <w:tr w:rsidR="00E976BE">
        <w:tc>
          <w:tcPr>
            <w:tcW w:w="493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58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>
            <w:pPr>
              <w:jc w:val="both"/>
            </w:pPr>
            <w:r>
              <w:t>-</w:t>
            </w:r>
          </w:p>
        </w:tc>
        <w:tc>
          <w:tcPr>
            <w:tcW w:w="1012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E976BE" w:rsidRDefault="00E976BE">
      <w:pPr>
        <w:pStyle w:val="BodyText"/>
        <w:tabs>
          <w:tab w:val="left" w:pos="0"/>
        </w:tabs>
        <w:spacing w:after="0"/>
        <w:ind w:left="720" w:firstLine="900"/>
        <w:jc w:val="both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>Объемы финансирования определены на основании примерных расчетов на аналогичные мероприятия за предыдущие года.</w:t>
      </w:r>
    </w:p>
    <w:p w:rsidR="00E976BE" w:rsidRDefault="00E976BE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E976BE" w:rsidRDefault="00E976BE">
      <w:pPr>
        <w:pStyle w:val="Heading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E976BE" w:rsidRDefault="00E976BE"/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 использования средств бюджета  Вышестеблиевского сельского поселения Темрюкского  района.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ее координатор –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 xml:space="preserve">Координатор подпрограммы -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bookmarkStart w:id="3" w:name="_GoBack2"/>
      <w:bookmarkEnd w:id="3"/>
      <w:r>
        <w:rPr>
          <w:sz w:val="28"/>
          <w:szCs w:val="28"/>
        </w:rPr>
        <w:t>(ответственный за выполнение мероприятий подведомственными учреждениями культуры) - в ходе реализации подпрограммы: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контроль за ходом реализации подпрограммы в целом.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ходом выполнения подпрограммы осуществляется администрацией  Вышестеблиевского сельского поселения Темрюкского района</w:t>
      </w:r>
    </w:p>
    <w:p w:rsidR="00E976BE" w:rsidRDefault="00E976BE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и анализ выполнения подпрограммных мероприятий осуществляет   </w:t>
      </w:r>
      <w:r>
        <w:rPr>
          <w:sz w:val="28"/>
          <w:szCs w:val="28"/>
          <w:lang w:eastAsia="ru-RU"/>
        </w:rPr>
        <w:t>Муниципальное    бюджетное    учреждение     культуры                     "Вышестеблиевская  централизованная   клубная система" Вышестеблиевского сельского поселения Темрюкского района.</w:t>
      </w:r>
      <w:r>
        <w:rPr>
          <w:sz w:val="28"/>
          <w:szCs w:val="28"/>
        </w:rPr>
        <w:t xml:space="preserve">  </w:t>
      </w:r>
    </w:p>
    <w:p w:rsidR="00E976BE" w:rsidRDefault="00E976BE" w:rsidP="00003002">
      <w:pPr>
        <w:rPr>
          <w:sz w:val="28"/>
          <w:szCs w:val="28"/>
        </w:rPr>
      </w:pPr>
    </w:p>
    <w:p w:rsidR="00E976BE" w:rsidRDefault="00E976BE" w:rsidP="00003002">
      <w:pPr>
        <w:rPr>
          <w:sz w:val="28"/>
          <w:szCs w:val="28"/>
        </w:rPr>
      </w:pPr>
    </w:p>
    <w:p w:rsidR="00E976BE" w:rsidRDefault="00E976BE" w:rsidP="00003002">
      <w:pPr>
        <w:rPr>
          <w:sz w:val="28"/>
          <w:szCs w:val="28"/>
        </w:rPr>
      </w:pPr>
    </w:p>
    <w:p w:rsidR="00E976BE" w:rsidRDefault="00E976BE" w:rsidP="00003002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муниципального бюджетного</w:t>
      </w:r>
    </w:p>
    <w:p w:rsidR="00E976BE" w:rsidRDefault="00E976BE" w:rsidP="00003002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E976BE" w:rsidRDefault="00E976BE" w:rsidP="00003002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E976BE" w:rsidRPr="00AC0B70" w:rsidRDefault="00E976BE" w:rsidP="00003002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    Э.В. Журавлева</w:t>
      </w:r>
    </w:p>
    <w:p w:rsidR="00E976BE" w:rsidRDefault="00E976BE" w:rsidP="00003002">
      <w:pPr>
        <w:rPr>
          <w:sz w:val="28"/>
          <w:szCs w:val="28"/>
        </w:rPr>
      </w:pPr>
    </w:p>
    <w:sectPr w:rsidR="00E976BE" w:rsidSect="00FE2747">
      <w:headerReference w:type="default" r:id="rId9"/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76BE" w:rsidRDefault="00E976BE" w:rsidP="00E43D15">
      <w:r>
        <w:separator/>
      </w:r>
    </w:p>
  </w:endnote>
  <w:endnote w:type="continuationSeparator" w:id="1">
    <w:p w:rsidR="00E976BE" w:rsidRDefault="00E976BE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76BE" w:rsidRDefault="00E976BE" w:rsidP="00E43D15">
      <w:r>
        <w:separator/>
      </w:r>
    </w:p>
  </w:footnote>
  <w:footnote w:type="continuationSeparator" w:id="1">
    <w:p w:rsidR="00E976BE" w:rsidRDefault="00E976BE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6BE" w:rsidRDefault="00E976BE">
    <w:pPr>
      <w:pStyle w:val="Header"/>
      <w:jc w:val="center"/>
    </w:pPr>
    <w:fldSimple w:instr="PAGE">
      <w:r>
        <w:rPr>
          <w:noProof/>
        </w:rPr>
        <w:t>4</w:t>
      </w:r>
    </w:fldSimple>
  </w:p>
  <w:p w:rsidR="00E976BE" w:rsidRDefault="00E976B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6BE" w:rsidRDefault="00E976BE">
    <w:pPr>
      <w:pStyle w:val="Header"/>
      <w:jc w:val="center"/>
    </w:pPr>
    <w:fldSimple w:instr="PAGE">
      <w:r>
        <w:rPr>
          <w:noProof/>
        </w:rPr>
        <w:t>7</w:t>
      </w:r>
    </w:fldSimple>
  </w:p>
  <w:p w:rsidR="00E976BE" w:rsidRDefault="00E976B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6BE" w:rsidRDefault="00E976BE">
    <w:pPr>
      <w:pStyle w:val="Header"/>
      <w:jc w:val="center"/>
    </w:pPr>
    <w:fldSimple w:instr="PAGE">
      <w:r>
        <w:rPr>
          <w:noProof/>
        </w:rPr>
        <w:t>9</w:t>
      </w:r>
    </w:fldSimple>
  </w:p>
  <w:p w:rsidR="00E976BE" w:rsidRDefault="00E976B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7B20"/>
    <w:rsid w:val="000E035D"/>
    <w:rsid w:val="00157CF5"/>
    <w:rsid w:val="001D4FA1"/>
    <w:rsid w:val="002548AC"/>
    <w:rsid w:val="002B4FCB"/>
    <w:rsid w:val="002F5F1A"/>
    <w:rsid w:val="00355612"/>
    <w:rsid w:val="003B474F"/>
    <w:rsid w:val="003E1759"/>
    <w:rsid w:val="003F2CB7"/>
    <w:rsid w:val="00476525"/>
    <w:rsid w:val="00514456"/>
    <w:rsid w:val="0054454A"/>
    <w:rsid w:val="005542A1"/>
    <w:rsid w:val="00593EFB"/>
    <w:rsid w:val="006161A5"/>
    <w:rsid w:val="00635990"/>
    <w:rsid w:val="0064533E"/>
    <w:rsid w:val="006E7535"/>
    <w:rsid w:val="006F1549"/>
    <w:rsid w:val="00736A08"/>
    <w:rsid w:val="00740709"/>
    <w:rsid w:val="007809DF"/>
    <w:rsid w:val="008271EB"/>
    <w:rsid w:val="00834BFF"/>
    <w:rsid w:val="00840C3B"/>
    <w:rsid w:val="008500B3"/>
    <w:rsid w:val="008A0D0B"/>
    <w:rsid w:val="008C15F0"/>
    <w:rsid w:val="008F7F72"/>
    <w:rsid w:val="009438C3"/>
    <w:rsid w:val="009E302F"/>
    <w:rsid w:val="00A00F01"/>
    <w:rsid w:val="00A97E0F"/>
    <w:rsid w:val="00AC0B70"/>
    <w:rsid w:val="00AF26F9"/>
    <w:rsid w:val="00B24E68"/>
    <w:rsid w:val="00B2504C"/>
    <w:rsid w:val="00B4046C"/>
    <w:rsid w:val="00B57EFD"/>
    <w:rsid w:val="00BB3D7C"/>
    <w:rsid w:val="00C411CC"/>
    <w:rsid w:val="00C84090"/>
    <w:rsid w:val="00C942FB"/>
    <w:rsid w:val="00CB29F5"/>
    <w:rsid w:val="00D26DAB"/>
    <w:rsid w:val="00D4769E"/>
    <w:rsid w:val="00D538A8"/>
    <w:rsid w:val="00D831A5"/>
    <w:rsid w:val="00DD4970"/>
    <w:rsid w:val="00DE2F26"/>
    <w:rsid w:val="00DE6BA4"/>
    <w:rsid w:val="00E43D15"/>
    <w:rsid w:val="00E976BE"/>
    <w:rsid w:val="00EA150E"/>
    <w:rsid w:val="00F556E2"/>
    <w:rsid w:val="00F87A38"/>
    <w:rsid w:val="00FE1827"/>
    <w:rsid w:val="00FE2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Heading3">
    <w:name w:val="heading 3"/>
    <w:basedOn w:val="Normal"/>
    <w:link w:val="Heading3Char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">
    <w:name w:val="Заголовок 3 Знак"/>
    <w:basedOn w:val="DefaultParagraphFont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">
    <w:name w:val="Основной текст Знак"/>
    <w:basedOn w:val="DefaultParagraphFont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">
    <w:name w:val="Основной текст с отступом Знак1"/>
    <w:basedOn w:val="DefaultParagraphFont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0">
    <w:name w:val="Основной текст с отступом Знак"/>
    <w:basedOn w:val="DefaultParagraphFont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1">
    <w:name w:val="Верхний колонтитул Знак"/>
    <w:basedOn w:val="DefaultParagraphFont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2">
    <w:name w:val="Нижний колонтитул Знак"/>
    <w:basedOn w:val="DefaultParagraphFont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3">
    <w:name w:val="Текст выноски Знак"/>
    <w:basedOn w:val="DefaultParagraphFont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4">
    <w:name w:val="Заголовок"/>
    <w:basedOn w:val="Normal"/>
    <w:next w:val="BodyText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BodyText">
    <w:name w:val="Body Text"/>
    <w:basedOn w:val="Normal"/>
    <w:link w:val="BodyTextChar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List">
    <w:name w:val="List"/>
    <w:basedOn w:val="BodyText"/>
    <w:uiPriority w:val="99"/>
    <w:rsid w:val="00E43D15"/>
  </w:style>
  <w:style w:type="paragraph" w:styleId="Title">
    <w:name w:val="Title"/>
    <w:basedOn w:val="Normal"/>
    <w:link w:val="TitleChar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TitleChar">
    <w:name w:val="Title Char"/>
    <w:basedOn w:val="DefaultParagraphFont"/>
    <w:link w:val="Title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Index1">
    <w:name w:val="index 1"/>
    <w:basedOn w:val="Normal"/>
    <w:next w:val="Normal"/>
    <w:autoRedefine/>
    <w:uiPriority w:val="99"/>
    <w:semiHidden/>
    <w:rsid w:val="00635990"/>
    <w:pPr>
      <w:ind w:left="240" w:hanging="240"/>
    </w:pPr>
  </w:style>
  <w:style w:type="paragraph" w:styleId="IndexHeading">
    <w:name w:val="index heading"/>
    <w:basedOn w:val="Normal"/>
    <w:uiPriority w:val="99"/>
    <w:semiHidden/>
    <w:rsid w:val="00E43D15"/>
    <w:pPr>
      <w:suppressLineNumbers/>
    </w:pPr>
  </w:style>
  <w:style w:type="paragraph" w:styleId="NormalWeb">
    <w:name w:val="Normal (Web)"/>
    <w:basedOn w:val="Normal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635990"/>
    <w:pPr>
      <w:ind w:left="2760" w:firstLine="15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">
    <w:name w:val="Основной текст с отступом 31"/>
    <w:basedOn w:val="Normal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Normal"/>
    <w:uiPriority w:val="99"/>
    <w:rsid w:val="00635990"/>
    <w:pPr>
      <w:ind w:left="720"/>
    </w:pPr>
  </w:style>
  <w:style w:type="paragraph" w:customStyle="1" w:styleId="a5">
    <w:name w:val="Прижатый влево"/>
    <w:basedOn w:val="Normal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6">
    <w:name w:val="Нормальный (таблица)"/>
    <w:basedOn w:val="Normal"/>
    <w:uiPriority w:val="99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ListParagraph">
    <w:name w:val="List Paragraph"/>
    <w:basedOn w:val="Normal"/>
    <w:uiPriority w:val="99"/>
    <w:qFormat/>
    <w:rsid w:val="00635990"/>
    <w:pPr>
      <w:ind w:left="720"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7">
    <w:name w:val="Содержимое таблицы"/>
    <w:basedOn w:val="Normal"/>
    <w:uiPriority w:val="99"/>
    <w:rsid w:val="00E43D15"/>
  </w:style>
  <w:style w:type="paragraph" w:customStyle="1" w:styleId="a8">
    <w:name w:val="Заголовок таблицы"/>
    <w:basedOn w:val="a7"/>
    <w:uiPriority w:val="99"/>
    <w:rsid w:val="00E43D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2463</TotalTime>
  <Pages>9</Pages>
  <Words>1800</Words>
  <Characters>10260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секретарь</cp:lastModifiedBy>
  <cp:revision>73</cp:revision>
  <cp:lastPrinted>2014-12-19T12:18:00Z</cp:lastPrinted>
  <dcterms:created xsi:type="dcterms:W3CDTF">2014-09-22T12:10:00Z</dcterms:created>
  <dcterms:modified xsi:type="dcterms:W3CDTF">2014-12-19T12:18:00Z</dcterms:modified>
</cp:coreProperties>
</file>