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DA1" w:rsidRDefault="001A6DA1" w:rsidP="005B298E">
      <w:pPr>
        <w:jc w:val="center"/>
        <w:rPr>
          <w:rFonts w:ascii="Times New Roman" w:hAnsi="Times New Roman"/>
          <w:b/>
          <w:sz w:val="40"/>
        </w:rPr>
      </w:pPr>
      <w:r w:rsidRPr="00162F14">
        <w:rPr>
          <w:rFonts w:ascii="Times New Roman" w:hAnsi="Times New Roman"/>
          <w:b/>
          <w:sz w:val="40"/>
        </w:rPr>
        <w:t xml:space="preserve">Сессия </w:t>
      </w:r>
      <w:r>
        <w:rPr>
          <w:rFonts w:ascii="Times New Roman" w:hAnsi="Times New Roman"/>
          <w:b/>
          <w:sz w:val="40"/>
        </w:rPr>
        <w:t>06.12</w:t>
      </w:r>
      <w:r w:rsidRPr="00162F14">
        <w:rPr>
          <w:rFonts w:ascii="Times New Roman" w:hAnsi="Times New Roman"/>
          <w:b/>
          <w:sz w:val="40"/>
        </w:rPr>
        <w:t>.2017 года</w:t>
      </w:r>
    </w:p>
    <w:p w:rsidR="001A6DA1" w:rsidRDefault="001A6DA1" w:rsidP="004A273D">
      <w:pPr>
        <w:jc w:val="both"/>
        <w:rPr>
          <w:rFonts w:ascii="Times New Roman" w:hAnsi="Times New Roman"/>
          <w:b/>
          <w:sz w:val="40"/>
        </w:rPr>
      </w:pPr>
    </w:p>
    <w:p w:rsidR="001A6DA1" w:rsidRPr="002D5011" w:rsidRDefault="001A6DA1" w:rsidP="00162F14">
      <w:pPr>
        <w:jc w:val="center"/>
        <w:rPr>
          <w:rFonts w:ascii="Times New Roman" w:hAnsi="Times New Roman"/>
          <w:sz w:val="32"/>
          <w:szCs w:val="32"/>
        </w:rPr>
      </w:pPr>
    </w:p>
    <w:p w:rsidR="001A6DA1" w:rsidRDefault="001A6DA1" w:rsidP="00162F14">
      <w:pPr>
        <w:rPr>
          <w:rFonts w:ascii="Times New Roman" w:hAnsi="Times New Roman"/>
          <w:b/>
          <w:i/>
          <w:sz w:val="32"/>
        </w:rPr>
      </w:pPr>
      <w:r w:rsidRPr="00162F14">
        <w:rPr>
          <w:rFonts w:ascii="Times New Roman" w:hAnsi="Times New Roman"/>
          <w:b/>
          <w:i/>
          <w:sz w:val="32"/>
        </w:rPr>
        <w:t>Добавлено в расходы:</w:t>
      </w:r>
    </w:p>
    <w:p w:rsidR="001A6DA1" w:rsidRDefault="001A6DA1" w:rsidP="00B86180">
      <w:pPr>
        <w:pStyle w:val="ListParagraph"/>
        <w:numPr>
          <w:ilvl w:val="0"/>
          <w:numId w:val="4"/>
        </w:numPr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ПЭЦ – 313 134,0</w:t>
      </w:r>
    </w:p>
    <w:p w:rsidR="001A6DA1" w:rsidRPr="00B86180" w:rsidRDefault="001A6DA1" w:rsidP="00D976B5">
      <w:pPr>
        <w:pStyle w:val="ListParagraph"/>
        <w:ind w:left="36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  </w:t>
      </w:r>
      <w:r w:rsidRPr="00B86180">
        <w:rPr>
          <w:rFonts w:ascii="Times New Roman" w:hAnsi="Times New Roman"/>
          <w:sz w:val="32"/>
        </w:rPr>
        <w:t xml:space="preserve">992 0113 5620100590 244 </w:t>
      </w:r>
      <w:r>
        <w:rPr>
          <w:rFonts w:ascii="Times New Roman" w:hAnsi="Times New Roman"/>
          <w:sz w:val="32"/>
        </w:rPr>
        <w:t>, их них:</w:t>
      </w:r>
    </w:p>
    <w:p w:rsidR="001A6DA1" w:rsidRPr="00B86180" w:rsidRDefault="001A6DA1" w:rsidP="00B86180">
      <w:pPr>
        <w:pStyle w:val="ListParagraph"/>
        <w:rPr>
          <w:rFonts w:ascii="Times New Roman" w:hAnsi="Times New Roman"/>
          <w:sz w:val="32"/>
        </w:rPr>
      </w:pPr>
      <w:r w:rsidRPr="00B86180">
        <w:rPr>
          <w:rFonts w:ascii="Times New Roman" w:hAnsi="Times New Roman"/>
          <w:sz w:val="32"/>
        </w:rPr>
        <w:t>- 96 610,0 –консоли</w:t>
      </w:r>
    </w:p>
    <w:p w:rsidR="001A6DA1" w:rsidRPr="00B86180" w:rsidRDefault="001A6DA1" w:rsidP="00B86180">
      <w:pPr>
        <w:pStyle w:val="ListParagraph"/>
        <w:rPr>
          <w:rFonts w:ascii="Times New Roman" w:hAnsi="Times New Roman"/>
          <w:sz w:val="32"/>
        </w:rPr>
      </w:pPr>
      <w:r w:rsidRPr="00B86180">
        <w:rPr>
          <w:rFonts w:ascii="Times New Roman" w:hAnsi="Times New Roman"/>
          <w:sz w:val="32"/>
        </w:rPr>
        <w:t>- 3000 – подписка журнала</w:t>
      </w:r>
    </w:p>
    <w:p w:rsidR="001A6DA1" w:rsidRPr="00B86180" w:rsidRDefault="001A6DA1" w:rsidP="00B86180">
      <w:pPr>
        <w:pStyle w:val="ListParagraph"/>
        <w:rPr>
          <w:rFonts w:ascii="Times New Roman" w:hAnsi="Times New Roman"/>
          <w:sz w:val="32"/>
        </w:rPr>
      </w:pPr>
      <w:r w:rsidRPr="00B86180">
        <w:rPr>
          <w:rFonts w:ascii="Times New Roman" w:hAnsi="Times New Roman"/>
          <w:sz w:val="32"/>
        </w:rPr>
        <w:t>992 0113 5620100590 111 – 122 874,0</w:t>
      </w:r>
    </w:p>
    <w:p w:rsidR="001A6DA1" w:rsidRDefault="001A6DA1" w:rsidP="00B86180">
      <w:pPr>
        <w:pStyle w:val="ListParagraph"/>
        <w:rPr>
          <w:rFonts w:ascii="Times New Roman" w:hAnsi="Times New Roman"/>
          <w:sz w:val="32"/>
        </w:rPr>
      </w:pPr>
      <w:r w:rsidRPr="00B86180">
        <w:rPr>
          <w:rFonts w:ascii="Times New Roman" w:hAnsi="Times New Roman"/>
          <w:sz w:val="32"/>
        </w:rPr>
        <w:t>992 0113 5620100590 119 – 90 650</w:t>
      </w:r>
      <w:r>
        <w:rPr>
          <w:rFonts w:ascii="Times New Roman" w:hAnsi="Times New Roman"/>
          <w:b/>
          <w:sz w:val="32"/>
        </w:rPr>
        <w:t>,0</w:t>
      </w:r>
      <w:r>
        <w:rPr>
          <w:rFonts w:ascii="Times New Roman" w:hAnsi="Times New Roman"/>
          <w:sz w:val="32"/>
        </w:rPr>
        <w:t xml:space="preserve">    </w:t>
      </w:r>
    </w:p>
    <w:p w:rsidR="001A6DA1" w:rsidRDefault="001A6DA1" w:rsidP="00B86180">
      <w:pPr>
        <w:pStyle w:val="ListParagrap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</w:t>
      </w:r>
    </w:p>
    <w:p w:rsidR="001A6DA1" w:rsidRDefault="001A6DA1" w:rsidP="00B86180">
      <w:pPr>
        <w:pStyle w:val="ListParagraph"/>
        <w:ind w:hanging="36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2)Глава   992 0102 5010000190 121 – 13 700,0</w:t>
      </w:r>
    </w:p>
    <w:p w:rsidR="001A6DA1" w:rsidRDefault="001A6DA1" w:rsidP="00B86180">
      <w:pPr>
        <w:pStyle w:val="ListParagraph"/>
        <w:ind w:hanging="36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            992 01025010000190 129 – 3 360,0</w:t>
      </w:r>
    </w:p>
    <w:p w:rsidR="001A6DA1" w:rsidRDefault="001A6DA1" w:rsidP="00B86180">
      <w:pPr>
        <w:pStyle w:val="ListParagraph"/>
        <w:ind w:hanging="360"/>
        <w:rPr>
          <w:rFonts w:ascii="Times New Roman" w:hAnsi="Times New Roman"/>
          <w:sz w:val="32"/>
        </w:rPr>
      </w:pPr>
    </w:p>
    <w:p w:rsidR="001A6DA1" w:rsidRPr="00B86180" w:rsidRDefault="001A6DA1" w:rsidP="00D976B5">
      <w:pPr>
        <w:pStyle w:val="ListParagraph"/>
        <w:ind w:left="36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3)992 1001 6310040010 313 – 3 693,86</w:t>
      </w:r>
    </w:p>
    <w:p w:rsidR="001A6DA1" w:rsidRDefault="001A6DA1" w:rsidP="00B86180">
      <w:pPr>
        <w:pStyle w:val="ListParagraph"/>
        <w:ind w:left="360"/>
        <w:rPr>
          <w:rFonts w:ascii="Times New Roman" w:hAnsi="Times New Roman"/>
          <w:sz w:val="32"/>
        </w:rPr>
      </w:pPr>
    </w:p>
    <w:p w:rsidR="001A6DA1" w:rsidRPr="00D976B5" w:rsidRDefault="001A6DA1" w:rsidP="00D976B5">
      <w:pPr>
        <w:pStyle w:val="ListParagraph"/>
        <w:ind w:left="465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4) 992 0203 50300</w:t>
      </w:r>
      <w:r>
        <w:rPr>
          <w:rFonts w:ascii="Times New Roman" w:hAnsi="Times New Roman"/>
          <w:sz w:val="32"/>
          <w:lang w:val="en-US"/>
        </w:rPr>
        <w:t>L</w:t>
      </w:r>
      <w:r w:rsidRPr="00D976B5">
        <w:rPr>
          <w:rFonts w:ascii="Times New Roman" w:hAnsi="Times New Roman"/>
          <w:sz w:val="32"/>
        </w:rPr>
        <w:t>1180 121 – 12</w:t>
      </w:r>
      <w:r>
        <w:rPr>
          <w:rFonts w:ascii="Times New Roman" w:hAnsi="Times New Roman"/>
          <w:sz w:val="32"/>
          <w:lang w:val="en-US"/>
        </w:rPr>
        <w:t> </w:t>
      </w:r>
      <w:r w:rsidRPr="00D976B5">
        <w:rPr>
          <w:rFonts w:ascii="Times New Roman" w:hAnsi="Times New Roman"/>
          <w:sz w:val="32"/>
        </w:rPr>
        <w:t>053.6</w:t>
      </w:r>
    </w:p>
    <w:p w:rsidR="001A6DA1" w:rsidRDefault="001A6DA1" w:rsidP="00D976B5">
      <w:pPr>
        <w:pStyle w:val="ListParagraph"/>
        <w:ind w:left="0"/>
        <w:rPr>
          <w:rFonts w:ascii="Times New Roman" w:hAnsi="Times New Roman"/>
          <w:sz w:val="32"/>
        </w:rPr>
      </w:pPr>
      <w:r w:rsidRPr="00D976B5">
        <w:rPr>
          <w:rFonts w:ascii="Times New Roman" w:hAnsi="Times New Roman"/>
          <w:sz w:val="32"/>
        </w:rPr>
        <w:t xml:space="preserve">          992 0203 50300</w:t>
      </w:r>
      <w:r>
        <w:rPr>
          <w:rFonts w:ascii="Times New Roman" w:hAnsi="Times New Roman"/>
          <w:sz w:val="32"/>
          <w:lang w:val="en-US"/>
        </w:rPr>
        <w:t>L</w:t>
      </w:r>
      <w:r w:rsidRPr="00D976B5">
        <w:rPr>
          <w:rFonts w:ascii="Times New Roman" w:hAnsi="Times New Roman"/>
          <w:sz w:val="32"/>
        </w:rPr>
        <w:t>1180 129 – 2431.7</w:t>
      </w:r>
    </w:p>
    <w:p w:rsidR="001A6DA1" w:rsidRPr="00D976B5" w:rsidRDefault="001A6DA1" w:rsidP="00D976B5">
      <w:pPr>
        <w:pStyle w:val="ListParagraph"/>
        <w:ind w:left="0"/>
        <w:rPr>
          <w:rFonts w:ascii="Times New Roman" w:hAnsi="Times New Roman"/>
          <w:sz w:val="32"/>
        </w:rPr>
      </w:pPr>
    </w:p>
    <w:p w:rsidR="001A6DA1" w:rsidRDefault="001A6DA1" w:rsidP="00D976B5">
      <w:pPr>
        <w:pStyle w:val="ListParagraph"/>
        <w:ind w:left="36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5)992 0104 5020000190 244 – 6000,0 – оценка авто</w:t>
      </w:r>
    </w:p>
    <w:p w:rsidR="001A6DA1" w:rsidRDefault="001A6DA1" w:rsidP="00D976B5">
      <w:pPr>
        <w:pStyle w:val="ListParagraph"/>
        <w:ind w:left="360"/>
        <w:rPr>
          <w:rFonts w:ascii="Times New Roman" w:hAnsi="Times New Roman"/>
          <w:sz w:val="32"/>
        </w:rPr>
      </w:pPr>
    </w:p>
    <w:p w:rsidR="001A6DA1" w:rsidRPr="00D976B5" w:rsidRDefault="001A6DA1" w:rsidP="00D976B5">
      <w:pPr>
        <w:pStyle w:val="ListParagraph"/>
        <w:ind w:left="36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6)ДК Виноградный 992 0801 9810100590 244- 37 700,0 – ремонт цокуля</w:t>
      </w:r>
    </w:p>
    <w:p w:rsidR="001A6DA1" w:rsidRPr="00D16505" w:rsidRDefault="001A6DA1" w:rsidP="00D16505">
      <w:pPr>
        <w:spacing w:after="0" w:line="240" w:lineRule="auto"/>
        <w:rPr>
          <w:rFonts w:ascii="Times New Roman" w:hAnsi="Times New Roman"/>
          <w:sz w:val="32"/>
        </w:rPr>
      </w:pPr>
    </w:p>
    <w:p w:rsidR="001A6DA1" w:rsidRDefault="001A6DA1" w:rsidP="00D97379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1A6DA1" w:rsidRDefault="001A6DA1" w:rsidP="00D97379">
      <w:pPr>
        <w:spacing w:after="0" w:line="240" w:lineRule="auto"/>
        <w:rPr>
          <w:rFonts w:ascii="Times New Roman" w:hAnsi="Times New Roman"/>
          <w:b/>
          <w:sz w:val="32"/>
        </w:rPr>
      </w:pPr>
      <w:r w:rsidRPr="00006EF9">
        <w:rPr>
          <w:rFonts w:ascii="Times New Roman" w:hAnsi="Times New Roman"/>
          <w:b/>
          <w:sz w:val="32"/>
        </w:rPr>
        <w:t>ИТОГО добавлено по сессии</w:t>
      </w:r>
      <w:r>
        <w:rPr>
          <w:rFonts w:ascii="Times New Roman" w:hAnsi="Times New Roman"/>
          <w:b/>
          <w:sz w:val="32"/>
        </w:rPr>
        <w:t xml:space="preserve">  392 073,16</w:t>
      </w:r>
    </w:p>
    <w:p w:rsidR="001A6DA1" w:rsidRDefault="001A6DA1" w:rsidP="00D97379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1A6DA1" w:rsidRPr="00006EF9" w:rsidRDefault="001A6DA1" w:rsidP="00D97379">
      <w:pPr>
        <w:spacing w:after="0" w:line="240" w:lineRule="auto"/>
        <w:rPr>
          <w:rFonts w:ascii="Times New Roman" w:hAnsi="Times New Roman"/>
          <w:b/>
          <w:sz w:val="32"/>
        </w:rPr>
      </w:pPr>
    </w:p>
    <w:sectPr w:rsidR="001A6DA1" w:rsidRPr="00006EF9" w:rsidSect="004440A7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1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204B5"/>
    <w:rsid w:val="00060960"/>
    <w:rsid w:val="00080063"/>
    <w:rsid w:val="00085A98"/>
    <w:rsid w:val="000B3333"/>
    <w:rsid w:val="000B47CF"/>
    <w:rsid w:val="000B63FB"/>
    <w:rsid w:val="000B67C6"/>
    <w:rsid w:val="000E447E"/>
    <w:rsid w:val="000E5630"/>
    <w:rsid w:val="00107B2C"/>
    <w:rsid w:val="00162F14"/>
    <w:rsid w:val="00173074"/>
    <w:rsid w:val="001A6DA1"/>
    <w:rsid w:val="001F011E"/>
    <w:rsid w:val="0024543F"/>
    <w:rsid w:val="00267ABC"/>
    <w:rsid w:val="002A1202"/>
    <w:rsid w:val="002B365B"/>
    <w:rsid w:val="002D2367"/>
    <w:rsid w:val="002D26F9"/>
    <w:rsid w:val="002D5011"/>
    <w:rsid w:val="00331A1C"/>
    <w:rsid w:val="003733B3"/>
    <w:rsid w:val="003A6FA5"/>
    <w:rsid w:val="003E3E67"/>
    <w:rsid w:val="003F0738"/>
    <w:rsid w:val="00400802"/>
    <w:rsid w:val="00404AC8"/>
    <w:rsid w:val="00411753"/>
    <w:rsid w:val="0043495F"/>
    <w:rsid w:val="004440A7"/>
    <w:rsid w:val="00457697"/>
    <w:rsid w:val="0046245B"/>
    <w:rsid w:val="0047406D"/>
    <w:rsid w:val="004A273D"/>
    <w:rsid w:val="004B33C6"/>
    <w:rsid w:val="004B4E0D"/>
    <w:rsid w:val="005043F1"/>
    <w:rsid w:val="00513980"/>
    <w:rsid w:val="005434F3"/>
    <w:rsid w:val="005725D2"/>
    <w:rsid w:val="005A7C44"/>
    <w:rsid w:val="005B298E"/>
    <w:rsid w:val="005E63E9"/>
    <w:rsid w:val="00671024"/>
    <w:rsid w:val="00671270"/>
    <w:rsid w:val="006A0441"/>
    <w:rsid w:val="006C7878"/>
    <w:rsid w:val="006F393E"/>
    <w:rsid w:val="00710A4D"/>
    <w:rsid w:val="007967D5"/>
    <w:rsid w:val="007A0C33"/>
    <w:rsid w:val="007A4659"/>
    <w:rsid w:val="007A611A"/>
    <w:rsid w:val="007C7C9C"/>
    <w:rsid w:val="007D4379"/>
    <w:rsid w:val="00812D3A"/>
    <w:rsid w:val="00874F40"/>
    <w:rsid w:val="00883445"/>
    <w:rsid w:val="008E2AA3"/>
    <w:rsid w:val="008E3B48"/>
    <w:rsid w:val="008F5021"/>
    <w:rsid w:val="0095531C"/>
    <w:rsid w:val="00983E7A"/>
    <w:rsid w:val="009A0CCB"/>
    <w:rsid w:val="009F3645"/>
    <w:rsid w:val="00A01BBB"/>
    <w:rsid w:val="00A116D6"/>
    <w:rsid w:val="00A25B9B"/>
    <w:rsid w:val="00A400BB"/>
    <w:rsid w:val="00A45361"/>
    <w:rsid w:val="00AA0A53"/>
    <w:rsid w:val="00AD41CA"/>
    <w:rsid w:val="00AE0CA3"/>
    <w:rsid w:val="00B00086"/>
    <w:rsid w:val="00B51A71"/>
    <w:rsid w:val="00B57259"/>
    <w:rsid w:val="00B86180"/>
    <w:rsid w:val="00BD6B85"/>
    <w:rsid w:val="00BE379E"/>
    <w:rsid w:val="00BF46CB"/>
    <w:rsid w:val="00BF4B9F"/>
    <w:rsid w:val="00BF4BE0"/>
    <w:rsid w:val="00BF5A05"/>
    <w:rsid w:val="00C355B4"/>
    <w:rsid w:val="00C775FA"/>
    <w:rsid w:val="00C81EBF"/>
    <w:rsid w:val="00C8286F"/>
    <w:rsid w:val="00CA0106"/>
    <w:rsid w:val="00CC2863"/>
    <w:rsid w:val="00CF3887"/>
    <w:rsid w:val="00CF5EBB"/>
    <w:rsid w:val="00CF7F90"/>
    <w:rsid w:val="00D01CC2"/>
    <w:rsid w:val="00D16505"/>
    <w:rsid w:val="00D27121"/>
    <w:rsid w:val="00D37A4D"/>
    <w:rsid w:val="00D949A1"/>
    <w:rsid w:val="00D97379"/>
    <w:rsid w:val="00D976B5"/>
    <w:rsid w:val="00DA1E43"/>
    <w:rsid w:val="00DA344F"/>
    <w:rsid w:val="00DB5B7B"/>
    <w:rsid w:val="00DC518B"/>
    <w:rsid w:val="00DC5916"/>
    <w:rsid w:val="00DD7A41"/>
    <w:rsid w:val="00DE01B7"/>
    <w:rsid w:val="00DF39D0"/>
    <w:rsid w:val="00E041F2"/>
    <w:rsid w:val="00E838DE"/>
    <w:rsid w:val="00EA72D4"/>
    <w:rsid w:val="00F150F1"/>
    <w:rsid w:val="00F800DB"/>
    <w:rsid w:val="00FA6A2D"/>
    <w:rsid w:val="00FE159D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1C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62F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424</TotalTime>
  <Pages>1</Pages>
  <Words>89</Words>
  <Characters>512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49</cp:revision>
  <cp:lastPrinted>2017-12-13T14:25:00Z</cp:lastPrinted>
  <dcterms:created xsi:type="dcterms:W3CDTF">2017-04-13T12:24:00Z</dcterms:created>
  <dcterms:modified xsi:type="dcterms:W3CDTF">2017-12-22T14:00:00Z</dcterms:modified>
</cp:coreProperties>
</file>