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76" w:rsidRPr="0047562E" w:rsidRDefault="00A33976" w:rsidP="0047562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Информация</w:t>
      </w:r>
    </w:p>
    <w:p w:rsidR="00A33976" w:rsidRPr="0047562E" w:rsidRDefault="00A33976" w:rsidP="0047562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 xml:space="preserve">о работе Совета  Вышестеблиевского сельского поселения </w:t>
      </w:r>
    </w:p>
    <w:p w:rsidR="00A33976" w:rsidRPr="0047562E" w:rsidRDefault="00A33976" w:rsidP="0047562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Темрюкского района в 2016 году</w:t>
      </w:r>
    </w:p>
    <w:p w:rsidR="00A33976" w:rsidRPr="0047562E" w:rsidRDefault="00A33976" w:rsidP="0047562E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33976" w:rsidRPr="0047562E" w:rsidRDefault="00A33976" w:rsidP="0047562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Уважаемые депутаты, уважаемые присутствующие!</w:t>
      </w:r>
    </w:p>
    <w:p w:rsidR="00A33976" w:rsidRDefault="00A33976"/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Вашему вниманию предоставляется информация об итогах работы Совета  Вышестеблиевского сельского поселения Темрюкского района за 2016 год и приоритетных задачах, которые стоят перед депутатским корпусом в 2017 году.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составе депутатского корпуса на сегодняшний день 20 депутатов. Все депутаты осуществляют свою деятельность на непостоянной основе.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структуре Совета образованы и действуют 5 постоянных комиссий, курирующие соответствующие вопросы местного значения, относящиеся к полномочиям органов местного самоуправления.</w:t>
      </w:r>
    </w:p>
    <w:p w:rsidR="00A33976" w:rsidRDefault="00A33976" w:rsidP="00A47D36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Молодые депутаты представлены в Совете Молодых депутатов Краснодарского края и муниципального образования Темрюкский район.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Основной формой деятельности депутатов Совета являются сессионные заседания.</w:t>
      </w:r>
    </w:p>
    <w:p w:rsidR="00A33976" w:rsidRDefault="00A33976" w:rsidP="000D075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2016 году Советом депутатов было проведено 19 заседаний Совета депутатов, в том числе 7 внеочередных.</w:t>
      </w:r>
      <w:r w:rsidRPr="000D0754">
        <w:rPr>
          <w:rFonts w:ascii="Times New Roman" w:hAnsi="Times New Roman"/>
          <w:sz w:val="28"/>
          <w:szCs w:val="28"/>
        </w:rPr>
        <w:t xml:space="preserve"> </w:t>
      </w:r>
    </w:p>
    <w:p w:rsidR="00A33976" w:rsidRDefault="00A33976" w:rsidP="000D0754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Советом  Вышестеблиевского сельского поселения принято 64 решения, из них 11 имеют нормативный правовой статус.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Предлагаемые для рассмотрения на заседаниях вопросы предварительно рассматривались на заседаниях постоянных депутатских комиссий с приглашением официальных лиц, ответственных за исполнение тех или иных вопросов, вырабатывались проекты решений, которые затем выносились на заседание Совета.</w:t>
      </w:r>
    </w:p>
    <w:p w:rsidR="00A33976" w:rsidRDefault="00A33976" w:rsidP="003C428A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 принятие нормативных актов  осуществлялась в соответствии с Положением о муниципальных правовых актов Вышестеблиевского сельского поселения, утвержденным решением Совета.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Проекты решений, вносимые  в Совет поселения, проверялись на соответствие законодательству и наличие коррупциогенных факторов в соответствии с Порядком проведения антикоррупционной экспертизы муниципальных правовых актов  Вышестеблиевского сельского поселения, утвержденным решением Совета.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повышения качества принимаемых нормативных правовых  актов Совет Вышестеблиевского сельского поселения в течение всего года тесно взаимодействовал с Советом муниципального образования Темрюкский район. Также проекты решений предварительно направлялись в прокуратуру района для  получения заключения прокурора о соответствии проекта акта действующему  законодательству.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Большинство решений, принятых депутатами на протяжении всего года,  касались таких  сфер, как организация местного самоуправления, управление муниципальным имуществом, финансовые основы и другие.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местных органов власти основным условием для реализации своих полномочий является бюджет поселения. В этой связи главная роль Совета заключается в утверждении бюджета поселения и контроле за его исполнением.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2016 года в соответствии с бюджетным законодательством депутатами приняты решения в части внесения изменений в бюджет 2016 года, утверждения бюджета на 2017 год и утверждения отчета об исполнении бюджета за 2015 год. Совместными усилиями много было сделано для пополнения его доходной части, вхождению в социально-значимые для жителей поселения программы (ремонт дорог, освещение). Ход выполнения этих программ находится на постоянном контроле депутатов Совета.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Согласно законодательству о местном самоуправлении, а также Уставу Вышестеблиевского сельского поселения проект решения о бюджете на 2017 год, исполнение бюджета поселения за 2015 год, принятие Устава поселения рассматривались на публичных слушаниях.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публичных слушаниях принимали участие руководители всех форм собственности, представители общественности, граждане поселения.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целях информационной открытости нормотворческой работы Совета Вышестеблиевского сельского поселения решения, принятые на заседаниях, размещались на официальном сайте администрации поселения, в разделе Совет и на информационном стенде в здании администрации. Каждый желающий гражданин имеет возможность ознакомиться с нормативными правовыми актами. Все без  исключения нормативные правовые акты были направлены   в прокуратуру района.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Советом уделяется внимание анализу и контролю за ходом выполнения решений, мониторингу ранее принятых решений.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Постоянно осуществляется контроль за изменениями действующего законодательства с целью своевременного принятия решений в соответствие с  требованиями действующего законодательства. Так, в 2016 году велась работа по приведению в соответствие с действующим законодательством Устава Вышестеблиевского сельского  поселения, Положения о бюджетном процессе в Вышестеблиевском сельском поселении, Положения по вопросам о муниципальной службе в Вышестеблиевском сельском поселении, об утверждении налога на имущество физических лиц и изменения в Правила землепользования и застройки.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2016 года Советом Вышестеблиевского сельского поселения были заслушаны: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о работе главы сельского поселения за 2015 год;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председателя Совета о работе Совета депутатов за 2015 год;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отчеты о деятельности руководителей ТОС за 2015 год.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Депутатами Совета поселения  проводится работа по организации и контролю за исполнением наказов и обращений, данных главе и депутатам Совета Вышестеблиевского сельского поселения в ходе предвыборной избирательной кампании.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Депутаты по графику принимают участие в работе рейдовых групп,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 же принимают участие во всех благотворительных акциях, такие как: «Георгиевская лента», «Цветик-семицветик», в общественных мероприятиях, проводимых на  территории поселения: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День Победы;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Освобождение Таманского полуострова от немецко-фашистских захватчиков;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День станицы Вышестеблиевской и поселка Виноградный.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Проведены совместно с администрацией адресные поздравления с вручением новогодних подарков, предоставленных спонсорами,  детям из малообеспеченных, многодетных семей и чествование ветеранов Великой Отечественной войны.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Депутаты Совета активно работают в составе различных комиссий при администрации поселения, а именно: проведение актов обследования жилищно-бытовых условий граждан, работа в комиссии  по неблагополучным семьям, рассмотрение письменных обращений граждан, жалоб с выездом на место.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Регулярно депутаты ведут работы  с гражданами своих избирательных округов. По принятым от граждан обращениям и просьбам депутаты работают с руководителями предприятий и организаций, организуют  исполнение. Единственное, что хотелось бы порекомендовать депутатам – научиться фиксировать свою индивидуальную работу с избирателями на бумаге.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Таким  образом, подводя итоги деятельности Совета можно сказать, что прошедший год работы выдался достаточно плодотворным.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Депутатский корпус проявил себя, как вполне дееспособный и профессиональный коллектив, способный совместно с администрацией решать актуальные вопросы развития нашего сельского поселения при обязательном учете интересов избирателей.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Вся работа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 на эти цели финансовые средства в местном бюджете.</w:t>
      </w:r>
    </w:p>
    <w:p w:rsidR="00A33976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 году Совет продолжает свою работу по всем основным направлениям. Наша главная задача – увеличить собственные доходы бюджета, максимально эффективно осуществлять расходы при строгом контроле.</w:t>
      </w:r>
    </w:p>
    <w:p w:rsidR="00A33976" w:rsidRPr="0047562E" w:rsidRDefault="00A33976" w:rsidP="001F0F0F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Жители сельского поселения могут быть уверены, что их проблемы всегда будут  услышаны депутатами и найдут своё решение, как на уровне Совета, так и на уровне администрации сельского поселения.</w:t>
      </w:r>
    </w:p>
    <w:sectPr w:rsidR="00A33976" w:rsidRPr="0047562E" w:rsidSect="00B41D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62E"/>
    <w:rsid w:val="000407B0"/>
    <w:rsid w:val="00073AF6"/>
    <w:rsid w:val="000C6DFB"/>
    <w:rsid w:val="000D0754"/>
    <w:rsid w:val="000D19E4"/>
    <w:rsid w:val="001D674C"/>
    <w:rsid w:val="001F0F0F"/>
    <w:rsid w:val="00272D77"/>
    <w:rsid w:val="002B56C1"/>
    <w:rsid w:val="002E1A56"/>
    <w:rsid w:val="00342E8B"/>
    <w:rsid w:val="003C428A"/>
    <w:rsid w:val="0041685A"/>
    <w:rsid w:val="0047562E"/>
    <w:rsid w:val="004A570B"/>
    <w:rsid w:val="00527BCC"/>
    <w:rsid w:val="005647A8"/>
    <w:rsid w:val="005C16A6"/>
    <w:rsid w:val="005D4E66"/>
    <w:rsid w:val="00673C79"/>
    <w:rsid w:val="00810359"/>
    <w:rsid w:val="008A3400"/>
    <w:rsid w:val="008C5D90"/>
    <w:rsid w:val="008F0C4D"/>
    <w:rsid w:val="008F6FC1"/>
    <w:rsid w:val="00913A4F"/>
    <w:rsid w:val="00936AB7"/>
    <w:rsid w:val="00947F0E"/>
    <w:rsid w:val="0098570B"/>
    <w:rsid w:val="00990C24"/>
    <w:rsid w:val="009B751D"/>
    <w:rsid w:val="009E7E21"/>
    <w:rsid w:val="00A124B3"/>
    <w:rsid w:val="00A12B88"/>
    <w:rsid w:val="00A33976"/>
    <w:rsid w:val="00A47D36"/>
    <w:rsid w:val="00AD2811"/>
    <w:rsid w:val="00AF347B"/>
    <w:rsid w:val="00B41DDA"/>
    <w:rsid w:val="00B93782"/>
    <w:rsid w:val="00BA5355"/>
    <w:rsid w:val="00C605EC"/>
    <w:rsid w:val="00C6642E"/>
    <w:rsid w:val="00CA3A3A"/>
    <w:rsid w:val="00D03A5B"/>
    <w:rsid w:val="00DA764E"/>
    <w:rsid w:val="00E0026B"/>
    <w:rsid w:val="00E22A01"/>
    <w:rsid w:val="00E665D1"/>
    <w:rsid w:val="00E84E0B"/>
    <w:rsid w:val="00F7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3</Pages>
  <Words>1133</Words>
  <Characters>6463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оботдел</cp:lastModifiedBy>
  <cp:revision>45</cp:revision>
  <dcterms:created xsi:type="dcterms:W3CDTF">2017-02-15T07:25:00Z</dcterms:created>
  <dcterms:modified xsi:type="dcterms:W3CDTF">2017-02-16T11:36:00Z</dcterms:modified>
</cp:coreProperties>
</file>