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D25" w:rsidRDefault="00180D25" w:rsidP="00DF3E4A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442CEC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180D25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180D25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180D25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Вышестеблиевского </w:t>
      </w:r>
    </w:p>
    <w:p w:rsidR="00180D25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180D25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180D25" w:rsidRPr="00442CEC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  П.К.Хаджиди</w:t>
      </w:r>
    </w:p>
    <w:p w:rsidR="00180D25" w:rsidRDefault="00180D25" w:rsidP="00073494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(подпись)</w:t>
      </w:r>
    </w:p>
    <w:p w:rsidR="00180D25" w:rsidRDefault="00180D25" w:rsidP="00073494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«____»__________________________20____г.</w:t>
      </w:r>
    </w:p>
    <w:p w:rsidR="00180D25" w:rsidRDefault="00180D25" w:rsidP="00073494">
      <w:pPr>
        <w:jc w:val="center"/>
        <w:rPr>
          <w:rFonts w:ascii="Times New Roman" w:hAnsi="Times New Roman"/>
          <w:sz w:val="28"/>
          <w:szCs w:val="28"/>
        </w:rPr>
      </w:pPr>
    </w:p>
    <w:p w:rsidR="00180D25" w:rsidRPr="00073494" w:rsidRDefault="00180D25" w:rsidP="00073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494">
        <w:rPr>
          <w:rFonts w:ascii="Times New Roman" w:hAnsi="Times New Roman"/>
          <w:b/>
          <w:sz w:val="28"/>
          <w:szCs w:val="28"/>
        </w:rPr>
        <w:t>План</w:t>
      </w:r>
    </w:p>
    <w:p w:rsidR="00180D25" w:rsidRDefault="00180D25" w:rsidP="00073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494">
        <w:rPr>
          <w:rFonts w:ascii="Times New Roman" w:hAnsi="Times New Roman"/>
          <w:b/>
          <w:sz w:val="28"/>
          <w:szCs w:val="28"/>
        </w:rPr>
        <w:t>финансово-хозяйственной деятельности на 20___год и на период 20___ и 20___годов</w:t>
      </w:r>
    </w:p>
    <w:p w:rsidR="00180D25" w:rsidRPr="00073494" w:rsidRDefault="00180D25" w:rsidP="00073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D25" w:rsidRDefault="00180D25" w:rsidP="00AD62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«____»______________________20___г.</w:t>
      </w:r>
    </w:p>
    <w:p w:rsidR="00180D25" w:rsidRPr="005005F7" w:rsidRDefault="00180D25" w:rsidP="005005F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КОДЫ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180D25" w:rsidRPr="001914E1" w:rsidTr="001914E1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180D25" w:rsidRPr="001914E1" w:rsidRDefault="00180D25" w:rsidP="001914E1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tabs>
                <w:tab w:val="left" w:pos="2586"/>
              </w:tabs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tabs>
                <w:tab w:val="left" w:pos="2586"/>
              </w:tabs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  <w:r w:rsidRPr="001914E1">
              <w:rPr>
                <w:sz w:val="28"/>
                <w:szCs w:val="28"/>
              </w:rPr>
              <w:t>09.01.2017</w:t>
            </w:r>
          </w:p>
        </w:tc>
      </w:tr>
      <w:tr w:rsidR="00180D25" w:rsidRPr="001914E1" w:rsidTr="001914E1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tabs>
                <w:tab w:val="center" w:pos="617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ИНН/КПП</w:t>
            </w:r>
            <w:r w:rsidRPr="001914E1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  <w:r w:rsidRPr="001914E1">
              <w:rPr>
                <w:sz w:val="28"/>
                <w:szCs w:val="28"/>
              </w:rPr>
              <w:t>2352037856</w:t>
            </w:r>
          </w:p>
        </w:tc>
      </w:tr>
      <w:tr w:rsidR="00180D25" w:rsidRPr="001914E1" w:rsidTr="001914E1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  <w:r w:rsidRPr="001914E1">
              <w:rPr>
                <w:sz w:val="28"/>
                <w:szCs w:val="28"/>
              </w:rPr>
              <w:t>235201001</w:t>
            </w:r>
          </w:p>
        </w:tc>
      </w:tr>
      <w:tr w:rsidR="00180D25" w:rsidRPr="001914E1" w:rsidTr="001914E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tabs>
                <w:tab w:val="center" w:pos="617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  <w:r w:rsidRPr="001914E1">
              <w:rPr>
                <w:sz w:val="28"/>
                <w:szCs w:val="28"/>
              </w:rPr>
              <w:t>04088486</w:t>
            </w:r>
          </w:p>
        </w:tc>
      </w:tr>
      <w:tr w:rsidR="00180D25" w:rsidRPr="001914E1" w:rsidTr="001914E1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180D25" w:rsidRPr="001914E1" w:rsidRDefault="00180D25" w:rsidP="001914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 xml:space="preserve">осуществляющего функции и </w:t>
            </w:r>
          </w:p>
          <w:p w:rsidR="00180D25" w:rsidRPr="001914E1" w:rsidRDefault="00180D25" w:rsidP="001914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 w:rsidP="00C12B49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1 </w:t>
      </w:r>
      <w:r w:rsidRPr="00C12B49">
        <w:rPr>
          <w:rFonts w:ascii="Times New Roman" w:hAnsi="Times New Roman"/>
          <w:b/>
          <w:bCs/>
          <w:sz w:val="28"/>
          <w:szCs w:val="28"/>
          <w:lang w:eastAsia="ru-RU"/>
        </w:rPr>
        <w:t>. Сведения о деятельности муниципального бюджетного учреждения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Учреждение), является некоммерческой  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ст.Вышестеблиевская, пер.Советский, 41-А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пос.Виноградный.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C12B49">
        <w:rPr>
          <w:rFonts w:ascii="Times New Roman" w:hAnsi="Times New Roman"/>
          <w:sz w:val="28"/>
          <w:szCs w:val="28"/>
          <w:lang w:eastAsia="ru-RU"/>
        </w:rPr>
        <w:t xml:space="preserve">Общая балансовая стоимость недвижимого государственного имущества </w:t>
      </w:r>
      <w:r>
        <w:rPr>
          <w:rFonts w:ascii="Times New Roman" w:hAnsi="Times New Roman"/>
          <w:sz w:val="28"/>
          <w:szCs w:val="28"/>
          <w:lang w:eastAsia="ru-RU"/>
        </w:rPr>
        <w:t>31081,0 тыс.рублей.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C12B49">
        <w:rPr>
          <w:rFonts w:ascii="Times New Roman" w:hAnsi="Times New Roman"/>
          <w:sz w:val="28"/>
          <w:szCs w:val="28"/>
          <w:lang w:eastAsia="ru-RU"/>
        </w:rPr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6958,0</w:t>
      </w:r>
      <w:r w:rsidRPr="00267B5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тыс.рублей.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Э.В.Журавлева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бухгалтер учреждения      _____________________  И.С.Печеная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Исполнитель                                      _________________________  Е.Ю.Пивень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>
      <w:pPr>
        <w:rPr>
          <w:sz w:val="28"/>
          <w:szCs w:val="28"/>
        </w:rPr>
      </w:pPr>
      <w:r w:rsidRPr="00CF2346">
        <w:rPr>
          <w:rFonts w:ascii="Times New Roman" w:hAnsi="Times New Roman"/>
          <w:sz w:val="28"/>
          <w:szCs w:val="28"/>
        </w:rPr>
        <w:t>«____»__________________20___г.</w:t>
      </w: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Pr="00F32F52" w:rsidRDefault="00180D25">
      <w:pPr>
        <w:rPr>
          <w:sz w:val="24"/>
          <w:szCs w:val="24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на ___________________________ 20__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37734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20753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6067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D25EC6">
      <w:headerReference w:type="default" r:id="rId6"/>
      <w:pgSz w:w="11906" w:h="16838"/>
      <w:pgMar w:top="851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D25" w:rsidRDefault="00180D25" w:rsidP="00A17F52">
      <w:pPr>
        <w:spacing w:after="0" w:line="240" w:lineRule="auto"/>
      </w:pPr>
      <w:r>
        <w:separator/>
      </w:r>
    </w:p>
  </w:endnote>
  <w:endnote w:type="continuationSeparator" w:id="1">
    <w:p w:rsidR="00180D25" w:rsidRDefault="00180D25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D25" w:rsidRDefault="00180D25" w:rsidP="00A17F52">
      <w:pPr>
        <w:spacing w:after="0" w:line="240" w:lineRule="auto"/>
      </w:pPr>
      <w:r>
        <w:separator/>
      </w:r>
    </w:p>
  </w:footnote>
  <w:footnote w:type="continuationSeparator" w:id="1">
    <w:p w:rsidR="00180D25" w:rsidRDefault="00180D25" w:rsidP="00A17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D25" w:rsidRDefault="00180D25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180D25" w:rsidRDefault="00180D2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73494"/>
    <w:rsid w:val="000A673E"/>
    <w:rsid w:val="00100123"/>
    <w:rsid w:val="00180D25"/>
    <w:rsid w:val="001914E1"/>
    <w:rsid w:val="001C674A"/>
    <w:rsid w:val="001E51C9"/>
    <w:rsid w:val="002069CC"/>
    <w:rsid w:val="00267B58"/>
    <w:rsid w:val="0036712A"/>
    <w:rsid w:val="00367B5F"/>
    <w:rsid w:val="003E7360"/>
    <w:rsid w:val="003E73EC"/>
    <w:rsid w:val="003F273A"/>
    <w:rsid w:val="00405091"/>
    <w:rsid w:val="00422798"/>
    <w:rsid w:val="00442CEC"/>
    <w:rsid w:val="0045703A"/>
    <w:rsid w:val="00491E70"/>
    <w:rsid w:val="005005F7"/>
    <w:rsid w:val="005A4212"/>
    <w:rsid w:val="005C662A"/>
    <w:rsid w:val="00607D8E"/>
    <w:rsid w:val="00614CA3"/>
    <w:rsid w:val="00695F00"/>
    <w:rsid w:val="007407E8"/>
    <w:rsid w:val="00761D6E"/>
    <w:rsid w:val="007A2FDE"/>
    <w:rsid w:val="007A643A"/>
    <w:rsid w:val="00842930"/>
    <w:rsid w:val="00856BCB"/>
    <w:rsid w:val="008814CE"/>
    <w:rsid w:val="008A28E5"/>
    <w:rsid w:val="00982541"/>
    <w:rsid w:val="009C6791"/>
    <w:rsid w:val="009D6584"/>
    <w:rsid w:val="00A060FC"/>
    <w:rsid w:val="00A17F52"/>
    <w:rsid w:val="00A3670D"/>
    <w:rsid w:val="00A53C30"/>
    <w:rsid w:val="00A622D0"/>
    <w:rsid w:val="00A70950"/>
    <w:rsid w:val="00A770C9"/>
    <w:rsid w:val="00AD62AA"/>
    <w:rsid w:val="00B500C9"/>
    <w:rsid w:val="00B90F33"/>
    <w:rsid w:val="00BA0969"/>
    <w:rsid w:val="00BA577F"/>
    <w:rsid w:val="00BA7978"/>
    <w:rsid w:val="00BE0A7F"/>
    <w:rsid w:val="00C12B49"/>
    <w:rsid w:val="00CF2346"/>
    <w:rsid w:val="00D25EC6"/>
    <w:rsid w:val="00DA2B6D"/>
    <w:rsid w:val="00DC45AA"/>
    <w:rsid w:val="00DF3E4A"/>
    <w:rsid w:val="00E8012C"/>
    <w:rsid w:val="00EB25DA"/>
    <w:rsid w:val="00F1647F"/>
    <w:rsid w:val="00F32F52"/>
    <w:rsid w:val="00F356FD"/>
    <w:rsid w:val="00F550EE"/>
    <w:rsid w:val="00F85B04"/>
    <w:rsid w:val="00F9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77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17F5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17F52"/>
    <w:rPr>
      <w:rFonts w:cs="Times New Roman"/>
    </w:rPr>
  </w:style>
  <w:style w:type="table" w:styleId="TableGrid">
    <w:name w:val="Table Grid"/>
    <w:basedOn w:val="TableNormal"/>
    <w:uiPriority w:val="99"/>
    <w:rsid w:val="00AD62A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12B49"/>
    <w:pPr>
      <w:ind w:left="720"/>
      <w:contextualSpacing/>
    </w:pPr>
  </w:style>
  <w:style w:type="paragraph" w:styleId="NoSpacing">
    <w:name w:val="No Spacing"/>
    <w:uiPriority w:val="99"/>
    <w:qFormat/>
    <w:rsid w:val="002069CC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278</TotalTime>
  <Pages>6</Pages>
  <Words>1451</Words>
  <Characters>8272</Characters>
  <Application>Microsoft Office Outlook</Application>
  <DocSecurity>0</DocSecurity>
  <Lines>0</Lines>
  <Paragraphs>0</Paragraphs>
  <ScaleCrop>false</ScaleCrop>
  <Company>KULTURA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HP</cp:lastModifiedBy>
  <cp:revision>26</cp:revision>
  <cp:lastPrinted>2016-04-26T07:10:00Z</cp:lastPrinted>
  <dcterms:created xsi:type="dcterms:W3CDTF">2016-02-08T17:11:00Z</dcterms:created>
  <dcterms:modified xsi:type="dcterms:W3CDTF">2017-12-27T06:41:00Z</dcterms:modified>
</cp:coreProperties>
</file>