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1A5" w:rsidRPr="00A51F58" w:rsidRDefault="00F951A5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951A5" w:rsidRPr="00A51F58" w:rsidRDefault="00F951A5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951A5" w:rsidRDefault="00F951A5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516E19">
        <w:rPr>
          <w:rFonts w:ascii="Times New Roman" w:hAnsi="Times New Roman" w:cs="Times New Roman"/>
          <w:sz w:val="28"/>
          <w:szCs w:val="28"/>
        </w:rPr>
        <w:t xml:space="preserve">«Выдача разрешения на вступление в брак </w:t>
      </w:r>
      <w:r>
        <w:rPr>
          <w:rFonts w:ascii="Times New Roman" w:hAnsi="Times New Roman" w:cs="Times New Roman"/>
          <w:sz w:val="28"/>
          <w:szCs w:val="28"/>
        </w:rPr>
        <w:t xml:space="preserve">лицам, достигшим возраста </w:t>
      </w:r>
      <w:r w:rsidRPr="00516E19">
        <w:rPr>
          <w:rFonts w:ascii="Times New Roman" w:hAnsi="Times New Roman" w:cs="Times New Roman"/>
          <w:sz w:val="28"/>
          <w:szCs w:val="28"/>
        </w:rPr>
        <w:t xml:space="preserve"> 16-ти лет»</w:t>
      </w:r>
    </w:p>
    <w:p w:rsidR="00F951A5" w:rsidRPr="00A51F58" w:rsidRDefault="00F951A5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F951A5" w:rsidRDefault="00F951A5" w:rsidP="003E3234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Вышестеблиевского сельского поселения Темрюкского района </w:t>
      </w:r>
    </w:p>
    <w:p w:rsidR="00F951A5" w:rsidRDefault="00F951A5" w:rsidP="003E3234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П.К. Хаджиди </w:t>
      </w:r>
    </w:p>
    <w:p w:rsidR="00F951A5" w:rsidRDefault="00F951A5" w:rsidP="00077B3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F951A5" w:rsidRDefault="00F951A5" w:rsidP="00077B3E">
      <w:pPr>
        <w:pStyle w:val="NoSpacing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прож. по адресу: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Темрюкский район,</w:t>
      </w:r>
    </w:p>
    <w:p w:rsidR="00F951A5" w:rsidRPr="00625453" w:rsidRDefault="00F951A5" w:rsidP="00077B3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 w:rsidRPr="00625453">
        <w:rPr>
          <w:rFonts w:ascii="Times New Roman" w:hAnsi="Times New Roman" w:cs="Times New Roman"/>
          <w:sz w:val="28"/>
          <w:szCs w:val="28"/>
        </w:rPr>
        <w:t>ст./пос._________________________</w:t>
      </w:r>
    </w:p>
    <w:p w:rsidR="00F951A5" w:rsidRPr="00C10D19" w:rsidRDefault="00F951A5" w:rsidP="00077B3E">
      <w:pPr>
        <w:pStyle w:val="NoSpacing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r w:rsidRPr="00625453">
        <w:rPr>
          <w:rFonts w:ascii="Times New Roman" w:hAnsi="Times New Roman" w:cs="Times New Roman"/>
          <w:sz w:val="28"/>
          <w:szCs w:val="28"/>
        </w:rPr>
        <w:t>ул./пер.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_________________________</w:t>
      </w:r>
    </w:p>
    <w:p w:rsidR="00F951A5" w:rsidRDefault="00F951A5" w:rsidP="00077B3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</w:t>
      </w: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____________________________</w:t>
      </w:r>
    </w:p>
    <w:p w:rsidR="00F951A5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51A5" w:rsidRDefault="00F951A5" w:rsidP="00077B3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F951A5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51A5" w:rsidRDefault="00F951A5" w:rsidP="00077B3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25453">
        <w:rPr>
          <w:rFonts w:ascii="Times New Roman" w:hAnsi="Times New Roman" w:cs="Times New Roman"/>
          <w:sz w:val="28"/>
          <w:szCs w:val="28"/>
        </w:rPr>
        <w:t xml:space="preserve">Прошу Вас дать разрешение на вступление в брак моей несовершен-нолетней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25453">
        <w:rPr>
          <w:rFonts w:ascii="Times New Roman" w:hAnsi="Times New Roman" w:cs="Times New Roman"/>
          <w:sz w:val="28"/>
          <w:szCs w:val="28"/>
        </w:rPr>
        <w:t>дочер</w:t>
      </w:r>
      <w:r>
        <w:rPr>
          <w:rFonts w:ascii="Times New Roman" w:hAnsi="Times New Roman" w:cs="Times New Roman"/>
          <w:sz w:val="28"/>
          <w:szCs w:val="28"/>
        </w:rPr>
        <w:t>и __________________________, _____________________</w:t>
      </w:r>
      <w:r w:rsidRPr="00625453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F951A5" w:rsidRPr="00625453" w:rsidRDefault="00F951A5" w:rsidP="00077B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(Фамилия, имя, отчество)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 (число, месяц)</w:t>
      </w:r>
    </w:p>
    <w:p w:rsidR="00F951A5" w:rsidRDefault="00F951A5" w:rsidP="00077B3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625453">
        <w:rPr>
          <w:rFonts w:ascii="Times New Roman" w:hAnsi="Times New Roman" w:cs="Times New Roman"/>
          <w:sz w:val="28"/>
          <w:szCs w:val="28"/>
        </w:rPr>
        <w:t xml:space="preserve">рождения, с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62545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951A5" w:rsidRDefault="00F951A5" w:rsidP="00077B3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(Фамилия, имя, отчество)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A5" w:rsidRDefault="00F951A5" w:rsidP="00077B3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625453">
        <w:rPr>
          <w:rFonts w:ascii="Times New Roman" w:hAnsi="Times New Roman" w:cs="Times New Roman"/>
          <w:sz w:val="28"/>
          <w:szCs w:val="28"/>
        </w:rPr>
        <w:t xml:space="preserve"> года рождения, в связи с тем, что они находятся в </w:t>
      </w:r>
    </w:p>
    <w:p w:rsidR="00F951A5" w:rsidRPr="00625453" w:rsidRDefault="00F951A5" w:rsidP="00077B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25453">
        <w:rPr>
          <w:rFonts w:ascii="Times New Roman" w:hAnsi="Times New Roman" w:cs="Times New Roman"/>
          <w:sz w:val="24"/>
          <w:szCs w:val="24"/>
        </w:rPr>
        <w:t>(число, месяц)</w:t>
      </w:r>
    </w:p>
    <w:p w:rsidR="00F951A5" w:rsidRPr="00625453" w:rsidRDefault="00F951A5" w:rsidP="00077B3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625453">
        <w:rPr>
          <w:rFonts w:ascii="Times New Roman" w:hAnsi="Times New Roman" w:cs="Times New Roman"/>
          <w:sz w:val="28"/>
          <w:szCs w:val="28"/>
        </w:rPr>
        <w:t xml:space="preserve">фактически брачных отношениях и ожидают рождение ребенка. </w:t>
      </w:r>
    </w:p>
    <w:p w:rsidR="00F951A5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51A5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51A5" w:rsidRPr="00625453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 » _________ 2014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____________  (</w:t>
      </w:r>
      <w:r w:rsidRPr="00625453">
        <w:rPr>
          <w:rFonts w:ascii="Times New Roman" w:hAnsi="Times New Roman" w:cs="Times New Roman"/>
          <w:sz w:val="28"/>
          <w:szCs w:val="28"/>
        </w:rPr>
        <w:t>инициалы, фамилия)</w:t>
      </w:r>
    </w:p>
    <w:p w:rsidR="00F951A5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подпись              расшифровка</w:t>
      </w:r>
    </w:p>
    <w:p w:rsidR="00F951A5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51A5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51A5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51A5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51A5" w:rsidRPr="00625453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25453">
        <w:rPr>
          <w:rFonts w:ascii="Times New Roman" w:hAnsi="Times New Roman" w:cs="Times New Roman"/>
          <w:sz w:val="28"/>
          <w:szCs w:val="28"/>
        </w:rPr>
        <w:t xml:space="preserve">С заявлением супруги согласен </w:t>
      </w:r>
      <w:r>
        <w:rPr>
          <w:rFonts w:ascii="Times New Roman" w:hAnsi="Times New Roman" w:cs="Times New Roman"/>
          <w:sz w:val="28"/>
          <w:szCs w:val="28"/>
        </w:rPr>
        <w:t xml:space="preserve">                 ___________   </w:t>
      </w:r>
      <w:r w:rsidRPr="00625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25453">
        <w:rPr>
          <w:rFonts w:ascii="Times New Roman" w:hAnsi="Times New Roman" w:cs="Times New Roman"/>
          <w:sz w:val="28"/>
          <w:szCs w:val="28"/>
        </w:rPr>
        <w:t>инициалы, фамилия)</w:t>
      </w:r>
    </w:p>
    <w:p w:rsidR="00F951A5" w:rsidRPr="00670476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51A5" w:rsidRPr="00434107" w:rsidRDefault="00F951A5" w:rsidP="00077B3E">
      <w:pPr>
        <w:pStyle w:val="NoSpacing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F951A5" w:rsidRPr="00670476" w:rsidRDefault="00F951A5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присут-ствии специалиста  общего отдела  администрации  Вышестеблиевского сельского поселения  Темрюкского района ___________________________</w:t>
      </w:r>
    </w:p>
    <w:p w:rsidR="00F951A5" w:rsidRDefault="00F951A5"/>
    <w:p w:rsidR="00F951A5" w:rsidRDefault="00F951A5" w:rsidP="00576E8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общего отдела</w:t>
      </w:r>
    </w:p>
    <w:p w:rsidR="00F951A5" w:rsidRDefault="00F951A5" w:rsidP="00576E8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F951A5" w:rsidRDefault="00F951A5" w:rsidP="00576E8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951A5" w:rsidRDefault="00F951A5" w:rsidP="00576E8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Л.Н. Бедакова </w:t>
      </w:r>
    </w:p>
    <w:p w:rsidR="00F951A5" w:rsidRDefault="00F951A5" w:rsidP="001E16E8">
      <w:pPr>
        <w:pStyle w:val="NoSpacing"/>
      </w:pPr>
    </w:p>
    <w:sectPr w:rsidR="00F951A5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77B3E"/>
    <w:rsid w:val="00090A8A"/>
    <w:rsid w:val="00106EC5"/>
    <w:rsid w:val="00156624"/>
    <w:rsid w:val="001E16E8"/>
    <w:rsid w:val="0027193C"/>
    <w:rsid w:val="002E4B3F"/>
    <w:rsid w:val="003E3234"/>
    <w:rsid w:val="00434107"/>
    <w:rsid w:val="004F3E4B"/>
    <w:rsid w:val="00512474"/>
    <w:rsid w:val="00516E19"/>
    <w:rsid w:val="00576E88"/>
    <w:rsid w:val="00625453"/>
    <w:rsid w:val="00655F3F"/>
    <w:rsid w:val="00670476"/>
    <w:rsid w:val="008543BC"/>
    <w:rsid w:val="008554CB"/>
    <w:rsid w:val="008B4403"/>
    <w:rsid w:val="009600CA"/>
    <w:rsid w:val="00985407"/>
    <w:rsid w:val="009B0A0D"/>
    <w:rsid w:val="009C2D9B"/>
    <w:rsid w:val="009C498F"/>
    <w:rsid w:val="00A51F58"/>
    <w:rsid w:val="00C10D19"/>
    <w:rsid w:val="00D217F6"/>
    <w:rsid w:val="00D80ADB"/>
    <w:rsid w:val="00E1355E"/>
    <w:rsid w:val="00E74FB5"/>
    <w:rsid w:val="00E8402B"/>
    <w:rsid w:val="00E91DAD"/>
    <w:rsid w:val="00F9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DA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44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251</Words>
  <Characters>1436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16</cp:revision>
  <dcterms:created xsi:type="dcterms:W3CDTF">2011-05-31T12:55:00Z</dcterms:created>
  <dcterms:modified xsi:type="dcterms:W3CDTF">2014-10-21T11:29:00Z</dcterms:modified>
</cp:coreProperties>
</file>