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166" w:rsidRPr="005742A8" w:rsidRDefault="00783166" w:rsidP="00C07D42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742A8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783166" w:rsidRPr="005742A8" w:rsidRDefault="00783166" w:rsidP="00C07D42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742A8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7E48">
        <w:rPr>
          <w:rFonts w:ascii="Times New Roman" w:hAnsi="Times New Roman" w:cs="Times New Roman"/>
          <w:sz w:val="28"/>
          <w:szCs w:val="28"/>
        </w:rPr>
        <w:t>предоставления муниципальной услуги «</w:t>
      </w:r>
      <w:r w:rsidRPr="00997147">
        <w:rPr>
          <w:rFonts w:ascii="Times New Roman" w:hAnsi="Times New Roman" w:cs="Times New Roman"/>
          <w:sz w:val="28"/>
          <w:szCs w:val="28"/>
        </w:rPr>
        <w:t>Внесение изменений в учетные данные граждан, состоящих на учете в качестве нуждающихся в жилых помещениях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83166" w:rsidRDefault="00783166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3166" w:rsidRPr="005742A8" w:rsidRDefault="00783166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3166" w:rsidRPr="00BA275E" w:rsidRDefault="00783166" w:rsidP="00C018A1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 xml:space="preserve">Главе </w:t>
      </w:r>
      <w:r>
        <w:rPr>
          <w:rFonts w:ascii="Times New Roman" w:hAnsi="Times New Roman" w:cs="Times New Roman"/>
          <w:sz w:val="28"/>
          <w:szCs w:val="28"/>
        </w:rPr>
        <w:t>Вышестеблиевского  сельского</w:t>
      </w:r>
      <w:r w:rsidRPr="00BA275E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75E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783166" w:rsidRDefault="00783166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783166" w:rsidRPr="00D348AB" w:rsidRDefault="00783166" w:rsidP="00D91957">
      <w:pPr>
        <w:pStyle w:val="ConsPlusNonformat"/>
        <w:ind w:left="7088"/>
        <w:rPr>
          <w:rFonts w:ascii="Times New Roman" w:hAnsi="Times New Roman" w:cs="Times New Roman"/>
        </w:rPr>
      </w:pPr>
      <w:r w:rsidRPr="00D348AB">
        <w:rPr>
          <w:rFonts w:ascii="Times New Roman" w:hAnsi="Times New Roman" w:cs="Times New Roman"/>
        </w:rPr>
        <w:t>(Ф.И.О.)</w:t>
      </w:r>
    </w:p>
    <w:p w:rsidR="00783166" w:rsidRPr="00BA275E" w:rsidRDefault="00783166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от гражданина(ки) ________________________</w:t>
      </w:r>
    </w:p>
    <w:p w:rsidR="00783166" w:rsidRDefault="00783166" w:rsidP="00D91957">
      <w:pPr>
        <w:pStyle w:val="ConsPlusNonformat"/>
        <w:ind w:left="5387"/>
        <w:jc w:val="center"/>
        <w:rPr>
          <w:rFonts w:ascii="Times New Roman" w:hAnsi="Times New Roman" w:cs="Times New Roman"/>
        </w:rPr>
      </w:pPr>
      <w:r w:rsidRPr="00686416">
        <w:rPr>
          <w:rFonts w:ascii="Times New Roman" w:hAnsi="Times New Roman" w:cs="Times New Roman"/>
        </w:rPr>
        <w:t xml:space="preserve">(фамилия)                                                             </w:t>
      </w:r>
    </w:p>
    <w:p w:rsidR="00783166" w:rsidRDefault="00783166" w:rsidP="00D91957">
      <w:pPr>
        <w:pStyle w:val="ConsPlusNonformat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783166" w:rsidRPr="00686416" w:rsidRDefault="00783166" w:rsidP="00D91957">
      <w:pPr>
        <w:pStyle w:val="ConsPlusNonformat"/>
        <w:ind w:left="7088"/>
        <w:rPr>
          <w:rFonts w:ascii="Times New Roman" w:hAnsi="Times New Roman" w:cs="Times New Roman"/>
        </w:rPr>
      </w:pPr>
      <w:r w:rsidRPr="00686416">
        <w:rPr>
          <w:rFonts w:ascii="Times New Roman" w:hAnsi="Times New Roman" w:cs="Times New Roman"/>
        </w:rPr>
        <w:t>(имя)</w:t>
      </w:r>
    </w:p>
    <w:p w:rsidR="00783166" w:rsidRDefault="00783166" w:rsidP="00D91957">
      <w:pPr>
        <w:pStyle w:val="ConsPlusNonformat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BA275E">
        <w:rPr>
          <w:rFonts w:ascii="Times New Roman" w:hAnsi="Times New Roman" w:cs="Times New Roman"/>
          <w:sz w:val="28"/>
          <w:szCs w:val="28"/>
        </w:rPr>
        <w:t>_________,</w:t>
      </w:r>
    </w:p>
    <w:p w:rsidR="00783166" w:rsidRPr="00686416" w:rsidRDefault="00783166" w:rsidP="00D91957">
      <w:pPr>
        <w:pStyle w:val="ConsPlusNonformat"/>
        <w:ind w:left="7088"/>
        <w:rPr>
          <w:rFonts w:ascii="Times New Roman" w:hAnsi="Times New Roman" w:cs="Times New Roman"/>
        </w:rPr>
      </w:pPr>
      <w:r w:rsidRPr="00686416">
        <w:rPr>
          <w:rFonts w:ascii="Times New Roman" w:hAnsi="Times New Roman" w:cs="Times New Roman"/>
        </w:rPr>
        <w:t>(отчество)</w:t>
      </w:r>
    </w:p>
    <w:p w:rsidR="00783166" w:rsidRPr="00BA275E" w:rsidRDefault="00783166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зарегистрированного(ой) </w:t>
      </w:r>
      <w:r w:rsidRPr="00BA275E">
        <w:rPr>
          <w:rFonts w:ascii="Times New Roman" w:hAnsi="Times New Roman" w:cs="Times New Roman"/>
          <w:sz w:val="28"/>
          <w:szCs w:val="28"/>
        </w:rPr>
        <w:t>по месту жительства по адресу: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:rsidR="00783166" w:rsidRPr="00BA275E" w:rsidRDefault="00783166" w:rsidP="00D9195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BA275E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783166" w:rsidRPr="00BA275E" w:rsidRDefault="00783166" w:rsidP="00D91957">
      <w:pPr>
        <w:pStyle w:val="ConsPlusNonformat"/>
        <w:ind w:left="3969"/>
        <w:rPr>
          <w:rFonts w:ascii="Times New Roman" w:hAnsi="Times New Roman" w:cs="Times New Roman"/>
        </w:rPr>
      </w:pPr>
      <w:r w:rsidRPr="00BA275E">
        <w:rPr>
          <w:rFonts w:ascii="Times New Roman" w:hAnsi="Times New Roman" w:cs="Times New Roman"/>
        </w:rPr>
        <w:t>(почтовый индекс, населенный пункт,</w:t>
      </w:r>
      <w:r w:rsidRPr="00686416">
        <w:rPr>
          <w:rFonts w:ascii="Times New Roman" w:hAnsi="Times New Roman" w:cs="Times New Roman"/>
        </w:rPr>
        <w:t xml:space="preserve"> </w:t>
      </w:r>
      <w:r w:rsidRPr="00BA275E">
        <w:rPr>
          <w:rFonts w:ascii="Times New Roman" w:hAnsi="Times New Roman" w:cs="Times New Roman"/>
        </w:rPr>
        <w:t xml:space="preserve">улица, номер дома, </w:t>
      </w:r>
    </w:p>
    <w:p w:rsidR="00783166" w:rsidRDefault="00783166" w:rsidP="00D9195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BA275E">
        <w:rPr>
          <w:rFonts w:ascii="Times New Roman" w:hAnsi="Times New Roman" w:cs="Times New Roman"/>
          <w:sz w:val="28"/>
          <w:szCs w:val="28"/>
        </w:rPr>
        <w:t>____,</w:t>
      </w:r>
    </w:p>
    <w:p w:rsidR="00783166" w:rsidRPr="00686416" w:rsidRDefault="00783166" w:rsidP="00D91957">
      <w:pPr>
        <w:pStyle w:val="ConsPlusNonformat"/>
        <w:ind w:left="3969"/>
        <w:rPr>
          <w:rFonts w:ascii="Times New Roman" w:hAnsi="Times New Roman" w:cs="Times New Roman"/>
        </w:rPr>
      </w:pPr>
      <w:r w:rsidRPr="00BA275E">
        <w:rPr>
          <w:rFonts w:ascii="Times New Roman" w:hAnsi="Times New Roman" w:cs="Times New Roman"/>
        </w:rPr>
        <w:t>корпуса, квартиры)</w:t>
      </w:r>
    </w:p>
    <w:p w:rsidR="00783166" w:rsidRPr="00686416" w:rsidRDefault="00783166" w:rsidP="00D91957">
      <w:pPr>
        <w:pStyle w:val="ConsPlusNonformat"/>
        <w:ind w:left="3969"/>
        <w:rPr>
          <w:rFonts w:ascii="Times New Roman" w:hAnsi="Times New Roman" w:cs="Times New Roman"/>
        </w:rPr>
      </w:pPr>
      <w:r w:rsidRPr="00BA275E">
        <w:rPr>
          <w:rFonts w:ascii="Times New Roman" w:hAnsi="Times New Roman" w:cs="Times New Roman"/>
          <w:sz w:val="28"/>
          <w:szCs w:val="28"/>
        </w:rPr>
        <w:t>работающего(ей) в _______________________</w:t>
      </w:r>
    </w:p>
    <w:p w:rsidR="00783166" w:rsidRPr="00BA275E" w:rsidRDefault="00783166" w:rsidP="00D91957">
      <w:pPr>
        <w:pStyle w:val="ConsPlusNonformat"/>
        <w:ind w:left="3969"/>
        <w:rPr>
          <w:rFonts w:ascii="Times New Roman" w:hAnsi="Times New Roman" w:cs="Times New Roman"/>
        </w:rPr>
      </w:pPr>
      <w:r w:rsidRPr="00BA275E">
        <w:rPr>
          <w:rFonts w:ascii="Times New Roman" w:hAnsi="Times New Roman" w:cs="Times New Roman"/>
        </w:rPr>
        <w:t>(полное наименование предприятия,</w:t>
      </w:r>
    </w:p>
    <w:p w:rsidR="00783166" w:rsidRDefault="00783166" w:rsidP="00D9195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BA275E">
        <w:rPr>
          <w:rFonts w:ascii="Times New Roman" w:hAnsi="Times New Roman" w:cs="Times New Roman"/>
          <w:sz w:val="28"/>
          <w:szCs w:val="28"/>
        </w:rPr>
        <w:t>_____________</w:t>
      </w:r>
    </w:p>
    <w:p w:rsidR="00783166" w:rsidRPr="00686416" w:rsidRDefault="00783166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</w:rPr>
        <w:t>учреждения, организации)</w:t>
      </w:r>
    </w:p>
    <w:p w:rsidR="00783166" w:rsidRDefault="00783166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должности _____________________________</w:t>
      </w:r>
    </w:p>
    <w:p w:rsidR="00783166" w:rsidRPr="00BA275E" w:rsidRDefault="00783166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номера телефонов: домашнего 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BA275E">
        <w:rPr>
          <w:rFonts w:ascii="Times New Roman" w:hAnsi="Times New Roman" w:cs="Times New Roman"/>
          <w:sz w:val="28"/>
          <w:szCs w:val="28"/>
        </w:rPr>
        <w:t>__,</w:t>
      </w:r>
    </w:p>
    <w:p w:rsidR="00783166" w:rsidRPr="00BA275E" w:rsidRDefault="00783166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мобильного 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BA275E">
        <w:rPr>
          <w:rFonts w:ascii="Times New Roman" w:hAnsi="Times New Roman" w:cs="Times New Roman"/>
          <w:sz w:val="28"/>
          <w:szCs w:val="28"/>
        </w:rPr>
        <w:t>__, рабочего 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783166" w:rsidRDefault="00783166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3166" w:rsidRDefault="00783166" w:rsidP="009971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83166" w:rsidRPr="00D91957" w:rsidRDefault="00783166" w:rsidP="009971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83166" w:rsidRPr="00D91957" w:rsidRDefault="00783166" w:rsidP="00D919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626"/>
      <w:bookmarkEnd w:id="0"/>
      <w:r w:rsidRPr="00D91957">
        <w:rPr>
          <w:rFonts w:ascii="Times New Roman" w:hAnsi="Times New Roman" w:cs="Times New Roman"/>
          <w:sz w:val="28"/>
          <w:szCs w:val="28"/>
        </w:rPr>
        <w:t>ЗАЯВЛЕНИЕ</w:t>
      </w:r>
    </w:p>
    <w:p w:rsidR="00783166" w:rsidRPr="00D91957" w:rsidRDefault="00783166" w:rsidP="00D919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</w:t>
      </w:r>
      <w:r w:rsidRPr="00D919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изменении</w:t>
      </w:r>
      <w:r w:rsidRPr="00D919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состава</w:t>
      </w:r>
      <w:r w:rsidRPr="00D919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семьи</w:t>
      </w:r>
    </w:p>
    <w:p w:rsidR="00783166" w:rsidRPr="00D91957" w:rsidRDefault="00783166" w:rsidP="009971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83166" w:rsidRPr="00D91957" w:rsidRDefault="00783166" w:rsidP="00D91957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D91957">
        <w:rPr>
          <w:rFonts w:ascii="Times New Roman" w:hAnsi="Times New Roman" w:cs="Times New Roman"/>
          <w:sz w:val="28"/>
          <w:szCs w:val="28"/>
        </w:rPr>
        <w:t>В связи с 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D91957">
        <w:rPr>
          <w:rFonts w:ascii="Times New Roman" w:hAnsi="Times New Roman" w:cs="Times New Roman"/>
          <w:sz w:val="28"/>
          <w:szCs w:val="28"/>
        </w:rPr>
        <w:t>__________________</w:t>
      </w:r>
    </w:p>
    <w:p w:rsidR="00783166" w:rsidRPr="00BC3BE9" w:rsidRDefault="00783166" w:rsidP="00997147">
      <w:pPr>
        <w:pStyle w:val="ConsPlusNonformat"/>
        <w:rPr>
          <w:rFonts w:ascii="Times New Roman" w:hAnsi="Times New Roman" w:cs="Times New Roman"/>
        </w:rPr>
      </w:pPr>
      <w:r w:rsidRPr="00D91957">
        <w:rPr>
          <w:rFonts w:ascii="Times New Roman" w:hAnsi="Times New Roman" w:cs="Times New Roman"/>
        </w:rPr>
        <w:t xml:space="preserve">                               </w:t>
      </w:r>
      <w:r>
        <w:rPr>
          <w:rFonts w:ascii="Times New Roman" w:hAnsi="Times New Roman" w:cs="Times New Roman"/>
        </w:rPr>
        <w:t xml:space="preserve">                                     </w:t>
      </w:r>
      <w:r w:rsidRPr="00D91957">
        <w:rPr>
          <w:rFonts w:ascii="Times New Roman" w:hAnsi="Times New Roman" w:cs="Times New Roman"/>
        </w:rPr>
        <w:t xml:space="preserve">     (указать причину)</w:t>
      </w:r>
    </w:p>
    <w:p w:rsidR="00783166" w:rsidRPr="00D91957" w:rsidRDefault="00783166" w:rsidP="0099714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1957">
        <w:rPr>
          <w:rFonts w:ascii="Times New Roman" w:hAnsi="Times New Roman" w:cs="Times New Roman"/>
          <w:sz w:val="28"/>
          <w:szCs w:val="28"/>
        </w:rPr>
        <w:t>прошу  в  целях  учета  в  качестве  нуждающихся в жилом помещении учесть в</w:t>
      </w:r>
    </w:p>
    <w:p w:rsidR="00783166" w:rsidRDefault="00783166" w:rsidP="0099714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91957">
        <w:rPr>
          <w:rFonts w:ascii="Times New Roman" w:hAnsi="Times New Roman" w:cs="Times New Roman"/>
          <w:sz w:val="28"/>
          <w:szCs w:val="28"/>
        </w:rPr>
        <w:t>составе моей семьи/исключить из состава моей семьи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(ненужное вычеркнуть):</w:t>
      </w:r>
    </w:p>
    <w:p w:rsidR="00783166" w:rsidRDefault="00783166" w:rsidP="009971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83166" w:rsidRDefault="00783166" w:rsidP="009971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83166" w:rsidRPr="00D91957" w:rsidRDefault="00783166" w:rsidP="009971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2693"/>
        <w:gridCol w:w="1843"/>
        <w:gridCol w:w="2693"/>
        <w:gridCol w:w="1807"/>
      </w:tblGrid>
      <w:tr w:rsidR="00783166" w:rsidRPr="00A83911">
        <w:tc>
          <w:tcPr>
            <w:tcW w:w="817" w:type="dxa"/>
          </w:tcPr>
          <w:p w:rsidR="00783166" w:rsidRPr="00A83911" w:rsidRDefault="00783166" w:rsidP="00A83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91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83166" w:rsidRPr="00A83911" w:rsidRDefault="00783166" w:rsidP="00A83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91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693" w:type="dxa"/>
          </w:tcPr>
          <w:p w:rsidR="00783166" w:rsidRPr="00A83911" w:rsidRDefault="00783166" w:rsidP="00A83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911"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</w:p>
          <w:p w:rsidR="00783166" w:rsidRPr="00A83911" w:rsidRDefault="00783166" w:rsidP="00A83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911">
              <w:rPr>
                <w:rFonts w:ascii="Times New Roman" w:hAnsi="Times New Roman" w:cs="Times New Roman"/>
                <w:sz w:val="24"/>
                <w:szCs w:val="24"/>
              </w:rPr>
              <w:t>отчество (полностью)</w:t>
            </w:r>
          </w:p>
          <w:p w:rsidR="00783166" w:rsidRPr="00A83911" w:rsidRDefault="00783166" w:rsidP="00A83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911">
              <w:rPr>
                <w:rFonts w:ascii="Times New Roman" w:hAnsi="Times New Roman" w:cs="Times New Roman"/>
                <w:sz w:val="24"/>
                <w:szCs w:val="24"/>
              </w:rPr>
              <w:t>членов семьи</w:t>
            </w:r>
          </w:p>
          <w:p w:rsidR="00783166" w:rsidRPr="00A83911" w:rsidRDefault="00783166" w:rsidP="00A83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911"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</w:p>
        </w:tc>
        <w:tc>
          <w:tcPr>
            <w:tcW w:w="1843" w:type="dxa"/>
          </w:tcPr>
          <w:p w:rsidR="00783166" w:rsidRPr="00A83911" w:rsidRDefault="00783166" w:rsidP="00A83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911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  <w:p w:rsidR="00783166" w:rsidRPr="00A83911" w:rsidRDefault="00783166" w:rsidP="00A83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911">
              <w:rPr>
                <w:rFonts w:ascii="Times New Roman" w:hAnsi="Times New Roman" w:cs="Times New Roman"/>
                <w:sz w:val="24"/>
                <w:szCs w:val="24"/>
              </w:rPr>
              <w:t>(число,</w:t>
            </w:r>
          </w:p>
          <w:p w:rsidR="00783166" w:rsidRPr="00A83911" w:rsidRDefault="00783166" w:rsidP="00A83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911">
              <w:rPr>
                <w:rFonts w:ascii="Times New Roman" w:hAnsi="Times New Roman" w:cs="Times New Roman"/>
                <w:sz w:val="24"/>
                <w:szCs w:val="24"/>
              </w:rPr>
              <w:t>месяц, год)</w:t>
            </w:r>
          </w:p>
        </w:tc>
        <w:tc>
          <w:tcPr>
            <w:tcW w:w="2693" w:type="dxa"/>
          </w:tcPr>
          <w:p w:rsidR="00783166" w:rsidRPr="00A83911" w:rsidRDefault="00783166" w:rsidP="00A83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911">
              <w:rPr>
                <w:rFonts w:ascii="Times New Roman" w:hAnsi="Times New Roman" w:cs="Times New Roman"/>
                <w:sz w:val="24"/>
                <w:szCs w:val="24"/>
              </w:rPr>
              <w:t>Родственные</w:t>
            </w:r>
          </w:p>
          <w:p w:rsidR="00783166" w:rsidRPr="00A83911" w:rsidRDefault="00783166" w:rsidP="00A83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911">
              <w:rPr>
                <w:rFonts w:ascii="Times New Roman" w:hAnsi="Times New Roman" w:cs="Times New Roman"/>
                <w:sz w:val="24"/>
                <w:szCs w:val="24"/>
              </w:rPr>
              <w:t>отношения членов</w:t>
            </w:r>
          </w:p>
          <w:p w:rsidR="00783166" w:rsidRPr="00A83911" w:rsidRDefault="00783166" w:rsidP="00A83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911">
              <w:rPr>
                <w:rFonts w:ascii="Times New Roman" w:hAnsi="Times New Roman" w:cs="Times New Roman"/>
                <w:sz w:val="24"/>
                <w:szCs w:val="24"/>
              </w:rPr>
              <w:t>семьи по отношению</w:t>
            </w:r>
          </w:p>
          <w:p w:rsidR="00783166" w:rsidRPr="00A83911" w:rsidRDefault="00783166" w:rsidP="00A83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911">
              <w:rPr>
                <w:rFonts w:ascii="Times New Roman" w:hAnsi="Times New Roman" w:cs="Times New Roman"/>
                <w:sz w:val="24"/>
                <w:szCs w:val="24"/>
              </w:rPr>
              <w:t>к заявителю</w:t>
            </w:r>
          </w:p>
        </w:tc>
        <w:tc>
          <w:tcPr>
            <w:tcW w:w="1807" w:type="dxa"/>
          </w:tcPr>
          <w:p w:rsidR="00783166" w:rsidRPr="00A83911" w:rsidRDefault="00783166" w:rsidP="00A83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911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783166" w:rsidRPr="00A83911">
        <w:tc>
          <w:tcPr>
            <w:tcW w:w="817" w:type="dxa"/>
          </w:tcPr>
          <w:p w:rsidR="00783166" w:rsidRPr="00A83911" w:rsidRDefault="00783166" w:rsidP="00A83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783166" w:rsidRPr="00A83911" w:rsidRDefault="00783166" w:rsidP="00A83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83166" w:rsidRPr="00A83911" w:rsidRDefault="00783166" w:rsidP="00A83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783166" w:rsidRPr="00A83911" w:rsidRDefault="00783166" w:rsidP="00A83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</w:tcPr>
          <w:p w:rsidR="00783166" w:rsidRPr="00A83911" w:rsidRDefault="00783166" w:rsidP="00A83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3166" w:rsidRPr="00A83911">
        <w:tc>
          <w:tcPr>
            <w:tcW w:w="817" w:type="dxa"/>
          </w:tcPr>
          <w:p w:rsidR="00783166" w:rsidRPr="00A83911" w:rsidRDefault="00783166" w:rsidP="00A83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783166" w:rsidRPr="00A83911" w:rsidRDefault="00783166" w:rsidP="00A83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83166" w:rsidRPr="00A83911" w:rsidRDefault="00783166" w:rsidP="00A83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783166" w:rsidRPr="00A83911" w:rsidRDefault="00783166" w:rsidP="00A83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</w:tcPr>
          <w:p w:rsidR="00783166" w:rsidRPr="00A83911" w:rsidRDefault="00783166" w:rsidP="00A83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3166" w:rsidRPr="00A83911">
        <w:tc>
          <w:tcPr>
            <w:tcW w:w="817" w:type="dxa"/>
          </w:tcPr>
          <w:p w:rsidR="00783166" w:rsidRPr="00A83911" w:rsidRDefault="00783166" w:rsidP="00A83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783166" w:rsidRPr="00A83911" w:rsidRDefault="00783166" w:rsidP="00A83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83166" w:rsidRPr="00A83911" w:rsidRDefault="00783166" w:rsidP="00A83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783166" w:rsidRPr="00A83911" w:rsidRDefault="00783166" w:rsidP="00A83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</w:tcPr>
          <w:p w:rsidR="00783166" w:rsidRPr="00A83911" w:rsidRDefault="00783166" w:rsidP="00A83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3166" w:rsidRPr="00A83911">
        <w:tc>
          <w:tcPr>
            <w:tcW w:w="817" w:type="dxa"/>
          </w:tcPr>
          <w:p w:rsidR="00783166" w:rsidRPr="00A83911" w:rsidRDefault="00783166" w:rsidP="00A83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783166" w:rsidRPr="00A83911" w:rsidRDefault="00783166" w:rsidP="00A83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83166" w:rsidRPr="00A83911" w:rsidRDefault="00783166" w:rsidP="00A83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783166" w:rsidRPr="00A83911" w:rsidRDefault="00783166" w:rsidP="00A83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</w:tcPr>
          <w:p w:rsidR="00783166" w:rsidRPr="00A83911" w:rsidRDefault="00783166" w:rsidP="00A83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3166" w:rsidRPr="00A83911">
        <w:tc>
          <w:tcPr>
            <w:tcW w:w="817" w:type="dxa"/>
          </w:tcPr>
          <w:p w:rsidR="00783166" w:rsidRPr="00A83911" w:rsidRDefault="00783166" w:rsidP="00A83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783166" w:rsidRPr="00A83911" w:rsidRDefault="00783166" w:rsidP="00A83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83166" w:rsidRPr="00A83911" w:rsidRDefault="00783166" w:rsidP="00A83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783166" w:rsidRPr="00A83911" w:rsidRDefault="00783166" w:rsidP="00A83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</w:tcPr>
          <w:p w:rsidR="00783166" w:rsidRPr="00A83911" w:rsidRDefault="00783166" w:rsidP="00A83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3166" w:rsidRPr="00D91957" w:rsidRDefault="00783166" w:rsidP="00495FF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957">
        <w:rPr>
          <w:rFonts w:ascii="Times New Roman" w:hAnsi="Times New Roman" w:cs="Times New Roman"/>
          <w:sz w:val="28"/>
          <w:szCs w:val="28"/>
        </w:rPr>
        <w:t>Я (и вышеуказанные дееспособные члены моей семьи) даю (даем) согласие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на получение уполномоченным органом по учету любых данных, необходимых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проверки представленных мною сведений и восполнения отсутствующей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информации, от соответствующих федеральных, краевых органов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 xml:space="preserve">власти и органов местного самоуправления, организаций </w:t>
      </w:r>
      <w:r>
        <w:rPr>
          <w:rFonts w:ascii="Times New Roman" w:hAnsi="Times New Roman" w:cs="Times New Roman"/>
          <w:sz w:val="28"/>
          <w:szCs w:val="28"/>
        </w:rPr>
        <w:t xml:space="preserve">всех </w:t>
      </w:r>
      <w:r w:rsidRPr="00D91957">
        <w:rPr>
          <w:rFonts w:ascii="Times New Roman" w:hAnsi="Times New Roman" w:cs="Times New Roman"/>
          <w:sz w:val="28"/>
          <w:szCs w:val="28"/>
        </w:rPr>
        <w:t>форм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 xml:space="preserve">собственности, 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D91957">
        <w:rPr>
          <w:rFonts w:ascii="Times New Roman" w:hAnsi="Times New Roman" w:cs="Times New Roman"/>
          <w:sz w:val="28"/>
          <w:szCs w:val="28"/>
        </w:rPr>
        <w:t>также на обработку и использование моих (наших)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персональных данных.</w:t>
      </w:r>
    </w:p>
    <w:p w:rsidR="00783166" w:rsidRPr="00D91957" w:rsidRDefault="00783166" w:rsidP="00D9195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957">
        <w:rPr>
          <w:rFonts w:ascii="Times New Roman" w:hAnsi="Times New Roman" w:cs="Times New Roman"/>
          <w:sz w:val="28"/>
          <w:szCs w:val="28"/>
        </w:rPr>
        <w:t xml:space="preserve">Я (мы) предупрежден(ы) о последствиях, предусмотренных </w:t>
      </w:r>
      <w:hyperlink r:id="rId6" w:history="1">
        <w:r w:rsidRPr="00D91957">
          <w:rPr>
            <w:rFonts w:ascii="Times New Roman" w:hAnsi="Times New Roman" w:cs="Times New Roman"/>
            <w:sz w:val="28"/>
            <w:szCs w:val="28"/>
          </w:rPr>
          <w:t>частью 1 статьи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56 Жилищного кодекса Российской Федерации, наступающих при выявлении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представленных документах сведений, не соответствующих действительности,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 xml:space="preserve">также об ответственности, предусмотренной </w:t>
      </w:r>
      <w:hyperlink r:id="rId7" w:history="1">
        <w:r w:rsidRPr="00D91957">
          <w:rPr>
            <w:rFonts w:ascii="Times New Roman" w:hAnsi="Times New Roman" w:cs="Times New Roman"/>
            <w:sz w:val="28"/>
            <w:szCs w:val="28"/>
          </w:rPr>
          <w:t>статьей 327</w:t>
        </w:r>
      </w:hyperlink>
      <w:r w:rsidRPr="00D91957">
        <w:rPr>
          <w:rFonts w:ascii="Times New Roman" w:hAnsi="Times New Roman" w:cs="Times New Roman"/>
          <w:sz w:val="28"/>
          <w:szCs w:val="28"/>
        </w:rPr>
        <w:t xml:space="preserve"> Уголовного кодекса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Российской Федерации, за подделку документов.</w:t>
      </w:r>
    </w:p>
    <w:p w:rsidR="00783166" w:rsidRPr="00D91957" w:rsidRDefault="00783166" w:rsidP="009971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83166" w:rsidRPr="00D91957" w:rsidRDefault="00783166" w:rsidP="00D919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1957">
        <w:rPr>
          <w:rFonts w:ascii="Times New Roman" w:hAnsi="Times New Roman" w:cs="Times New Roman"/>
          <w:sz w:val="28"/>
          <w:szCs w:val="28"/>
        </w:rPr>
        <w:t>Приложение: __________________ документов, необходимых для рассмотрения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заявления, на ________ листах.</w:t>
      </w:r>
    </w:p>
    <w:p w:rsidR="00783166" w:rsidRPr="00D91957" w:rsidRDefault="00783166" w:rsidP="009971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83166" w:rsidRPr="004F39F1" w:rsidRDefault="00783166" w:rsidP="00D91957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>Подписи</w:t>
      </w:r>
    </w:p>
    <w:p w:rsidR="00783166" w:rsidRPr="004F39F1" w:rsidRDefault="00783166" w:rsidP="00D91957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>заявителя и всех дееспособных</w:t>
      </w:r>
    </w:p>
    <w:p w:rsidR="00783166" w:rsidRPr="004F39F1" w:rsidRDefault="00783166" w:rsidP="00D91957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>членов его семьи</w:t>
      </w:r>
    </w:p>
    <w:p w:rsidR="00783166" w:rsidRPr="003C213D" w:rsidRDefault="00783166" w:rsidP="00D91957">
      <w:pPr>
        <w:pStyle w:val="ConsPlusNonformat"/>
        <w:ind w:left="6096"/>
        <w:jc w:val="center"/>
        <w:rPr>
          <w:rFonts w:ascii="Times New Roman" w:hAnsi="Times New Roman" w:cs="Times New Roman"/>
          <w:sz w:val="24"/>
          <w:szCs w:val="24"/>
        </w:rPr>
      </w:pPr>
    </w:p>
    <w:p w:rsidR="00783166" w:rsidRPr="003C213D" w:rsidRDefault="00783166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783166" w:rsidRPr="003C213D" w:rsidRDefault="00783166" w:rsidP="00D91957">
      <w:pPr>
        <w:pStyle w:val="ConsPlusNonformat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783166" w:rsidRPr="003C213D" w:rsidRDefault="00783166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F39F1">
        <w:rPr>
          <w:rFonts w:ascii="Times New Roman" w:hAnsi="Times New Roman" w:cs="Times New Roman"/>
          <w:sz w:val="28"/>
          <w:szCs w:val="28"/>
        </w:rPr>
        <w:t>Место для оттиска штампа</w:t>
      </w:r>
      <w:r w:rsidRPr="003C213D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783166" w:rsidRPr="003C213D" w:rsidRDefault="00783166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F39F1">
        <w:rPr>
          <w:rFonts w:ascii="Times New Roman" w:hAnsi="Times New Roman" w:cs="Times New Roman"/>
          <w:sz w:val="28"/>
          <w:szCs w:val="28"/>
        </w:rPr>
        <w:t>о дате и времени принятия</w:t>
      </w:r>
      <w:r w:rsidRPr="003C213D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A97298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783166" w:rsidRPr="003C213D" w:rsidRDefault="00783166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F39F1">
        <w:rPr>
          <w:rFonts w:ascii="Times New Roman" w:hAnsi="Times New Roman" w:cs="Times New Roman"/>
          <w:sz w:val="28"/>
          <w:szCs w:val="28"/>
        </w:rPr>
        <w:t>заявления со всеми</w:t>
      </w:r>
      <w:r w:rsidRPr="003C213D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783166" w:rsidRPr="003C213D" w:rsidRDefault="00783166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F39F1">
        <w:rPr>
          <w:rFonts w:ascii="Times New Roman" w:hAnsi="Times New Roman" w:cs="Times New Roman"/>
          <w:sz w:val="28"/>
          <w:szCs w:val="28"/>
        </w:rPr>
        <w:t>необходимыми документами</w:t>
      </w:r>
      <w:r w:rsidRPr="003C213D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783166" w:rsidRDefault="00783166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C213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783166" w:rsidRDefault="00783166" w:rsidP="00D91957">
      <w:pPr>
        <w:pStyle w:val="ConsPlusNonformat"/>
        <w:ind w:left="85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783166" w:rsidRPr="003C213D" w:rsidRDefault="00783166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C213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3C21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3C213D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C213D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C213D">
        <w:rPr>
          <w:rFonts w:ascii="Times New Roman" w:hAnsi="Times New Roman" w:cs="Times New Roman"/>
          <w:sz w:val="24"/>
          <w:szCs w:val="24"/>
        </w:rPr>
        <w:t xml:space="preserve"> 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3C213D">
        <w:rPr>
          <w:rFonts w:ascii="Times New Roman" w:hAnsi="Times New Roman" w:cs="Times New Roman"/>
          <w:sz w:val="24"/>
          <w:szCs w:val="24"/>
        </w:rPr>
        <w:t xml:space="preserve">________ </w:t>
      </w:r>
      <w:r w:rsidRPr="004F39F1">
        <w:rPr>
          <w:rFonts w:ascii="Times New Roman" w:hAnsi="Times New Roman" w:cs="Times New Roman"/>
          <w:sz w:val="28"/>
          <w:szCs w:val="28"/>
        </w:rPr>
        <w:t>г.</w:t>
      </w:r>
    </w:p>
    <w:p w:rsidR="00783166" w:rsidRDefault="00783166" w:rsidP="00D919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3166" w:rsidRPr="00203C67" w:rsidRDefault="00783166" w:rsidP="00203C6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783166" w:rsidRPr="00203C67" w:rsidRDefault="00783166" w:rsidP="00203C6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имущественных и земельных</w:t>
      </w:r>
    </w:p>
    <w:p w:rsidR="00783166" w:rsidRPr="00203C67" w:rsidRDefault="00783166" w:rsidP="00203C6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отношений администрации</w:t>
      </w:r>
    </w:p>
    <w:p w:rsidR="00783166" w:rsidRPr="00203C67" w:rsidRDefault="00783166" w:rsidP="00203C6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783166" w:rsidRPr="00203C67" w:rsidRDefault="00783166" w:rsidP="00203C6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783166" w:rsidRDefault="00783166" w:rsidP="00651C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Д.В. Колмык</w:t>
      </w:r>
    </w:p>
    <w:p w:rsidR="00783166" w:rsidRPr="009A34FD" w:rsidRDefault="00783166" w:rsidP="002509F3">
      <w:pPr>
        <w:spacing w:after="0" w:line="240" w:lineRule="auto"/>
      </w:pPr>
    </w:p>
    <w:sectPr w:rsidR="00783166" w:rsidRPr="009A34FD" w:rsidSect="00102FF9">
      <w:headerReference w:type="default" r:id="rId8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3166" w:rsidRDefault="00783166" w:rsidP="00637948">
      <w:pPr>
        <w:spacing w:after="0" w:line="240" w:lineRule="auto"/>
      </w:pPr>
      <w:r>
        <w:separator/>
      </w:r>
    </w:p>
  </w:endnote>
  <w:endnote w:type="continuationSeparator" w:id="1">
    <w:p w:rsidR="00783166" w:rsidRDefault="00783166" w:rsidP="00637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3166" w:rsidRDefault="00783166" w:rsidP="00637948">
      <w:pPr>
        <w:spacing w:after="0" w:line="240" w:lineRule="auto"/>
      </w:pPr>
      <w:r>
        <w:separator/>
      </w:r>
    </w:p>
  </w:footnote>
  <w:footnote w:type="continuationSeparator" w:id="1">
    <w:p w:rsidR="00783166" w:rsidRDefault="00783166" w:rsidP="00637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166" w:rsidRDefault="00783166">
    <w:pPr>
      <w:pStyle w:val="Header"/>
      <w:jc w:val="center"/>
    </w:pPr>
    <w:r w:rsidRPr="00E8319B">
      <w:rPr>
        <w:rFonts w:ascii="Times New Roman" w:hAnsi="Times New Roman" w:cs="Times New Roman"/>
        <w:sz w:val="28"/>
        <w:szCs w:val="28"/>
      </w:rPr>
      <w:fldChar w:fldCharType="begin"/>
    </w:r>
    <w:r w:rsidRPr="00E8319B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E8319B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2</w:t>
    </w:r>
    <w:r w:rsidRPr="00E8319B">
      <w:rPr>
        <w:rFonts w:ascii="Times New Roman" w:hAnsi="Times New Roman" w:cs="Times New Roman"/>
        <w:sz w:val="28"/>
        <w:szCs w:val="28"/>
      </w:rPr>
      <w:fldChar w:fldCharType="end"/>
    </w:r>
  </w:p>
  <w:p w:rsidR="00783166" w:rsidRDefault="0078316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56A2"/>
    <w:rsid w:val="00010C90"/>
    <w:rsid w:val="00014259"/>
    <w:rsid w:val="00017E48"/>
    <w:rsid w:val="00040295"/>
    <w:rsid w:val="00076C2F"/>
    <w:rsid w:val="00092033"/>
    <w:rsid w:val="000B3347"/>
    <w:rsid w:val="00102FF9"/>
    <w:rsid w:val="00104D1E"/>
    <w:rsid w:val="0010746B"/>
    <w:rsid w:val="00116A5C"/>
    <w:rsid w:val="00127B0F"/>
    <w:rsid w:val="00136671"/>
    <w:rsid w:val="001371F4"/>
    <w:rsid w:val="001508DB"/>
    <w:rsid w:val="001576CC"/>
    <w:rsid w:val="0016397C"/>
    <w:rsid w:val="00171CA6"/>
    <w:rsid w:val="00174CED"/>
    <w:rsid w:val="001A2157"/>
    <w:rsid w:val="001A27A0"/>
    <w:rsid w:val="001A6AED"/>
    <w:rsid w:val="001C3087"/>
    <w:rsid w:val="001E6A6C"/>
    <w:rsid w:val="001E759D"/>
    <w:rsid w:val="00203C67"/>
    <w:rsid w:val="00210D5B"/>
    <w:rsid w:val="00211F6C"/>
    <w:rsid w:val="00220FD5"/>
    <w:rsid w:val="002343EB"/>
    <w:rsid w:val="002509F3"/>
    <w:rsid w:val="00257A58"/>
    <w:rsid w:val="002656A2"/>
    <w:rsid w:val="002704D4"/>
    <w:rsid w:val="00293002"/>
    <w:rsid w:val="002B25D0"/>
    <w:rsid w:val="002B685B"/>
    <w:rsid w:val="002E25C8"/>
    <w:rsid w:val="002F2D0C"/>
    <w:rsid w:val="003023AD"/>
    <w:rsid w:val="003170B5"/>
    <w:rsid w:val="00324E61"/>
    <w:rsid w:val="0033262C"/>
    <w:rsid w:val="003C213D"/>
    <w:rsid w:val="003C7120"/>
    <w:rsid w:val="003D3D35"/>
    <w:rsid w:val="003E35BF"/>
    <w:rsid w:val="003F3043"/>
    <w:rsid w:val="00413D44"/>
    <w:rsid w:val="0041433C"/>
    <w:rsid w:val="004143F8"/>
    <w:rsid w:val="0041778E"/>
    <w:rsid w:val="00463CAA"/>
    <w:rsid w:val="004673D7"/>
    <w:rsid w:val="00472DCD"/>
    <w:rsid w:val="00493090"/>
    <w:rsid w:val="00495FFA"/>
    <w:rsid w:val="004B37A5"/>
    <w:rsid w:val="004B3BA6"/>
    <w:rsid w:val="004D123A"/>
    <w:rsid w:val="004E2790"/>
    <w:rsid w:val="004F39F1"/>
    <w:rsid w:val="004F7320"/>
    <w:rsid w:val="0052317C"/>
    <w:rsid w:val="00527745"/>
    <w:rsid w:val="00540C14"/>
    <w:rsid w:val="00555D19"/>
    <w:rsid w:val="005618F9"/>
    <w:rsid w:val="005742A8"/>
    <w:rsid w:val="00591A20"/>
    <w:rsid w:val="005E1A70"/>
    <w:rsid w:val="005F69C4"/>
    <w:rsid w:val="00615C5A"/>
    <w:rsid w:val="00627EF5"/>
    <w:rsid w:val="00636CCC"/>
    <w:rsid w:val="00637948"/>
    <w:rsid w:val="0064352F"/>
    <w:rsid w:val="00647ED5"/>
    <w:rsid w:val="00651C18"/>
    <w:rsid w:val="006555FA"/>
    <w:rsid w:val="00662929"/>
    <w:rsid w:val="006858C2"/>
    <w:rsid w:val="00686416"/>
    <w:rsid w:val="00691744"/>
    <w:rsid w:val="006B0247"/>
    <w:rsid w:val="006B6BD2"/>
    <w:rsid w:val="006D270A"/>
    <w:rsid w:val="006F5BC9"/>
    <w:rsid w:val="006F5EE8"/>
    <w:rsid w:val="0070062A"/>
    <w:rsid w:val="00742A53"/>
    <w:rsid w:val="007619B0"/>
    <w:rsid w:val="0077776A"/>
    <w:rsid w:val="00782F7D"/>
    <w:rsid w:val="00783166"/>
    <w:rsid w:val="007B0A19"/>
    <w:rsid w:val="007E1DCB"/>
    <w:rsid w:val="007E5E84"/>
    <w:rsid w:val="008367CA"/>
    <w:rsid w:val="00840593"/>
    <w:rsid w:val="00893760"/>
    <w:rsid w:val="008A4C21"/>
    <w:rsid w:val="008D075A"/>
    <w:rsid w:val="008D2C49"/>
    <w:rsid w:val="008F1933"/>
    <w:rsid w:val="008F7B79"/>
    <w:rsid w:val="00922EFC"/>
    <w:rsid w:val="00997147"/>
    <w:rsid w:val="009A34FD"/>
    <w:rsid w:val="009B0AEA"/>
    <w:rsid w:val="009C3078"/>
    <w:rsid w:val="009F0E5F"/>
    <w:rsid w:val="00A042D9"/>
    <w:rsid w:val="00A06968"/>
    <w:rsid w:val="00A07E93"/>
    <w:rsid w:val="00A15327"/>
    <w:rsid w:val="00A3559E"/>
    <w:rsid w:val="00A64489"/>
    <w:rsid w:val="00A73D45"/>
    <w:rsid w:val="00A83911"/>
    <w:rsid w:val="00A97298"/>
    <w:rsid w:val="00AA2F7A"/>
    <w:rsid w:val="00AA49A0"/>
    <w:rsid w:val="00AF3C69"/>
    <w:rsid w:val="00B029A6"/>
    <w:rsid w:val="00B0769B"/>
    <w:rsid w:val="00B15C2B"/>
    <w:rsid w:val="00B313A4"/>
    <w:rsid w:val="00B36AD6"/>
    <w:rsid w:val="00B479E9"/>
    <w:rsid w:val="00B7352E"/>
    <w:rsid w:val="00B95412"/>
    <w:rsid w:val="00BA275E"/>
    <w:rsid w:val="00BA5FC2"/>
    <w:rsid w:val="00BC3BE9"/>
    <w:rsid w:val="00BE159F"/>
    <w:rsid w:val="00C018A1"/>
    <w:rsid w:val="00C06251"/>
    <w:rsid w:val="00C07D42"/>
    <w:rsid w:val="00C14168"/>
    <w:rsid w:val="00C347DB"/>
    <w:rsid w:val="00C44B5A"/>
    <w:rsid w:val="00C832FA"/>
    <w:rsid w:val="00C84EAE"/>
    <w:rsid w:val="00CB004C"/>
    <w:rsid w:val="00CE6663"/>
    <w:rsid w:val="00D348AB"/>
    <w:rsid w:val="00D42F58"/>
    <w:rsid w:val="00D74654"/>
    <w:rsid w:val="00D7711C"/>
    <w:rsid w:val="00D91957"/>
    <w:rsid w:val="00DD6D0A"/>
    <w:rsid w:val="00DE7A3A"/>
    <w:rsid w:val="00E01ACA"/>
    <w:rsid w:val="00E1276D"/>
    <w:rsid w:val="00E20620"/>
    <w:rsid w:val="00E25528"/>
    <w:rsid w:val="00E53C69"/>
    <w:rsid w:val="00E82497"/>
    <w:rsid w:val="00E8319B"/>
    <w:rsid w:val="00E83B9C"/>
    <w:rsid w:val="00E92E54"/>
    <w:rsid w:val="00E970AB"/>
    <w:rsid w:val="00EA09DE"/>
    <w:rsid w:val="00EB6E80"/>
    <w:rsid w:val="00EE2EC6"/>
    <w:rsid w:val="00F0723F"/>
    <w:rsid w:val="00F3138A"/>
    <w:rsid w:val="00F43001"/>
    <w:rsid w:val="00F75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CED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link w:val="Heading1Char"/>
    <w:uiPriority w:val="99"/>
    <w:qFormat/>
    <w:rsid w:val="002656A2"/>
    <w:pPr>
      <w:spacing w:before="100" w:beforeAutospacing="1" w:after="100" w:afterAutospacing="1" w:line="240" w:lineRule="auto"/>
      <w:outlineLvl w:val="0"/>
    </w:pPr>
    <w:rPr>
      <w:rFonts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16A5C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656A2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6A5C"/>
    <w:rPr>
      <w:rFonts w:ascii="Cambria" w:hAnsi="Cambria" w:cs="Cambria"/>
      <w:b/>
      <w:bCs/>
      <w:color w:val="4F81BD"/>
    </w:rPr>
  </w:style>
  <w:style w:type="character" w:styleId="Hyperlink">
    <w:name w:val="Hyperlink"/>
    <w:basedOn w:val="DefaultParagraphFont"/>
    <w:uiPriority w:val="99"/>
    <w:rsid w:val="002656A2"/>
    <w:rPr>
      <w:color w:val="0000FF"/>
      <w:u w:val="single"/>
    </w:rPr>
  </w:style>
  <w:style w:type="character" w:customStyle="1" w:styleId="gtext3">
    <w:name w:val="gtext3"/>
    <w:basedOn w:val="DefaultParagraphFont"/>
    <w:uiPriority w:val="99"/>
    <w:rsid w:val="002656A2"/>
  </w:style>
  <w:style w:type="paragraph" w:styleId="BalloonText">
    <w:name w:val="Balloon Text"/>
    <w:basedOn w:val="Normal"/>
    <w:link w:val="BalloonTextChar"/>
    <w:uiPriority w:val="99"/>
    <w:semiHidden/>
    <w:rsid w:val="00265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56A2"/>
    <w:rPr>
      <w:rFonts w:ascii="Tahoma" w:hAnsi="Tahoma" w:cs="Tahoma"/>
      <w:sz w:val="16"/>
      <w:szCs w:val="16"/>
    </w:rPr>
  </w:style>
  <w:style w:type="character" w:customStyle="1" w:styleId="news-date-time">
    <w:name w:val="news-date-time"/>
    <w:basedOn w:val="DefaultParagraphFont"/>
    <w:uiPriority w:val="99"/>
    <w:rsid w:val="00116A5C"/>
  </w:style>
  <w:style w:type="paragraph" w:styleId="NormalWeb">
    <w:name w:val="Normal (Web)"/>
    <w:basedOn w:val="Normal"/>
    <w:uiPriority w:val="99"/>
    <w:semiHidden/>
    <w:rsid w:val="00116A5C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9A34F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948"/>
  </w:style>
  <w:style w:type="paragraph" w:styleId="Footer">
    <w:name w:val="footer"/>
    <w:basedOn w:val="Normal"/>
    <w:link w:val="FooterChar"/>
    <w:uiPriority w:val="99"/>
    <w:semiHidden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37948"/>
  </w:style>
  <w:style w:type="paragraph" w:customStyle="1" w:styleId="2">
    <w:name w:val="Знак Знак Знак Знак2 Знак Знак Знак"/>
    <w:basedOn w:val="Normal"/>
    <w:uiPriority w:val="99"/>
    <w:rsid w:val="0070062A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E82497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054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4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5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05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05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05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05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05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05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D458DCF775F90C2F47A8144E2E6305CB7E98C79DBE4A425C00ECE361AD6AC445F7C48FE450EBBE0O2H5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D458DCF775F90C2F47A8144E2E6305CB7E98A78D5ECA425C00ECE361AD6AC445F7C48FE450CB9E8O2HFH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2</Pages>
  <Words>579</Words>
  <Characters>3304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секретарь</cp:lastModifiedBy>
  <cp:revision>11</cp:revision>
  <cp:lastPrinted>2015-05-18T04:42:00Z</cp:lastPrinted>
  <dcterms:created xsi:type="dcterms:W3CDTF">2015-05-26T06:11:00Z</dcterms:created>
  <dcterms:modified xsi:type="dcterms:W3CDTF">2015-08-31T06:02:00Z</dcterms:modified>
</cp:coreProperties>
</file>