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607"/>
        <w:gridCol w:w="746"/>
        <w:gridCol w:w="827"/>
        <w:gridCol w:w="4310"/>
        <w:gridCol w:w="399"/>
      </w:tblGrid>
      <w:tr w:rsidR="008D457B" w:rsidTr="000E42A5">
        <w:trPr>
          <w:gridAfter w:val="1"/>
          <w:wAfter w:w="425" w:type="dxa"/>
        </w:trPr>
        <w:tc>
          <w:tcPr>
            <w:tcW w:w="3794" w:type="dxa"/>
          </w:tcPr>
          <w:p w:rsidR="008D457B" w:rsidRPr="000E42A5" w:rsidRDefault="008D457B" w:rsidP="000E42A5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D43C22">
            <w:pPr>
              <w:rPr>
                <w:sz w:val="28"/>
                <w:szCs w:val="28"/>
              </w:rPr>
            </w:pPr>
          </w:p>
          <w:p w:rsidR="008D457B" w:rsidRPr="000E42A5" w:rsidRDefault="008D457B" w:rsidP="000E42A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gridSpan w:val="3"/>
          </w:tcPr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ПРИЛОЖЕНИЕ № 4</w:t>
            </w:r>
          </w:p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к административному регламенту</w:t>
            </w:r>
          </w:p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</w:p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  <w:r w:rsidRPr="000E42A5">
              <w:rPr>
                <w:sz w:val="28"/>
                <w:szCs w:val="28"/>
              </w:rPr>
              <w:t>ОБРАЗЕЦ</w:t>
            </w:r>
          </w:p>
          <w:p w:rsidR="008D457B" w:rsidRPr="000E42A5" w:rsidRDefault="008D457B" w:rsidP="000E42A5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8D457B" w:rsidRPr="00E04670" w:rsidTr="00D43C22">
        <w:tblPrEx>
          <w:tblCellMar>
            <w:left w:w="28" w:type="dxa"/>
            <w:right w:w="28" w:type="dxa"/>
          </w:tblCellMar>
          <w:tblLook w:val="0000"/>
        </w:tblPrEx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57B" w:rsidRPr="00E04670" w:rsidRDefault="008D457B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57B" w:rsidRPr="00E04670" w:rsidRDefault="008D457B" w:rsidP="00D43C22">
            <w:pPr>
              <w:tabs>
                <w:tab w:val="left" w:pos="993"/>
              </w:tabs>
            </w:pPr>
          </w:p>
        </w:tc>
      </w:tr>
    </w:tbl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КРУПНОГАБАРИТНОГО И (ИЛИ) ТЯЖЕЛОВЕСНОГО ГРУЗА</w:t>
      </w:r>
    </w:p>
    <w:p w:rsidR="008D457B" w:rsidRDefault="008D457B" w:rsidP="005874D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8D457B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8D457B" w:rsidRPr="009001EE" w:rsidRDefault="008D457B" w:rsidP="005874D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 движения (указать названия пунктов, через которые проходит</w:t>
      </w:r>
    </w:p>
    <w:p w:rsidR="008D457B" w:rsidRPr="009001EE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ул. Московская- ул. Зиповская- ул. Солнечная- ул. Российская и обратно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разовое на одну перевозку  по маршруту с __________ по 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 , м</w:t>
      </w:r>
      <w:r>
        <w:t xml:space="preserve">       </w:t>
      </w:r>
      <w:r>
        <w:rPr>
          <w:sz w:val="28"/>
          <w:szCs w:val="28"/>
        </w:rPr>
        <w:t xml:space="preserve"> 2,84___ 1,4__ 5,075___ 2,010___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r>
        <w:t xml:space="preserve">                         </w:t>
      </w:r>
      <w:r>
        <w:rPr>
          <w:sz w:val="28"/>
          <w:szCs w:val="28"/>
        </w:rPr>
        <w:t>4,5____ 6,675___ 10,0___ 10,0___</w:t>
      </w:r>
    </w:p>
    <w:p w:rsidR="008D457B" w:rsidRPr="00F83E8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 , м</w:t>
      </w:r>
      <w:r>
        <w:t xml:space="preserve">                               </w:t>
      </w:r>
      <w:r w:rsidRPr="00F83E8B">
        <w:rPr>
          <w:sz w:val="28"/>
          <w:szCs w:val="28"/>
        </w:rPr>
        <w:t>37,850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габариты: длина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19,0</w:t>
      </w:r>
      <w:r w:rsidRPr="00F3624D">
        <w:rPr>
          <w:sz w:val="28"/>
          <w:szCs w:val="28"/>
        </w:rPr>
        <w:t xml:space="preserve"> </w:t>
      </w:r>
      <w:r w:rsidRPr="00F83E8B">
        <w:t>м, ширина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>3,65</w:t>
      </w:r>
      <w:r w:rsidRPr="00F3624D">
        <w:rPr>
          <w:sz w:val="28"/>
          <w:szCs w:val="28"/>
        </w:rPr>
        <w:t xml:space="preserve"> </w:t>
      </w:r>
      <w:r w:rsidRPr="00F83E8B">
        <w:t>м, высота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4,2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радиус поворота с грузом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</w:t>
      </w:r>
      <w:r w:rsidRPr="00F3624D">
        <w:rPr>
          <w:sz w:val="28"/>
          <w:szCs w:val="28"/>
        </w:rPr>
        <w:t xml:space="preserve"> </w:t>
      </w:r>
      <w:r w:rsidRPr="00F83E8B">
        <w:t>м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Вид сопровождения</w:t>
      </w:r>
      <w:r w:rsidRPr="00F3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 сопровождения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5C5AF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x005" style="width:381pt;height:273.75pt;visibility:visible">
            <v:imagedata r:id="rId6" o:title=""/>
          </v:shape>
        </w:pic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8D457B" w:rsidRPr="00782E0F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  <w:szCs w:val="16"/>
        </w:rPr>
        <w:t xml:space="preserve">                      </w:t>
      </w: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8D457B" w:rsidRPr="00F3624D" w:rsidRDefault="008D457B" w:rsidP="005874D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8D457B" w:rsidRDefault="008D457B" w:rsidP="005874D7">
      <w:pPr>
        <w:tabs>
          <w:tab w:val="left" w:pos="993"/>
        </w:tabs>
      </w:pPr>
    </w:p>
    <w:p w:rsidR="008D457B" w:rsidRDefault="008D457B" w:rsidP="005874D7">
      <w:pPr>
        <w:tabs>
          <w:tab w:val="left" w:pos="993"/>
        </w:tabs>
      </w:pP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D457B" w:rsidRDefault="008D457B" w:rsidP="006D1CAA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8D457B" w:rsidRDefault="008D457B" w:rsidP="005874D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D457B" w:rsidRDefault="008D457B"/>
    <w:sectPr w:rsidR="008D457B" w:rsidSect="00185D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57B" w:rsidRDefault="008D457B" w:rsidP="00185D56">
      <w:r>
        <w:separator/>
      </w:r>
    </w:p>
  </w:endnote>
  <w:endnote w:type="continuationSeparator" w:id="0">
    <w:p w:rsidR="008D457B" w:rsidRDefault="008D457B" w:rsidP="0018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57B" w:rsidRDefault="008D457B" w:rsidP="00185D56">
      <w:r>
        <w:separator/>
      </w:r>
    </w:p>
  </w:footnote>
  <w:footnote w:type="continuationSeparator" w:id="0">
    <w:p w:rsidR="008D457B" w:rsidRDefault="008D457B" w:rsidP="00185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57B" w:rsidRDefault="008D457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D457B" w:rsidRDefault="008D45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055"/>
    <w:rsid w:val="000E42A5"/>
    <w:rsid w:val="001744F9"/>
    <w:rsid w:val="00185D56"/>
    <w:rsid w:val="0027754A"/>
    <w:rsid w:val="00542129"/>
    <w:rsid w:val="005874D7"/>
    <w:rsid w:val="005C5AFB"/>
    <w:rsid w:val="006D1CAA"/>
    <w:rsid w:val="00782E0F"/>
    <w:rsid w:val="008A1980"/>
    <w:rsid w:val="008D457B"/>
    <w:rsid w:val="009001EE"/>
    <w:rsid w:val="00D43C22"/>
    <w:rsid w:val="00DE6055"/>
    <w:rsid w:val="00E04670"/>
    <w:rsid w:val="00F3624D"/>
    <w:rsid w:val="00F63E4C"/>
    <w:rsid w:val="00F8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4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74D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874D7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87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74D7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85D5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5D5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329</Words>
  <Characters>1880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2015-02-09T07:22:00Z</cp:lastPrinted>
  <dcterms:created xsi:type="dcterms:W3CDTF">2015-02-09T07:16:00Z</dcterms:created>
  <dcterms:modified xsi:type="dcterms:W3CDTF">2015-10-26T07:29:00Z</dcterms:modified>
</cp:coreProperties>
</file>