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9CE" w:rsidRDefault="001709CE" w:rsidP="00D82D8E">
      <w:pPr>
        <w:jc w:val="center"/>
        <w:rPr>
          <w:b/>
          <w:bCs/>
          <w:sz w:val="28"/>
          <w:szCs w:val="28"/>
        </w:rPr>
      </w:pPr>
      <w:r w:rsidRPr="001E33B5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5" o:title=""/>
          </v:shape>
        </w:pict>
      </w:r>
    </w:p>
    <w:p w:rsidR="001709CE" w:rsidRDefault="001709CE" w:rsidP="0002685E">
      <w:pPr>
        <w:jc w:val="center"/>
        <w:rPr>
          <w:b/>
          <w:bCs/>
          <w:sz w:val="28"/>
          <w:szCs w:val="28"/>
        </w:rPr>
      </w:pPr>
    </w:p>
    <w:p w:rsidR="001709CE" w:rsidRDefault="001709CE" w:rsidP="00026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ВЫШЕСТЕБЛИЕВСКОГО СЕЛЬСКОГО ПОСЕЛЕНИЯ ТЕМРЮКСКОГО РАЙОНА</w:t>
      </w:r>
    </w:p>
    <w:p w:rsidR="001709CE" w:rsidRDefault="001709CE" w:rsidP="0002685E">
      <w:pPr>
        <w:jc w:val="center"/>
        <w:rPr>
          <w:b/>
          <w:bCs/>
          <w:sz w:val="28"/>
          <w:szCs w:val="28"/>
        </w:rPr>
      </w:pPr>
    </w:p>
    <w:p w:rsidR="001709CE" w:rsidRPr="001C213C" w:rsidRDefault="001709CE" w:rsidP="00026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№ </w:t>
      </w:r>
      <w:r w:rsidRPr="001C213C">
        <w:rPr>
          <w:b/>
          <w:bCs/>
          <w:sz w:val="28"/>
          <w:szCs w:val="28"/>
        </w:rPr>
        <w:t>29</w:t>
      </w:r>
      <w:r>
        <w:rPr>
          <w:b/>
          <w:bCs/>
          <w:sz w:val="28"/>
          <w:szCs w:val="28"/>
        </w:rPr>
        <w:t>2</w:t>
      </w:r>
    </w:p>
    <w:p w:rsidR="001709CE" w:rsidRDefault="001709CE" w:rsidP="0002685E">
      <w:pPr>
        <w:rPr>
          <w:sz w:val="28"/>
          <w:szCs w:val="28"/>
        </w:rPr>
      </w:pPr>
    </w:p>
    <w:p w:rsidR="001709CE" w:rsidRDefault="001709CE" w:rsidP="0002685E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LXXVIII</w:t>
      </w:r>
      <w:r>
        <w:rPr>
          <w:sz w:val="28"/>
          <w:szCs w:val="28"/>
        </w:rPr>
        <w:t xml:space="preserve"> сессия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C213C"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</w:t>
      </w:r>
    </w:p>
    <w:p w:rsidR="001709CE" w:rsidRDefault="001709CE" w:rsidP="0002685E">
      <w:pPr>
        <w:rPr>
          <w:sz w:val="28"/>
          <w:szCs w:val="28"/>
        </w:rPr>
      </w:pPr>
    </w:p>
    <w:p w:rsidR="001709CE" w:rsidRPr="00DB7522" w:rsidRDefault="001709CE" w:rsidP="0002685E">
      <w:pPr>
        <w:rPr>
          <w:sz w:val="28"/>
          <w:szCs w:val="28"/>
        </w:rPr>
      </w:pPr>
      <w:r>
        <w:rPr>
          <w:sz w:val="28"/>
          <w:szCs w:val="28"/>
        </w:rPr>
        <w:t>16 декабря  20</w:t>
      </w:r>
      <w:r w:rsidRPr="00FF603D">
        <w:rPr>
          <w:sz w:val="28"/>
          <w:szCs w:val="28"/>
        </w:rPr>
        <w:t>13</w:t>
      </w:r>
      <w:r>
        <w:rPr>
          <w:sz w:val="28"/>
          <w:szCs w:val="28"/>
        </w:rPr>
        <w:t xml:space="preserve">года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станица Вышестеблиевская</w:t>
      </w:r>
    </w:p>
    <w:p w:rsidR="001709CE" w:rsidRPr="00193F50" w:rsidRDefault="001709CE" w:rsidP="00D82D8E">
      <w:pPr>
        <w:spacing w:line="360" w:lineRule="auto"/>
        <w:rPr>
          <w:sz w:val="28"/>
          <w:szCs w:val="28"/>
        </w:rPr>
      </w:pPr>
    </w:p>
    <w:p w:rsidR="001709CE" w:rsidRPr="00D82D8E" w:rsidRDefault="001709CE" w:rsidP="00D82D8E">
      <w:pPr>
        <w:spacing w:line="360" w:lineRule="auto"/>
        <w:jc w:val="center"/>
        <w:rPr>
          <w:b/>
          <w:bCs/>
          <w:sz w:val="28"/>
          <w:szCs w:val="28"/>
        </w:rPr>
      </w:pPr>
      <w:r w:rsidRPr="00193F50">
        <w:rPr>
          <w:b/>
          <w:bCs/>
          <w:sz w:val="28"/>
          <w:szCs w:val="28"/>
        </w:rPr>
        <w:t>О наделении каждого избирателя одинаковым числом голосов</w:t>
      </w:r>
    </w:p>
    <w:p w:rsidR="001709CE" w:rsidRPr="00193F50" w:rsidRDefault="001709CE" w:rsidP="002F0B37">
      <w:pPr>
        <w:ind w:firstLine="900"/>
        <w:jc w:val="both"/>
        <w:rPr>
          <w:sz w:val="28"/>
          <w:szCs w:val="28"/>
        </w:rPr>
      </w:pPr>
      <w:r w:rsidRPr="00193F50">
        <w:rPr>
          <w:sz w:val="28"/>
          <w:szCs w:val="28"/>
        </w:rPr>
        <w:t xml:space="preserve">В соответствии с пунктом 2 статьи 5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частью 9 статьи 14 Закона Краснодарского края </w:t>
      </w:r>
      <w:r>
        <w:rPr>
          <w:sz w:val="28"/>
          <w:szCs w:val="28"/>
        </w:rPr>
        <w:t xml:space="preserve">от 26 декабря 2005 года № 966-КЗ </w:t>
      </w:r>
      <w:r w:rsidRPr="00193F50">
        <w:rPr>
          <w:sz w:val="28"/>
          <w:szCs w:val="28"/>
        </w:rPr>
        <w:t xml:space="preserve">«О муниципальных выборах в Краснодарском крае», Совет </w:t>
      </w:r>
      <w:r>
        <w:rPr>
          <w:sz w:val="28"/>
          <w:szCs w:val="28"/>
        </w:rPr>
        <w:t xml:space="preserve">Вышестеблиевского </w:t>
      </w:r>
      <w:r w:rsidRPr="00193F50">
        <w:rPr>
          <w:sz w:val="28"/>
          <w:szCs w:val="28"/>
        </w:rPr>
        <w:t>сельского поселения Темрюкского района РЕШИЛ:</w:t>
      </w:r>
    </w:p>
    <w:p w:rsidR="001709CE" w:rsidRDefault="001709CE" w:rsidP="0002685E">
      <w:pPr>
        <w:pStyle w:val="ListParagraph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2685E">
        <w:rPr>
          <w:sz w:val="28"/>
          <w:szCs w:val="28"/>
        </w:rPr>
        <w:t>Наделить каждого избирателя в образованных многомандатных избирательных округах по выборам депутатов Совета Вышестеблиевского сельского поселения Темрюкского района одинаковым  числом голосов,  равным пяти.</w:t>
      </w:r>
    </w:p>
    <w:p w:rsidR="001709CE" w:rsidRDefault="001709CE" w:rsidP="0002685E">
      <w:pPr>
        <w:pStyle w:val="ListParagraph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2685E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  </w:t>
      </w:r>
      <w:r w:rsidRPr="0002685E">
        <w:rPr>
          <w:sz w:val="28"/>
          <w:szCs w:val="28"/>
        </w:rPr>
        <w:t>районной</w:t>
      </w:r>
      <w:r>
        <w:rPr>
          <w:sz w:val="28"/>
          <w:szCs w:val="28"/>
        </w:rPr>
        <w:t xml:space="preserve">  </w:t>
      </w:r>
      <w:r w:rsidRPr="0002685E">
        <w:rPr>
          <w:sz w:val="28"/>
          <w:szCs w:val="28"/>
        </w:rPr>
        <w:t xml:space="preserve"> газете</w:t>
      </w:r>
      <w:r>
        <w:rPr>
          <w:sz w:val="28"/>
          <w:szCs w:val="28"/>
        </w:rPr>
        <w:t xml:space="preserve">  </w:t>
      </w:r>
      <w:r w:rsidRPr="0002685E">
        <w:rPr>
          <w:sz w:val="28"/>
          <w:szCs w:val="28"/>
        </w:rPr>
        <w:t xml:space="preserve"> «Тамань» 19 декабря 2013 года. </w:t>
      </w:r>
    </w:p>
    <w:p w:rsidR="001709CE" w:rsidRPr="0002685E" w:rsidRDefault="001709CE" w:rsidP="0002685E">
      <w:pPr>
        <w:pStyle w:val="ListParagraph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2685E">
        <w:rPr>
          <w:sz w:val="28"/>
          <w:szCs w:val="28"/>
        </w:rPr>
        <w:t xml:space="preserve">Контроль за выполнением пункта 2 настоящего решения возложить на заместителя главы Вышестеблиевского сельского поселения </w:t>
      </w:r>
      <w:r>
        <w:rPr>
          <w:sz w:val="28"/>
          <w:szCs w:val="28"/>
        </w:rPr>
        <w:t>Темрюкского района Н.Д. Шевченко</w:t>
      </w:r>
      <w:r w:rsidRPr="0002685E">
        <w:rPr>
          <w:sz w:val="28"/>
          <w:szCs w:val="28"/>
        </w:rPr>
        <w:t xml:space="preserve"> и постоянную комиссию Совета Вышестеблиевского сельского поселения Темрюкского района по вопросам местного самоуправления и охран</w:t>
      </w:r>
      <w:r>
        <w:rPr>
          <w:sz w:val="28"/>
          <w:szCs w:val="28"/>
        </w:rPr>
        <w:t>е прав и свобод граждан (В.А. Кулага</w:t>
      </w:r>
      <w:r w:rsidRPr="0002685E">
        <w:rPr>
          <w:sz w:val="28"/>
          <w:szCs w:val="28"/>
        </w:rPr>
        <w:t>).</w:t>
      </w:r>
    </w:p>
    <w:p w:rsidR="001709CE" w:rsidRPr="0002685E" w:rsidRDefault="001709CE" w:rsidP="0002685E">
      <w:pPr>
        <w:pStyle w:val="ListParagraph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2685E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1709CE" w:rsidRDefault="001709CE" w:rsidP="0002685E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1709CE" w:rsidRPr="0002685E" w:rsidRDefault="001709CE" w:rsidP="0002685E">
      <w:pPr>
        <w:spacing w:line="360" w:lineRule="auto"/>
        <w:jc w:val="both"/>
        <w:rPr>
          <w:sz w:val="28"/>
          <w:szCs w:val="28"/>
        </w:rPr>
      </w:pPr>
    </w:p>
    <w:tbl>
      <w:tblPr>
        <w:tblW w:w="9572" w:type="dxa"/>
        <w:tblInd w:w="-106" w:type="dxa"/>
        <w:tblLook w:val="00A0"/>
      </w:tblPr>
      <w:tblGrid>
        <w:gridCol w:w="4786"/>
        <w:gridCol w:w="4786"/>
      </w:tblGrid>
      <w:tr w:rsidR="001709CE" w:rsidRPr="00544D0F">
        <w:tc>
          <w:tcPr>
            <w:tcW w:w="4786" w:type="dxa"/>
          </w:tcPr>
          <w:p w:rsidR="001709CE" w:rsidRPr="00544D0F" w:rsidRDefault="001709CE" w:rsidP="004C0EFB">
            <w:pPr>
              <w:ind w:right="74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 xml:space="preserve">Глава </w:t>
            </w:r>
          </w:p>
          <w:p w:rsidR="001709CE" w:rsidRPr="00544D0F" w:rsidRDefault="001709CE" w:rsidP="004C0EFB">
            <w:pPr>
              <w:ind w:right="74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Вышестеблиевского сельского поселения</w:t>
            </w:r>
          </w:p>
          <w:p w:rsidR="001709CE" w:rsidRPr="00544D0F" w:rsidRDefault="001709CE" w:rsidP="004C0EFB">
            <w:pPr>
              <w:spacing w:line="360" w:lineRule="auto"/>
              <w:ind w:right="74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Темрюкского района</w:t>
            </w:r>
          </w:p>
          <w:p w:rsidR="001709CE" w:rsidRPr="00544D0F" w:rsidRDefault="001709CE" w:rsidP="004C0EFB">
            <w:pPr>
              <w:spacing w:line="360" w:lineRule="auto"/>
              <w:ind w:right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_______________П.К. Хаджиди</w:t>
            </w:r>
          </w:p>
        </w:tc>
        <w:tc>
          <w:tcPr>
            <w:tcW w:w="4786" w:type="dxa"/>
          </w:tcPr>
          <w:p w:rsidR="001709CE" w:rsidRPr="00544D0F" w:rsidRDefault="001709CE" w:rsidP="004C0EFB">
            <w:pPr>
              <w:ind w:right="99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Председатель Совета Вышестеблиевского сельского поселения</w:t>
            </w:r>
          </w:p>
          <w:p w:rsidR="001709CE" w:rsidRPr="00544D0F" w:rsidRDefault="001709CE" w:rsidP="004C0EFB">
            <w:pPr>
              <w:spacing w:line="360" w:lineRule="auto"/>
              <w:ind w:right="99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Темрюкского района</w:t>
            </w:r>
          </w:p>
          <w:p w:rsidR="001709CE" w:rsidRPr="00544D0F" w:rsidRDefault="001709CE" w:rsidP="004C0EFB">
            <w:pPr>
              <w:spacing w:line="360" w:lineRule="auto"/>
              <w:ind w:right="9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___________И.И. Пелипенко</w:t>
            </w:r>
          </w:p>
        </w:tc>
      </w:tr>
    </w:tbl>
    <w:p w:rsidR="001709CE" w:rsidRDefault="001709CE" w:rsidP="002F0B37">
      <w:pPr>
        <w:ind w:firstLine="900"/>
        <w:jc w:val="both"/>
        <w:rPr>
          <w:sz w:val="28"/>
          <w:szCs w:val="28"/>
        </w:rPr>
      </w:pPr>
    </w:p>
    <w:sectPr w:rsidR="001709CE" w:rsidSect="003C6F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427F6"/>
    <w:multiLevelType w:val="hybridMultilevel"/>
    <w:tmpl w:val="03E0E990"/>
    <w:lvl w:ilvl="0" w:tplc="9CB453DE">
      <w:start w:val="1"/>
      <w:numFmt w:val="decimal"/>
      <w:lvlText w:val="%1."/>
      <w:lvlJc w:val="left"/>
      <w:pPr>
        <w:ind w:left="2184" w:hanging="1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E47748A"/>
    <w:multiLevelType w:val="hybridMultilevel"/>
    <w:tmpl w:val="5B683742"/>
    <w:lvl w:ilvl="0" w:tplc="F0241448">
      <w:start w:val="1"/>
      <w:numFmt w:val="decimal"/>
      <w:lvlText w:val="%1."/>
      <w:lvlJc w:val="left"/>
      <w:pPr>
        <w:ind w:left="2172" w:hanging="127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A0F"/>
    <w:rsid w:val="0002685E"/>
    <w:rsid w:val="00055F9A"/>
    <w:rsid w:val="0009746B"/>
    <w:rsid w:val="00162F4B"/>
    <w:rsid w:val="001709CE"/>
    <w:rsid w:val="00191705"/>
    <w:rsid w:val="00193F50"/>
    <w:rsid w:val="001C213C"/>
    <w:rsid w:val="001E33B5"/>
    <w:rsid w:val="002048D4"/>
    <w:rsid w:val="002F0B37"/>
    <w:rsid w:val="003C6F1E"/>
    <w:rsid w:val="003D12BB"/>
    <w:rsid w:val="004C0EFB"/>
    <w:rsid w:val="00507733"/>
    <w:rsid w:val="00544D0F"/>
    <w:rsid w:val="00643C32"/>
    <w:rsid w:val="00737A0F"/>
    <w:rsid w:val="007C1505"/>
    <w:rsid w:val="007F0809"/>
    <w:rsid w:val="0081110C"/>
    <w:rsid w:val="00847BFB"/>
    <w:rsid w:val="00927630"/>
    <w:rsid w:val="00CA6F2D"/>
    <w:rsid w:val="00D321B0"/>
    <w:rsid w:val="00D82D8E"/>
    <w:rsid w:val="00DB7522"/>
    <w:rsid w:val="00FF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B3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F0B37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F0B37"/>
    <w:rPr>
      <w:rFonts w:ascii="Courier New" w:hAnsi="Courier New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02685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232</Words>
  <Characters>1326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Chernikova Irina Anatolievna</dc:creator>
  <cp:keywords/>
  <dc:description/>
  <cp:lastModifiedBy>webadmin</cp:lastModifiedBy>
  <cp:revision>9</cp:revision>
  <dcterms:created xsi:type="dcterms:W3CDTF">2013-11-05T12:00:00Z</dcterms:created>
  <dcterms:modified xsi:type="dcterms:W3CDTF">2014-01-10T05:20:00Z</dcterms:modified>
</cp:coreProperties>
</file>