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382" w:rsidRDefault="00A92382" w:rsidP="005B298E">
      <w:pPr>
        <w:jc w:val="center"/>
        <w:rPr>
          <w:rFonts w:ascii="Times New Roman" w:hAnsi="Times New Roman"/>
          <w:b/>
          <w:sz w:val="40"/>
        </w:rPr>
      </w:pPr>
      <w:r w:rsidRPr="00162F14">
        <w:rPr>
          <w:rFonts w:ascii="Times New Roman" w:hAnsi="Times New Roman"/>
          <w:b/>
          <w:sz w:val="40"/>
        </w:rPr>
        <w:t xml:space="preserve">Сессия </w:t>
      </w:r>
      <w:r>
        <w:rPr>
          <w:rFonts w:ascii="Times New Roman" w:hAnsi="Times New Roman"/>
          <w:b/>
          <w:sz w:val="40"/>
        </w:rPr>
        <w:t>19.01.2017</w:t>
      </w:r>
      <w:r w:rsidRPr="00162F14">
        <w:rPr>
          <w:rFonts w:ascii="Times New Roman" w:hAnsi="Times New Roman"/>
          <w:b/>
          <w:sz w:val="40"/>
        </w:rPr>
        <w:t xml:space="preserve"> года</w:t>
      </w:r>
    </w:p>
    <w:p w:rsidR="00A92382" w:rsidRDefault="00A92382" w:rsidP="004A273D">
      <w:pPr>
        <w:jc w:val="both"/>
        <w:rPr>
          <w:rFonts w:ascii="Times New Roman" w:hAnsi="Times New Roman"/>
          <w:b/>
          <w:sz w:val="40"/>
        </w:rPr>
      </w:pPr>
    </w:p>
    <w:p w:rsidR="00A92382" w:rsidRPr="002D5011" w:rsidRDefault="00A92382" w:rsidP="00162F14">
      <w:pPr>
        <w:jc w:val="center"/>
        <w:rPr>
          <w:rFonts w:ascii="Times New Roman" w:hAnsi="Times New Roman"/>
          <w:sz w:val="32"/>
          <w:szCs w:val="32"/>
        </w:rPr>
      </w:pPr>
    </w:p>
    <w:p w:rsidR="00A92382" w:rsidRDefault="00A92382" w:rsidP="00162F14">
      <w:pPr>
        <w:rPr>
          <w:rFonts w:ascii="Times New Roman" w:hAnsi="Times New Roman"/>
          <w:b/>
          <w:i/>
          <w:sz w:val="32"/>
        </w:rPr>
      </w:pPr>
      <w:r w:rsidRPr="00162F14">
        <w:rPr>
          <w:rFonts w:ascii="Times New Roman" w:hAnsi="Times New Roman"/>
          <w:b/>
          <w:i/>
          <w:sz w:val="32"/>
        </w:rPr>
        <w:t>Добавлено в расходы:</w:t>
      </w:r>
    </w:p>
    <w:p w:rsidR="00A92382" w:rsidRDefault="00A92382" w:rsidP="00B7686C">
      <w:pPr>
        <w:pStyle w:val="ListParagraph"/>
        <w:ind w:left="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1) </w:t>
      </w:r>
      <w:r w:rsidRPr="00941AEC">
        <w:rPr>
          <w:rFonts w:ascii="Times New Roman" w:hAnsi="Times New Roman"/>
          <w:b/>
          <w:sz w:val="32"/>
          <w:u w:val="single"/>
        </w:rPr>
        <w:t xml:space="preserve">ПЭЦ </w:t>
      </w:r>
      <w:r>
        <w:rPr>
          <w:rFonts w:ascii="Times New Roman" w:hAnsi="Times New Roman"/>
          <w:sz w:val="32"/>
        </w:rPr>
        <w:t xml:space="preserve">–( 992 0113 5610100590 244 ) – 242 859,0  </w:t>
      </w:r>
    </w:p>
    <w:p w:rsidR="00A92382" w:rsidRDefault="00A92382" w:rsidP="00941AEC">
      <w:pPr>
        <w:pStyle w:val="ListParagraph"/>
        <w:ind w:left="108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- 10 000 – охрана труда ( 60 тыс. перенесли с ИКТ и +10 000)</w:t>
      </w:r>
    </w:p>
    <w:p w:rsidR="00A92382" w:rsidRDefault="00A92382" w:rsidP="00941AEC">
      <w:pPr>
        <w:pStyle w:val="ListParagraph"/>
        <w:ind w:left="108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- 185 859,0 – устройство тротуара п. Виноградный</w:t>
      </w:r>
    </w:p>
    <w:p w:rsidR="00A92382" w:rsidRDefault="00A92382" w:rsidP="00941AEC">
      <w:pPr>
        <w:pStyle w:val="ListParagraph"/>
        <w:ind w:left="108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- 47 000,0 – ворота </w:t>
      </w:r>
    </w:p>
    <w:p w:rsidR="00A92382" w:rsidRDefault="00A92382" w:rsidP="00B7686C">
      <w:pPr>
        <w:pStyle w:val="ListParagraph"/>
        <w:ind w:left="0"/>
        <w:rPr>
          <w:rFonts w:ascii="Times New Roman" w:hAnsi="Times New Roman"/>
          <w:sz w:val="32"/>
        </w:rPr>
      </w:pPr>
    </w:p>
    <w:p w:rsidR="00A92382" w:rsidRDefault="00A92382" w:rsidP="00D16505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2</w:t>
      </w:r>
      <w:r w:rsidRPr="00941AEC">
        <w:rPr>
          <w:rFonts w:ascii="Times New Roman" w:hAnsi="Times New Roman"/>
          <w:b/>
          <w:sz w:val="32"/>
        </w:rPr>
        <w:t xml:space="preserve">) </w:t>
      </w:r>
      <w:r w:rsidRPr="00941AEC">
        <w:rPr>
          <w:rFonts w:ascii="Times New Roman" w:hAnsi="Times New Roman"/>
          <w:b/>
          <w:sz w:val="32"/>
          <w:u w:val="single"/>
        </w:rPr>
        <w:t>Благоустройство</w:t>
      </w:r>
      <w:r>
        <w:rPr>
          <w:rFonts w:ascii="Times New Roman" w:hAnsi="Times New Roman"/>
          <w:sz w:val="32"/>
        </w:rPr>
        <w:t xml:space="preserve"> (992 0503 6230113120 244) – 171 832,0 :</w:t>
      </w:r>
    </w:p>
    <w:p w:rsidR="00A92382" w:rsidRDefault="00A92382" w:rsidP="00D16505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                        -  97 775,0 – устройство тротуаров в п.Виноградном</w:t>
      </w:r>
    </w:p>
    <w:p w:rsidR="00A92382" w:rsidRDefault="00A92382" w:rsidP="00D16505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                        - 74 057,0-  благ-во территории ДК Виноградный</w:t>
      </w:r>
    </w:p>
    <w:p w:rsidR="00A92382" w:rsidRDefault="00A92382" w:rsidP="00D16505">
      <w:pPr>
        <w:spacing w:after="0" w:line="240" w:lineRule="auto"/>
        <w:rPr>
          <w:rFonts w:ascii="Times New Roman" w:hAnsi="Times New Roman"/>
          <w:sz w:val="32"/>
        </w:rPr>
      </w:pPr>
    </w:p>
    <w:p w:rsidR="00A92382" w:rsidRDefault="00A92382" w:rsidP="00D16505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3) </w:t>
      </w:r>
      <w:r w:rsidRPr="00412C24">
        <w:rPr>
          <w:rFonts w:ascii="Times New Roman" w:hAnsi="Times New Roman"/>
          <w:b/>
          <w:sz w:val="32"/>
          <w:u w:val="single"/>
        </w:rPr>
        <w:t>Администрация</w:t>
      </w:r>
      <w:r>
        <w:rPr>
          <w:rFonts w:ascii="Times New Roman" w:hAnsi="Times New Roman"/>
          <w:sz w:val="32"/>
        </w:rPr>
        <w:t>(992 0104 9120000190 244) – 7 000,0 (баннеры)</w:t>
      </w:r>
    </w:p>
    <w:p w:rsidR="00A92382" w:rsidRDefault="00A92382" w:rsidP="00D16505">
      <w:pPr>
        <w:spacing w:after="0" w:line="240" w:lineRule="auto"/>
        <w:rPr>
          <w:rFonts w:ascii="Times New Roman" w:hAnsi="Times New Roman"/>
          <w:sz w:val="32"/>
        </w:rPr>
      </w:pPr>
    </w:p>
    <w:p w:rsidR="00A92382" w:rsidRPr="00D16505" w:rsidRDefault="00A92382" w:rsidP="00D16505">
      <w:pPr>
        <w:spacing w:after="0" w:line="240" w:lineRule="auto"/>
        <w:rPr>
          <w:rFonts w:ascii="Times New Roman" w:hAnsi="Times New Roman"/>
          <w:sz w:val="32"/>
        </w:rPr>
      </w:pPr>
    </w:p>
    <w:p w:rsidR="00A92382" w:rsidRDefault="00A92382" w:rsidP="00D97379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A92382" w:rsidRDefault="00A92382" w:rsidP="00D97379">
      <w:pPr>
        <w:spacing w:after="0" w:line="240" w:lineRule="auto"/>
        <w:rPr>
          <w:rFonts w:ascii="Times New Roman" w:hAnsi="Times New Roman"/>
          <w:b/>
          <w:sz w:val="32"/>
        </w:rPr>
      </w:pPr>
      <w:r w:rsidRPr="00006EF9">
        <w:rPr>
          <w:rFonts w:ascii="Times New Roman" w:hAnsi="Times New Roman"/>
          <w:b/>
          <w:sz w:val="32"/>
        </w:rPr>
        <w:t>ИТОГО добавлено по сессии</w:t>
      </w:r>
      <w:r>
        <w:rPr>
          <w:rFonts w:ascii="Times New Roman" w:hAnsi="Times New Roman"/>
          <w:b/>
          <w:sz w:val="32"/>
        </w:rPr>
        <w:t xml:space="preserve"> – 421 691,0</w:t>
      </w:r>
    </w:p>
    <w:p w:rsidR="00A92382" w:rsidRDefault="00A92382" w:rsidP="00D97379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A92382" w:rsidRPr="00006EF9" w:rsidRDefault="00A92382" w:rsidP="00D97379">
      <w:pPr>
        <w:spacing w:after="0" w:line="240" w:lineRule="auto"/>
        <w:rPr>
          <w:rFonts w:ascii="Times New Roman" w:hAnsi="Times New Roman"/>
          <w:b/>
          <w:sz w:val="32"/>
        </w:rPr>
      </w:pPr>
    </w:p>
    <w:sectPr w:rsidR="00A92382" w:rsidRPr="00006EF9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1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204B5"/>
    <w:rsid w:val="00060960"/>
    <w:rsid w:val="00064B57"/>
    <w:rsid w:val="00080063"/>
    <w:rsid w:val="00085A98"/>
    <w:rsid w:val="000B3333"/>
    <w:rsid w:val="000B47CF"/>
    <w:rsid w:val="000B63FB"/>
    <w:rsid w:val="000B67C6"/>
    <w:rsid w:val="000E447E"/>
    <w:rsid w:val="000E5630"/>
    <w:rsid w:val="00107B2C"/>
    <w:rsid w:val="00162F14"/>
    <w:rsid w:val="00173074"/>
    <w:rsid w:val="001A6DA1"/>
    <w:rsid w:val="001F011E"/>
    <w:rsid w:val="0024543F"/>
    <w:rsid w:val="00267ABC"/>
    <w:rsid w:val="002A1202"/>
    <w:rsid w:val="002B365B"/>
    <w:rsid w:val="002D2367"/>
    <w:rsid w:val="002D26F9"/>
    <w:rsid w:val="002D5011"/>
    <w:rsid w:val="00327883"/>
    <w:rsid w:val="00331A1C"/>
    <w:rsid w:val="003733B3"/>
    <w:rsid w:val="003A6FA5"/>
    <w:rsid w:val="003E3E67"/>
    <w:rsid w:val="003F0738"/>
    <w:rsid w:val="00400802"/>
    <w:rsid w:val="00404AC8"/>
    <w:rsid w:val="00411753"/>
    <w:rsid w:val="00412C24"/>
    <w:rsid w:val="0043495F"/>
    <w:rsid w:val="004440A7"/>
    <w:rsid w:val="00457697"/>
    <w:rsid w:val="0046245B"/>
    <w:rsid w:val="0047406D"/>
    <w:rsid w:val="004953D2"/>
    <w:rsid w:val="004A273D"/>
    <w:rsid w:val="004B33C6"/>
    <w:rsid w:val="004B4E0D"/>
    <w:rsid w:val="005043F1"/>
    <w:rsid w:val="00513980"/>
    <w:rsid w:val="00534EAF"/>
    <w:rsid w:val="005434F3"/>
    <w:rsid w:val="005725D2"/>
    <w:rsid w:val="005A7C44"/>
    <w:rsid w:val="005B298E"/>
    <w:rsid w:val="005E63E9"/>
    <w:rsid w:val="00671024"/>
    <w:rsid w:val="00671270"/>
    <w:rsid w:val="006A0441"/>
    <w:rsid w:val="006C7878"/>
    <w:rsid w:val="006F393E"/>
    <w:rsid w:val="00710A4D"/>
    <w:rsid w:val="007967D5"/>
    <w:rsid w:val="007A0C33"/>
    <w:rsid w:val="007A4659"/>
    <w:rsid w:val="007A611A"/>
    <w:rsid w:val="007C7C9C"/>
    <w:rsid w:val="007D4379"/>
    <w:rsid w:val="00812D3A"/>
    <w:rsid w:val="00874F40"/>
    <w:rsid w:val="00883445"/>
    <w:rsid w:val="008E2AA3"/>
    <w:rsid w:val="008E3B48"/>
    <w:rsid w:val="008F5021"/>
    <w:rsid w:val="00941AEC"/>
    <w:rsid w:val="0095531C"/>
    <w:rsid w:val="00983E7A"/>
    <w:rsid w:val="009A0CCB"/>
    <w:rsid w:val="009F3645"/>
    <w:rsid w:val="00A01BBB"/>
    <w:rsid w:val="00A0322A"/>
    <w:rsid w:val="00A116D6"/>
    <w:rsid w:val="00A25B9B"/>
    <w:rsid w:val="00A400BB"/>
    <w:rsid w:val="00A45361"/>
    <w:rsid w:val="00A52BD2"/>
    <w:rsid w:val="00A86FC1"/>
    <w:rsid w:val="00A92382"/>
    <w:rsid w:val="00AA0A53"/>
    <w:rsid w:val="00AD41CA"/>
    <w:rsid w:val="00AE0CA3"/>
    <w:rsid w:val="00B00086"/>
    <w:rsid w:val="00B51A71"/>
    <w:rsid w:val="00B57259"/>
    <w:rsid w:val="00B7686C"/>
    <w:rsid w:val="00B86180"/>
    <w:rsid w:val="00BD6B85"/>
    <w:rsid w:val="00BE379E"/>
    <w:rsid w:val="00BF46CB"/>
    <w:rsid w:val="00BF4B9F"/>
    <w:rsid w:val="00BF4BE0"/>
    <w:rsid w:val="00BF5A05"/>
    <w:rsid w:val="00C355B4"/>
    <w:rsid w:val="00C56AF6"/>
    <w:rsid w:val="00C775FA"/>
    <w:rsid w:val="00C81EBF"/>
    <w:rsid w:val="00C8286F"/>
    <w:rsid w:val="00CA0106"/>
    <w:rsid w:val="00CC2863"/>
    <w:rsid w:val="00CF3887"/>
    <w:rsid w:val="00CF5EBB"/>
    <w:rsid w:val="00CF7F90"/>
    <w:rsid w:val="00D01CC2"/>
    <w:rsid w:val="00D16505"/>
    <w:rsid w:val="00D27121"/>
    <w:rsid w:val="00D37A4D"/>
    <w:rsid w:val="00D43C74"/>
    <w:rsid w:val="00D949A1"/>
    <w:rsid w:val="00D97379"/>
    <w:rsid w:val="00D976B5"/>
    <w:rsid w:val="00DA1E43"/>
    <w:rsid w:val="00DA344F"/>
    <w:rsid w:val="00DB5B7B"/>
    <w:rsid w:val="00DC518B"/>
    <w:rsid w:val="00DC5916"/>
    <w:rsid w:val="00DD7A41"/>
    <w:rsid w:val="00DE01B7"/>
    <w:rsid w:val="00DF39D0"/>
    <w:rsid w:val="00E041F2"/>
    <w:rsid w:val="00E611D1"/>
    <w:rsid w:val="00E838DE"/>
    <w:rsid w:val="00EA72D4"/>
    <w:rsid w:val="00F150F1"/>
    <w:rsid w:val="00F800DB"/>
    <w:rsid w:val="00FA088A"/>
    <w:rsid w:val="00FA6A2D"/>
    <w:rsid w:val="00FE159D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1C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62F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855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461</TotalTime>
  <Pages>1</Pages>
  <Words>82</Words>
  <Characters>471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52</cp:revision>
  <cp:lastPrinted>2018-01-22T08:10:00Z</cp:lastPrinted>
  <dcterms:created xsi:type="dcterms:W3CDTF">2017-04-13T12:24:00Z</dcterms:created>
  <dcterms:modified xsi:type="dcterms:W3CDTF">2018-01-22T08:10:00Z</dcterms:modified>
</cp:coreProperties>
</file>