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255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физической культуры и массового спорта в Вышестеблиевском сельском поселении Темрюкского района» на 2015-2017 годы (приложение).</w:t>
      </w:r>
    </w:p>
    <w:p w:rsidR="00975F8D" w:rsidRPr="00FE46B3" w:rsidRDefault="00975F8D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975F8D" w:rsidRDefault="00975F8D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начальника финансового отдела администрации Вышестеблиевского сельского поселения Темрюкского района О.В. Хорошун</w:t>
      </w:r>
      <w:r w:rsidRPr="00FE46B3">
        <w:t>.</w:t>
      </w:r>
    </w:p>
    <w:p w:rsidR="00975F8D" w:rsidRPr="00252198" w:rsidRDefault="00975F8D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975F8D" w:rsidRDefault="00975F8D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Default="00975F8D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975F8D" w:rsidRPr="00211421" w:rsidRDefault="00975F8D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975F8D" w:rsidRDefault="00975F8D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F8D" w:rsidRDefault="00975F8D">
      <w:r>
        <w:separator/>
      </w:r>
    </w:p>
  </w:endnote>
  <w:endnote w:type="continuationSeparator" w:id="1">
    <w:p w:rsidR="00975F8D" w:rsidRDefault="0097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F8D" w:rsidRDefault="00975F8D">
      <w:r>
        <w:separator/>
      </w:r>
    </w:p>
  </w:footnote>
  <w:footnote w:type="continuationSeparator" w:id="1">
    <w:p w:rsidR="00975F8D" w:rsidRDefault="00975F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975F8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75F8D" w:rsidRDefault="00975F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21480"/>
    <w:rsid w:val="00155D75"/>
    <w:rsid w:val="00171FEB"/>
    <w:rsid w:val="001733F7"/>
    <w:rsid w:val="001F2D4E"/>
    <w:rsid w:val="00211421"/>
    <w:rsid w:val="00252198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408E"/>
    <w:rsid w:val="004539B2"/>
    <w:rsid w:val="00465D0E"/>
    <w:rsid w:val="00472370"/>
    <w:rsid w:val="004D3509"/>
    <w:rsid w:val="005268BF"/>
    <w:rsid w:val="00553405"/>
    <w:rsid w:val="005706EB"/>
    <w:rsid w:val="005849D4"/>
    <w:rsid w:val="005866CF"/>
    <w:rsid w:val="005B3916"/>
    <w:rsid w:val="005C050B"/>
    <w:rsid w:val="005E4975"/>
    <w:rsid w:val="005F7ADA"/>
    <w:rsid w:val="00642773"/>
    <w:rsid w:val="006754AB"/>
    <w:rsid w:val="0073618A"/>
    <w:rsid w:val="007B1CBE"/>
    <w:rsid w:val="007C3C2E"/>
    <w:rsid w:val="00861F72"/>
    <w:rsid w:val="00862786"/>
    <w:rsid w:val="008A2AF8"/>
    <w:rsid w:val="008D0C1E"/>
    <w:rsid w:val="00910172"/>
    <w:rsid w:val="00962400"/>
    <w:rsid w:val="00975F8D"/>
    <w:rsid w:val="009D3848"/>
    <w:rsid w:val="009E2129"/>
    <w:rsid w:val="00AF4402"/>
    <w:rsid w:val="00B8335B"/>
    <w:rsid w:val="00B83964"/>
    <w:rsid w:val="00B87161"/>
    <w:rsid w:val="00C37400"/>
    <w:rsid w:val="00C76F3A"/>
    <w:rsid w:val="00CA56DF"/>
    <w:rsid w:val="00D85DDE"/>
    <w:rsid w:val="00D90328"/>
    <w:rsid w:val="00D90DD3"/>
    <w:rsid w:val="00D97430"/>
    <w:rsid w:val="00E11D4D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1</Pages>
  <Words>258</Words>
  <Characters>1471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23</cp:revision>
  <cp:lastPrinted>2014-11-25T05:00:00Z</cp:lastPrinted>
  <dcterms:created xsi:type="dcterms:W3CDTF">2013-08-12T10:14:00Z</dcterms:created>
  <dcterms:modified xsi:type="dcterms:W3CDTF">2014-12-26T05:43:00Z</dcterms:modified>
</cp:coreProperties>
</file>