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2FB" w:rsidRDefault="00CC72FB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ПРИЛОЖЕНИЕ</w:t>
      </w:r>
    </w:p>
    <w:p w:rsidR="00CC72FB" w:rsidRDefault="00CC72FB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 постановлению</w:t>
      </w:r>
    </w:p>
    <w:p w:rsidR="00CC72FB" w:rsidRDefault="00CC72FB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администрации</w:t>
      </w:r>
    </w:p>
    <w:p w:rsidR="00CC72FB" w:rsidRDefault="00CC72FB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Вышестеблиевского</w:t>
      </w:r>
    </w:p>
    <w:p w:rsidR="00CC72FB" w:rsidRDefault="00CC72FB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сельского поселения</w:t>
      </w:r>
    </w:p>
    <w:p w:rsidR="00CC72FB" w:rsidRDefault="00CC72FB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Темрюкского района</w:t>
      </w:r>
    </w:p>
    <w:p w:rsidR="00CC72FB" w:rsidRDefault="00CC72FB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от  __________ № ___</w:t>
      </w:r>
    </w:p>
    <w:p w:rsidR="00CC72FB" w:rsidRDefault="00CC72FB" w:rsidP="00954563">
      <w:pPr>
        <w:pStyle w:val="ConsNonformat"/>
        <w:widowControl/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CC72FB" w:rsidRDefault="00CC72FB" w:rsidP="00954563">
      <w:pPr>
        <w:pStyle w:val="ConsNonformat"/>
        <w:widowControl/>
        <w:ind w:left="4860"/>
        <w:rPr>
          <w:rFonts w:ascii="Times New Roman" w:hAnsi="Times New Roman" w:cs="Times New Roman"/>
          <w:sz w:val="28"/>
          <w:szCs w:val="28"/>
        </w:rPr>
      </w:pPr>
    </w:p>
    <w:p w:rsidR="00CC72FB" w:rsidRDefault="00CC72FB" w:rsidP="00C43A3B">
      <w:pPr>
        <w:jc w:val="center"/>
        <w:rPr>
          <w:b/>
          <w:bCs/>
          <w:sz w:val="28"/>
          <w:szCs w:val="28"/>
        </w:rPr>
      </w:pPr>
    </w:p>
    <w:p w:rsidR="00CC72FB" w:rsidRPr="00C43A3B" w:rsidRDefault="00CC72FB" w:rsidP="00C43A3B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ПОЛОЖЕНИЕ</w:t>
      </w:r>
    </w:p>
    <w:p w:rsidR="00CC72FB" w:rsidRDefault="00CC72FB" w:rsidP="001E009B">
      <w:pPr>
        <w:jc w:val="center"/>
        <w:rPr>
          <w:b/>
          <w:bCs/>
          <w:sz w:val="28"/>
          <w:szCs w:val="28"/>
        </w:rPr>
      </w:pPr>
      <w:r w:rsidRPr="00C43A3B">
        <w:rPr>
          <w:b/>
          <w:bCs/>
          <w:sz w:val="28"/>
          <w:szCs w:val="28"/>
        </w:rPr>
        <w:t>о порядке представления лицом,  пост</w:t>
      </w:r>
      <w:r>
        <w:rPr>
          <w:b/>
          <w:bCs/>
          <w:sz w:val="28"/>
          <w:szCs w:val="28"/>
        </w:rPr>
        <w:t xml:space="preserve">упающим на работу на должность муниципального служащего администрации  Вышестеблиевского сельского поселения </w:t>
      </w:r>
      <w:r w:rsidRPr="00C43A3B">
        <w:rPr>
          <w:b/>
          <w:bCs/>
          <w:sz w:val="28"/>
          <w:szCs w:val="28"/>
        </w:rPr>
        <w:t xml:space="preserve"> Темрюк</w:t>
      </w:r>
      <w:r>
        <w:rPr>
          <w:b/>
          <w:bCs/>
          <w:sz w:val="28"/>
          <w:szCs w:val="28"/>
        </w:rPr>
        <w:t>ского</w:t>
      </w:r>
      <w:r w:rsidRPr="00C43A3B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C43A3B">
        <w:rPr>
          <w:b/>
          <w:bCs/>
          <w:sz w:val="28"/>
          <w:szCs w:val="28"/>
        </w:rPr>
        <w:t>, а так</w:t>
      </w:r>
      <w:r>
        <w:rPr>
          <w:b/>
          <w:bCs/>
          <w:sz w:val="28"/>
          <w:szCs w:val="28"/>
        </w:rPr>
        <w:t>же муниципальным служащим администрации  Вышестеблиевского сельского поселения  Темрюкского</w:t>
      </w:r>
      <w:r w:rsidRPr="00C43A3B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C43A3B">
        <w:rPr>
          <w:b/>
          <w:bCs/>
          <w:sz w:val="28"/>
          <w:szCs w:val="28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CC72FB" w:rsidRDefault="00CC72FB" w:rsidP="00C43A3B">
      <w:pPr>
        <w:jc w:val="center"/>
        <w:rPr>
          <w:b/>
          <w:bCs/>
          <w:sz w:val="28"/>
          <w:szCs w:val="28"/>
        </w:rPr>
      </w:pPr>
    </w:p>
    <w:p w:rsidR="00CC72FB" w:rsidRPr="00C80E37" w:rsidRDefault="00CC72FB" w:rsidP="00C43A3B">
      <w:pPr>
        <w:pStyle w:val="ListParagraph"/>
        <w:numPr>
          <w:ilvl w:val="0"/>
          <w:numId w:val="1"/>
        </w:numPr>
        <w:jc w:val="center"/>
        <w:rPr>
          <w:sz w:val="28"/>
          <w:szCs w:val="28"/>
        </w:rPr>
      </w:pPr>
      <w:r w:rsidRPr="00C80E37">
        <w:rPr>
          <w:sz w:val="28"/>
          <w:szCs w:val="28"/>
        </w:rPr>
        <w:t>Общие положения</w:t>
      </w:r>
    </w:p>
    <w:p w:rsidR="00CC72FB" w:rsidRPr="00C43A3B" w:rsidRDefault="00CC72FB">
      <w:pPr>
        <w:rPr>
          <w:sz w:val="28"/>
          <w:szCs w:val="28"/>
        </w:rPr>
      </w:pPr>
    </w:p>
    <w:p w:rsidR="00CC72FB" w:rsidRPr="00125CF5" w:rsidRDefault="00CC72FB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C43A3B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 xml:space="preserve">1. </w:t>
      </w:r>
      <w:r w:rsidRPr="00C43A3B">
        <w:rPr>
          <w:sz w:val="28"/>
          <w:szCs w:val="28"/>
          <w:lang w:eastAsia="en-US"/>
        </w:rPr>
        <w:t xml:space="preserve"> Настоящее Положение определяет порядок представления лицом,</w:t>
      </w:r>
      <w:r w:rsidRPr="00125CF5">
        <w:rPr>
          <w:sz w:val="28"/>
          <w:szCs w:val="28"/>
          <w:lang w:eastAsia="en-US"/>
        </w:rPr>
        <w:t xml:space="preserve"> поступающим на работу на должность </w:t>
      </w:r>
      <w:r>
        <w:rPr>
          <w:sz w:val="28"/>
          <w:szCs w:val="28"/>
          <w:lang w:eastAsia="en-US"/>
        </w:rPr>
        <w:t xml:space="preserve">муниципального служащего администрации </w:t>
      </w:r>
      <w:r w:rsidRPr="00125C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или </w:t>
      </w:r>
      <w:r>
        <w:rPr>
          <w:sz w:val="28"/>
          <w:szCs w:val="28"/>
          <w:lang w:eastAsia="en-US"/>
        </w:rPr>
        <w:t xml:space="preserve">муниципальным служащим администрации </w:t>
      </w:r>
      <w:r w:rsidRPr="00125C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 xml:space="preserve">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– сведения о доходах, об имуществе и обязательствах имущественного характера).</w:t>
      </w:r>
    </w:p>
    <w:p w:rsidR="00CC72FB" w:rsidRPr="007732FA" w:rsidRDefault="00CC72FB" w:rsidP="007732FA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 w:eastAsia="en-US"/>
        </w:rPr>
        <w:t>1.</w:t>
      </w:r>
      <w:r w:rsidRPr="007732FA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7732FA"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по утвержденным формам справок лиц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7732FA">
        <w:rPr>
          <w:rFonts w:ascii="Times New Roman" w:hAnsi="Times New Roman" w:cs="Times New Roman"/>
          <w:sz w:val="28"/>
          <w:szCs w:val="28"/>
        </w:rPr>
        <w:t xml:space="preserve">,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поступающим на работу на должност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ь муниципального служащего администрации  Вышестеблиевского сельского поселения  Темрюкского района </w:t>
      </w:r>
      <w:r w:rsidRPr="007732FA">
        <w:rPr>
          <w:rFonts w:ascii="Times New Roman" w:hAnsi="Times New Roman" w:cs="Times New Roman"/>
          <w:sz w:val="28"/>
          <w:szCs w:val="28"/>
          <w:lang w:val="ru-RU"/>
        </w:rPr>
        <w:t>(при пост</w:t>
      </w:r>
      <w:r>
        <w:rPr>
          <w:rFonts w:ascii="Times New Roman" w:hAnsi="Times New Roman" w:cs="Times New Roman"/>
          <w:sz w:val="28"/>
          <w:szCs w:val="28"/>
          <w:lang w:val="ru-RU"/>
        </w:rPr>
        <w:t>уплении на работу) и муниципальным служащим администрации  Вышестеблиевского сельского поселения  Темрюкского района</w:t>
      </w:r>
      <w:r w:rsidRPr="007732FA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7732FA">
        <w:rPr>
          <w:rFonts w:ascii="Times New Roman" w:hAnsi="Times New Roman" w:cs="Times New Roman"/>
          <w:sz w:val="28"/>
          <w:szCs w:val="28"/>
        </w:rPr>
        <w:t xml:space="preserve"> не позднее 30 апреля года, следующего за отчетным.</w:t>
      </w:r>
    </w:p>
    <w:p w:rsidR="00CC72FB" w:rsidRPr="008355B0" w:rsidRDefault="00CC72FB" w:rsidP="008355B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de-DE" w:eastAsia="en-US"/>
        </w:rPr>
      </w:pPr>
    </w:p>
    <w:p w:rsidR="00CC72FB" w:rsidRPr="00C80E37" w:rsidRDefault="00CC72FB" w:rsidP="008355B0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  <w:lang w:eastAsia="en-US"/>
        </w:rPr>
        <w:t xml:space="preserve">2. </w:t>
      </w:r>
      <w:r w:rsidRPr="00C80E37">
        <w:rPr>
          <w:rFonts w:ascii="Times New Roman" w:hAnsi="Times New Roman" w:cs="Times New Roman"/>
          <w:sz w:val="28"/>
          <w:szCs w:val="28"/>
          <w:lang w:val="ru-RU" w:eastAsia="en-US"/>
        </w:rPr>
        <w:t>Порядок п</w:t>
      </w:r>
      <w:r w:rsidRPr="00C80E37">
        <w:rPr>
          <w:rFonts w:ascii="Times New Roman" w:hAnsi="Times New Roman" w:cs="Times New Roman"/>
          <w:sz w:val="28"/>
          <w:szCs w:val="28"/>
        </w:rPr>
        <w:t>редставлени</w:t>
      </w:r>
      <w:r w:rsidRPr="00C80E37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80E37">
        <w:rPr>
          <w:rFonts w:ascii="Times New Roman" w:hAnsi="Times New Roman" w:cs="Times New Roman"/>
          <w:sz w:val="28"/>
          <w:szCs w:val="28"/>
        </w:rPr>
        <w:t xml:space="preserve"> сведений о доходах, об имуществе</w:t>
      </w:r>
    </w:p>
    <w:p w:rsidR="00CC72FB" w:rsidRPr="00C80E37" w:rsidRDefault="00CC72FB" w:rsidP="008355B0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  <w:r w:rsidRPr="00C80E37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</w:t>
      </w:r>
    </w:p>
    <w:p w:rsidR="00CC72FB" w:rsidRPr="008355B0" w:rsidRDefault="00CC72FB" w:rsidP="008355B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  <w:lang w:val="de-DE" w:eastAsia="en-US"/>
        </w:rPr>
      </w:pPr>
    </w:p>
    <w:p w:rsidR="00CC72FB" w:rsidRPr="00125CF5" w:rsidRDefault="00CC72FB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2.1. Лицо, поступающее на должность муниципального служащего администрации </w:t>
      </w:r>
      <w:r>
        <w:rPr>
          <w:sz w:val="28"/>
          <w:szCs w:val="28"/>
        </w:rPr>
        <w:t xml:space="preserve"> 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>предоставляет:</w:t>
      </w:r>
    </w:p>
    <w:p w:rsidR="00CC72FB" w:rsidRPr="00DD012D" w:rsidRDefault="00CC72FB" w:rsidP="00AF381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С</w:t>
      </w:r>
      <w:r w:rsidRPr="00DD012D">
        <w:rPr>
          <w:sz w:val="28"/>
          <w:szCs w:val="28"/>
        </w:rPr>
        <w:t>ведения о своих доходах, полученных от всех источников (включая доходы по прежнему месту работы или месту замещения выборной до</w:t>
      </w:r>
      <w:r>
        <w:rPr>
          <w:sz w:val="28"/>
          <w:szCs w:val="28"/>
        </w:rPr>
        <w:t>лжности, пенсии, пособия и</w:t>
      </w:r>
      <w:r w:rsidRPr="00DD012D">
        <w:rPr>
          <w:sz w:val="28"/>
          <w:szCs w:val="28"/>
        </w:rPr>
        <w:t xml:space="preserve"> иные выплаты) за календарный год, предшествующий году подачи документов для поступления на раб</w:t>
      </w:r>
      <w:r>
        <w:rPr>
          <w:sz w:val="28"/>
          <w:szCs w:val="28"/>
        </w:rPr>
        <w:t>оту на должность муниципального служащего администрации  Вышестеблиевского сельского поселения Темрюкского района</w:t>
      </w:r>
      <w:r w:rsidRPr="00DD012D">
        <w:rPr>
          <w:sz w:val="28"/>
          <w:szCs w:val="28"/>
        </w:rPr>
        <w:t xml:space="preserve">, а также сведения об имуществе, принадлежащем ему на праве собственности, и о своих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>число месяца, предшествующего месяцу подачи документов для поступления на работу на должность руководителя</w:t>
      </w:r>
      <w:r>
        <w:rPr>
          <w:sz w:val="28"/>
          <w:szCs w:val="28"/>
        </w:rPr>
        <w:t>, по форме согласно приложению № 1 к настоящему Положению</w:t>
      </w:r>
      <w:r w:rsidRPr="00DD012D">
        <w:rPr>
          <w:sz w:val="28"/>
          <w:szCs w:val="28"/>
        </w:rPr>
        <w:t>(на отчет</w:t>
      </w:r>
      <w:r>
        <w:rPr>
          <w:sz w:val="28"/>
          <w:szCs w:val="28"/>
        </w:rPr>
        <w:t>ную дату).</w:t>
      </w:r>
    </w:p>
    <w:p w:rsidR="00CC72FB" w:rsidRPr="00DD012D" w:rsidRDefault="00CC72FB" w:rsidP="00AF3815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 </w:t>
      </w:r>
      <w:r w:rsidRPr="00DD012D">
        <w:rPr>
          <w:sz w:val="28"/>
          <w:szCs w:val="28"/>
        </w:rPr>
        <w:t> </w:t>
      </w:r>
      <w:r>
        <w:rPr>
          <w:sz w:val="28"/>
          <w:szCs w:val="28"/>
        </w:rPr>
        <w:t>С</w:t>
      </w:r>
      <w:r w:rsidRPr="00DD012D">
        <w:rPr>
          <w:sz w:val="28"/>
          <w:szCs w:val="28"/>
        </w:rPr>
        <w:t>ведения о доходах супруг</w:t>
      </w:r>
      <w:r>
        <w:rPr>
          <w:sz w:val="28"/>
          <w:szCs w:val="28"/>
        </w:rPr>
        <w:t>а</w:t>
      </w:r>
      <w:r w:rsidRPr="00DD012D">
        <w:rPr>
          <w:sz w:val="28"/>
          <w:szCs w:val="28"/>
        </w:rPr>
        <w:t xml:space="preserve"> (супруг</w:t>
      </w:r>
      <w:r>
        <w:rPr>
          <w:sz w:val="28"/>
          <w:szCs w:val="28"/>
        </w:rPr>
        <w:t>и</w:t>
      </w:r>
      <w:r w:rsidRPr="00DD012D">
        <w:rPr>
          <w:sz w:val="28"/>
          <w:szCs w:val="28"/>
        </w:rPr>
        <w:t>) и несовершеннолетних детей, полученных от всех источников (включая зар</w:t>
      </w:r>
      <w:r>
        <w:rPr>
          <w:sz w:val="28"/>
          <w:szCs w:val="28"/>
        </w:rPr>
        <w:t xml:space="preserve">аботную плату, пенсии, пособия и </w:t>
      </w:r>
      <w:r w:rsidRPr="00DD012D">
        <w:rPr>
          <w:sz w:val="28"/>
          <w:szCs w:val="28"/>
        </w:rPr>
        <w:t xml:space="preserve">иные выплаты) за календарный год, предшествующий году подачи лицом документов для поступления на </w:t>
      </w:r>
      <w:r>
        <w:rPr>
          <w:sz w:val="28"/>
          <w:szCs w:val="28"/>
        </w:rPr>
        <w:t>работу на должность муниципального служащего</w:t>
      </w:r>
      <w:r w:rsidRPr="00DD012D">
        <w:rPr>
          <w:sz w:val="28"/>
          <w:szCs w:val="28"/>
        </w:rPr>
        <w:t xml:space="preserve">, а также сведения об имуществе, принадлежащем им на праве собственности, и об их обязательствах имущественного характера по состоянию на </w:t>
      </w:r>
      <w:r>
        <w:rPr>
          <w:sz w:val="28"/>
          <w:szCs w:val="28"/>
        </w:rPr>
        <w:t xml:space="preserve">1-е </w:t>
      </w:r>
      <w:r w:rsidRPr="00DD012D">
        <w:rPr>
          <w:sz w:val="28"/>
          <w:szCs w:val="28"/>
        </w:rPr>
        <w:t xml:space="preserve">число месяца, предшествующего месяцу подачи документов для поступления на </w:t>
      </w:r>
      <w:r>
        <w:rPr>
          <w:sz w:val="28"/>
          <w:szCs w:val="28"/>
        </w:rPr>
        <w:t xml:space="preserve">работу на должность муниципального служащего, по форме согласно приложению № 3 к настоящему Положению </w:t>
      </w:r>
      <w:r w:rsidRPr="00DD012D">
        <w:rPr>
          <w:sz w:val="28"/>
          <w:szCs w:val="28"/>
        </w:rPr>
        <w:t>(на отчетную дату).</w:t>
      </w:r>
    </w:p>
    <w:p w:rsidR="00CC72FB" w:rsidRPr="00125CF5" w:rsidRDefault="00CC72FB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2.2. Муниципальный служащий администрации </w:t>
      </w:r>
      <w:r>
        <w:rPr>
          <w:sz w:val="28"/>
          <w:szCs w:val="28"/>
        </w:rPr>
        <w:t xml:space="preserve"> Вышестеблиевского сельского поселения  Темрюкского района </w:t>
      </w:r>
      <w:r w:rsidRPr="00125CF5">
        <w:rPr>
          <w:sz w:val="28"/>
          <w:szCs w:val="28"/>
          <w:lang w:eastAsia="en-US"/>
        </w:rPr>
        <w:t xml:space="preserve">предоставляет: </w:t>
      </w:r>
    </w:p>
    <w:p w:rsidR="00CC72FB" w:rsidRPr="00125CF5" w:rsidRDefault="00CC72FB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 xml:space="preserve">.1. Сведения о своих доходах, полученных за отчетный период </w:t>
      </w:r>
      <w:r w:rsidRPr="00125CF5">
        <w:rPr>
          <w:sz w:val="28"/>
          <w:szCs w:val="28"/>
          <w:lang w:eastAsia="en-US"/>
        </w:rPr>
        <w:br/>
        <w:t>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 форме согласно приложению №  2 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CC72FB" w:rsidRDefault="00CC72FB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</w:t>
      </w:r>
      <w:r w:rsidRPr="00125CF5">
        <w:rPr>
          <w:sz w:val="28"/>
          <w:szCs w:val="28"/>
          <w:lang w:eastAsia="en-US"/>
        </w:rPr>
        <w:t>.2. 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</w:t>
      </w:r>
      <w:r>
        <w:rPr>
          <w:sz w:val="28"/>
          <w:szCs w:val="28"/>
          <w:lang w:eastAsia="en-US"/>
        </w:rPr>
        <w:t>ода</w:t>
      </w:r>
      <w:r>
        <w:rPr>
          <w:sz w:val="28"/>
          <w:szCs w:val="28"/>
        </w:rPr>
        <w:t>по форме согласно приложению № 4 к настоящему Положению</w:t>
      </w:r>
      <w:r w:rsidRPr="00125CF5">
        <w:rPr>
          <w:sz w:val="28"/>
          <w:szCs w:val="28"/>
          <w:lang w:eastAsia="en-US"/>
        </w:rPr>
        <w:t>.</w:t>
      </w:r>
    </w:p>
    <w:p w:rsidR="00CC72FB" w:rsidRPr="00C23899" w:rsidRDefault="00CC72FB" w:rsidP="00C23899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899">
        <w:rPr>
          <w:rFonts w:ascii="Times New Roman" w:hAnsi="Times New Roman" w:cs="Times New Roman"/>
          <w:sz w:val="28"/>
          <w:szCs w:val="28"/>
          <w:lang w:eastAsia="en-US"/>
        </w:rPr>
        <w:t xml:space="preserve">2.3. Сведения </w:t>
      </w:r>
      <w:r w:rsidRPr="00C23899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представляются лицами, </w:t>
      </w:r>
      <w:r w:rsidRPr="00C23899">
        <w:rPr>
          <w:rFonts w:ascii="Times New Roman" w:hAnsi="Times New Roman" w:cs="Times New Roman"/>
          <w:sz w:val="28"/>
          <w:szCs w:val="28"/>
          <w:lang w:eastAsia="en-US"/>
        </w:rPr>
        <w:t xml:space="preserve">поступающими на должность муниципального служащего </w:t>
      </w:r>
      <w:r w:rsidRPr="00C23899">
        <w:rPr>
          <w:rFonts w:ascii="Times New Roman" w:hAnsi="Times New Roman" w:cs="Times New Roman"/>
          <w:sz w:val="28"/>
          <w:szCs w:val="28"/>
        </w:rPr>
        <w:t>и муниципальными служащими  администрации  Вышестеблиевского сельского поселения  Темрюкского района в общий отдел администрации Вышестеблиевского сельского поселения Темрюкского района.</w:t>
      </w:r>
    </w:p>
    <w:p w:rsidR="00CC72FB" w:rsidRPr="00125CF5" w:rsidRDefault="00CC72FB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2.4. В случае если муниципальный служащий администрации Вышестеблиевского сельского поселения Темрюкского района </w:t>
      </w:r>
      <w:r w:rsidRPr="00125CF5">
        <w:rPr>
          <w:sz w:val="28"/>
          <w:szCs w:val="28"/>
          <w:lang w:eastAsia="en-US"/>
        </w:rPr>
        <w:t>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не позднее 3</w:t>
      </w:r>
      <w:r>
        <w:rPr>
          <w:sz w:val="28"/>
          <w:szCs w:val="28"/>
          <w:lang w:eastAsia="en-US"/>
        </w:rPr>
        <w:t>1 июля</w:t>
      </w:r>
      <w:r w:rsidRPr="00125CF5">
        <w:rPr>
          <w:sz w:val="28"/>
          <w:szCs w:val="28"/>
          <w:lang w:eastAsia="en-US"/>
        </w:rPr>
        <w:t xml:space="preserve"> года, следующего за отчетным.</w:t>
      </w:r>
    </w:p>
    <w:p w:rsidR="00CC72FB" w:rsidRDefault="00CC72FB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25CF5">
        <w:rPr>
          <w:sz w:val="28"/>
          <w:szCs w:val="28"/>
          <w:lang w:eastAsia="en-US"/>
        </w:rPr>
        <w:t>Такие уточненные сведения не считаются представленными с нарушением срока.</w:t>
      </w:r>
    </w:p>
    <w:p w:rsidR="00CC72FB" w:rsidRPr="00F82465" w:rsidRDefault="00CC72FB" w:rsidP="00CA654A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2.5</w:t>
      </w:r>
      <w:r w:rsidRPr="00CA654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CA654A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</w:t>
      </w:r>
      <w:r w:rsidRPr="00F82465">
        <w:rPr>
          <w:rFonts w:ascii="Times New Roman" w:hAnsi="Times New Roman" w:cs="Times New Roman"/>
          <w:sz w:val="28"/>
          <w:szCs w:val="28"/>
        </w:rPr>
        <w:t xml:space="preserve">характера, представленные в соответствии с настоящим Положением, приобщаются к личному делу лица, 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>посту</w:t>
      </w:r>
      <w:r>
        <w:rPr>
          <w:rFonts w:ascii="Times New Roman" w:hAnsi="Times New Roman" w:cs="Times New Roman"/>
          <w:sz w:val="28"/>
          <w:szCs w:val="28"/>
          <w:lang w:val="ru-RU"/>
        </w:rPr>
        <w:t>пающего на работу на должность муниципального служащего администрации  Вышестеблиевского сельского поселения  Темрюкского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82465">
        <w:rPr>
          <w:rFonts w:ascii="Times New Roman" w:hAnsi="Times New Roman" w:cs="Times New Roman"/>
          <w:sz w:val="28"/>
          <w:szCs w:val="28"/>
          <w:lang w:val="ru-RU"/>
        </w:rPr>
        <w:t xml:space="preserve"> (при поступлении на работу).</w:t>
      </w:r>
    </w:p>
    <w:p w:rsidR="00CC72FB" w:rsidRDefault="00CC72FB" w:rsidP="00F82465">
      <w:pPr>
        <w:pStyle w:val="Heading1"/>
        <w:spacing w:before="0"/>
        <w:ind w:firstLine="540"/>
        <w:jc w:val="both"/>
        <w:textAlignment w:val="baseline"/>
        <w:rPr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>2.6. Проверка достоверности и полноты сведений о доходах, об имуществе и обязательствах имущественного характера, представленны</w:t>
      </w:r>
      <w:r>
        <w:rPr>
          <w:rFonts w:ascii="Times New Roman" w:hAnsi="Times New Roman" w:cs="Times New Roman"/>
          <w:b w:val="0"/>
          <w:bCs w:val="0"/>
          <w:color w:val="auto"/>
          <w:lang w:eastAsia="en-US"/>
        </w:rPr>
        <w:t>х гражданином или муниципальным служащим администрации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Вышестеблиевского сельского поселения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Темрюк</w:t>
      </w:r>
      <w:r>
        <w:rPr>
          <w:rFonts w:ascii="Times New Roman" w:hAnsi="Times New Roman" w:cs="Times New Roman"/>
          <w:b w:val="0"/>
          <w:bCs w:val="0"/>
          <w:color w:val="auto"/>
        </w:rPr>
        <w:t>ского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</w:rPr>
        <w:t>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>осуществляется в</w:t>
      </w:r>
      <w:r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порядке, установленном частью 7.1 статьи 8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Федерального закона от 25 декабря 2008 года № 273-ФЗ «О противодействии коррупции», постановлением Правительства  Российской Федерации от 13 марта 2013 года № 207 «Об утверждении Правил проверки достоверности и полноты сведений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</w:t>
      </w:r>
      <w:r>
        <w:rPr>
          <w:rFonts w:ascii="Times New Roman" w:hAnsi="Times New Roman" w:cs="Times New Roman"/>
          <w:b w:val="0"/>
          <w:bCs w:val="0"/>
          <w:color w:val="auto"/>
        </w:rPr>
        <w:t>ща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ющими эти должности» и</w:t>
      </w:r>
      <w:r w:rsidRPr="00F82465">
        <w:rPr>
          <w:rFonts w:ascii="Times New Roman" w:hAnsi="Times New Roman" w:cs="Times New Roman"/>
          <w:b w:val="0"/>
          <w:bCs w:val="0"/>
          <w:color w:val="auto"/>
          <w:lang w:eastAsia="en-US"/>
        </w:rPr>
        <w:t xml:space="preserve"> Положением «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>О проверке достоверности и полноты сведений, о доходах, об имуществе и обязательствах имущественного характера, представляемых гражданами, претендующими на замещение долж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ностей муниципального служащего администрации  Вышестеблиевского сельского поселения 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Темрюк</w:t>
      </w:r>
      <w:r>
        <w:rPr>
          <w:rFonts w:ascii="Times New Roman" w:hAnsi="Times New Roman" w:cs="Times New Roman"/>
          <w:b w:val="0"/>
          <w:bCs w:val="0"/>
          <w:color w:val="auto"/>
        </w:rPr>
        <w:t>ского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</w:rPr>
        <w:t>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,  и лицами, замещающими должности 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муниципального служащего администрации </w:t>
      </w:r>
      <w:r>
        <w:rPr>
          <w:b w:val="0"/>
          <w:bCs w:val="0"/>
          <w:color w:val="auto"/>
        </w:rPr>
        <w:t xml:space="preserve"> Вышестеблиевского сельского поселения </w:t>
      </w:r>
      <w:r w:rsidRPr="00F82465">
        <w:rPr>
          <w:b w:val="0"/>
          <w:bCs w:val="0"/>
          <w:color w:val="auto"/>
        </w:rPr>
        <w:t xml:space="preserve"> Темрюк</w:t>
      </w:r>
      <w:r>
        <w:rPr>
          <w:b w:val="0"/>
          <w:bCs w:val="0"/>
          <w:color w:val="auto"/>
        </w:rPr>
        <w:t>ского</w:t>
      </w:r>
      <w:r w:rsidRPr="00F82465">
        <w:rPr>
          <w:b w:val="0"/>
          <w:bCs w:val="0"/>
          <w:color w:val="auto"/>
        </w:rPr>
        <w:t xml:space="preserve"> район</w:t>
      </w:r>
      <w:r>
        <w:rPr>
          <w:b w:val="0"/>
          <w:bCs w:val="0"/>
          <w:color w:val="auto"/>
        </w:rPr>
        <w:t>а</w:t>
      </w:r>
      <w:r w:rsidRPr="00F82465">
        <w:rPr>
          <w:b w:val="0"/>
          <w:bCs w:val="0"/>
          <w:color w:val="auto"/>
        </w:rPr>
        <w:t>»</w:t>
      </w:r>
      <w:r>
        <w:rPr>
          <w:b w:val="0"/>
          <w:bCs w:val="0"/>
          <w:color w:val="auto"/>
        </w:rPr>
        <w:t>.</w:t>
      </w:r>
    </w:p>
    <w:p w:rsidR="00CC72FB" w:rsidRDefault="00CC72FB" w:rsidP="00F82465">
      <w:pPr>
        <w:pStyle w:val="Heading1"/>
        <w:spacing w:before="0"/>
        <w:ind w:firstLine="540"/>
        <w:jc w:val="center"/>
        <w:textAlignment w:val="baseline"/>
        <w:rPr>
          <w:rFonts w:cs="Times New Roman"/>
          <w:b w:val="0"/>
          <w:bCs w:val="0"/>
          <w:color w:val="auto"/>
        </w:rPr>
      </w:pPr>
    </w:p>
    <w:p w:rsidR="00CC72FB" w:rsidRDefault="00CC72FB" w:rsidP="00F82465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>3. Порядок размещения сведений о доходах, об имуществе и</w:t>
      </w:r>
    </w:p>
    <w:p w:rsidR="00CC72FB" w:rsidRDefault="00CC72FB" w:rsidP="00F82465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обязательствах имущественного характера на  официальном сайте </w:t>
      </w:r>
    </w:p>
    <w:p w:rsidR="00CC72FB" w:rsidRPr="00F82465" w:rsidRDefault="00CC72FB" w:rsidP="00C9057F">
      <w:pPr>
        <w:pStyle w:val="Heading1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Вышестеблиевского сельского поселения Темрюкского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color w:val="auto"/>
        </w:rPr>
        <w:t>а</w:t>
      </w:r>
      <w:r w:rsidRPr="00F82465">
        <w:rPr>
          <w:rFonts w:ascii="Times New Roman" w:hAnsi="Times New Roman" w:cs="Times New Roman"/>
          <w:b w:val="0"/>
          <w:bCs w:val="0"/>
          <w:color w:val="auto"/>
        </w:rPr>
        <w:t xml:space="preserve">, предоставления этих </w:t>
      </w:r>
      <w:bookmarkStart w:id="0" w:name="_GoBack"/>
      <w:bookmarkEnd w:id="0"/>
      <w:r w:rsidRPr="00F82465">
        <w:rPr>
          <w:rFonts w:ascii="Times New Roman" w:hAnsi="Times New Roman" w:cs="Times New Roman"/>
          <w:b w:val="0"/>
          <w:bCs w:val="0"/>
          <w:color w:val="auto"/>
        </w:rPr>
        <w:t>сведений для опубликования средствам массовой информации</w:t>
      </w:r>
    </w:p>
    <w:p w:rsidR="00CC72FB" w:rsidRPr="00F82465" w:rsidRDefault="00CC72FB" w:rsidP="00F82465">
      <w:pPr>
        <w:pStyle w:val="ListParagraph"/>
      </w:pPr>
    </w:p>
    <w:p w:rsidR="00CC72FB" w:rsidRDefault="00CC72FB" w:rsidP="00F82465">
      <w:pPr>
        <w:ind w:firstLine="698"/>
        <w:jc w:val="both"/>
        <w:rPr>
          <w:sz w:val="28"/>
          <w:szCs w:val="28"/>
        </w:rPr>
      </w:pPr>
      <w:r w:rsidRPr="00F82465">
        <w:rPr>
          <w:sz w:val="28"/>
          <w:szCs w:val="28"/>
        </w:rPr>
        <w:t>3.1. Сведения о доходах, об имуществе и обязательствах</w:t>
      </w:r>
      <w:r>
        <w:rPr>
          <w:sz w:val="28"/>
          <w:szCs w:val="28"/>
        </w:rPr>
        <w:t xml:space="preserve"> имущественного характера муниципального служащего </w:t>
      </w:r>
      <w:r w:rsidRPr="00F82465">
        <w:rPr>
          <w:sz w:val="28"/>
          <w:szCs w:val="28"/>
        </w:rPr>
        <w:t xml:space="preserve"> подлежат</w:t>
      </w:r>
      <w:bookmarkStart w:id="1" w:name="Par76"/>
      <w:bookmarkEnd w:id="1"/>
      <w:r>
        <w:rPr>
          <w:sz w:val="28"/>
          <w:szCs w:val="28"/>
        </w:rPr>
        <w:t xml:space="preserve"> </w:t>
      </w:r>
      <w:r w:rsidRPr="00F82465">
        <w:rPr>
          <w:sz w:val="28"/>
          <w:szCs w:val="28"/>
        </w:rPr>
        <w:t xml:space="preserve">размещению в </w:t>
      </w:r>
      <w:r w:rsidRPr="00890E99">
        <w:rPr>
          <w:sz w:val="28"/>
          <w:szCs w:val="28"/>
        </w:rPr>
        <w:t xml:space="preserve">информационно-телекоммуникационной сети Интернет на официальном сайте </w:t>
      </w:r>
      <w:r>
        <w:rPr>
          <w:sz w:val="28"/>
          <w:szCs w:val="28"/>
        </w:rPr>
        <w:t xml:space="preserve">администрации Вышестеблиевского сельского поселения  Темрюкского района </w:t>
      </w:r>
      <w:r w:rsidRPr="004B5A78">
        <w:rPr>
          <w:sz w:val="28"/>
          <w:szCs w:val="28"/>
        </w:rPr>
        <w:t>http</w:t>
      </w:r>
      <w:r>
        <w:rPr>
          <w:sz w:val="28"/>
          <w:szCs w:val="28"/>
        </w:rPr>
        <w:t>://www.admvyshesteblievskaya.ru</w:t>
      </w:r>
      <w:r w:rsidRPr="004B5A78"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(далее  - официальный сайт)</w:t>
      </w:r>
      <w:r>
        <w:rPr>
          <w:sz w:val="28"/>
          <w:szCs w:val="28"/>
        </w:rPr>
        <w:t xml:space="preserve"> в соответствующем подразделе</w:t>
      </w:r>
      <w:r w:rsidRPr="00890E99">
        <w:rPr>
          <w:sz w:val="28"/>
          <w:szCs w:val="28"/>
        </w:rPr>
        <w:t>, а в случае отсутствия этих сведений в указанном источнике - предоставляются средствам массовой информации для опубликования</w:t>
      </w:r>
      <w:r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по их запросам</w:t>
      </w:r>
      <w:r>
        <w:rPr>
          <w:sz w:val="28"/>
          <w:szCs w:val="28"/>
        </w:rPr>
        <w:t xml:space="preserve">, </w:t>
      </w:r>
      <w:r w:rsidRPr="00890E99">
        <w:rPr>
          <w:sz w:val="28"/>
          <w:szCs w:val="28"/>
        </w:rPr>
        <w:t xml:space="preserve"> в порядке, установленном настоящим Положением.</w:t>
      </w:r>
    </w:p>
    <w:p w:rsidR="00CC72FB" w:rsidRPr="00A84625" w:rsidRDefault="00CC72FB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</w:t>
      </w:r>
      <w:r w:rsidRPr="00A84625">
        <w:rPr>
          <w:rFonts w:ascii="Times New Roman" w:hAnsi="Times New Roman" w:cs="Times New Roman"/>
          <w:sz w:val="28"/>
          <w:szCs w:val="28"/>
        </w:rPr>
        <w:t>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CC72FB" w:rsidRPr="00A527E1" w:rsidRDefault="00CC72FB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3.2.1.П</w:t>
      </w:r>
      <w:r w:rsidRPr="00A527E1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объектов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недвижимого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имущества, принадлежащих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муниципальному служащему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пользовании;</w:t>
      </w:r>
    </w:p>
    <w:p w:rsidR="00CC72FB" w:rsidRPr="00A527E1" w:rsidRDefault="00CC72FB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3.2.2.П</w:t>
      </w:r>
      <w:r w:rsidRPr="00A527E1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транспортных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средств с указанием вида и марки, принадлежащих на праве собственности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муниципальному служащему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CC72FB" w:rsidRPr="00A527E1" w:rsidRDefault="00CC72FB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3.2.3. Д</w:t>
      </w:r>
      <w:r w:rsidRPr="00A527E1">
        <w:rPr>
          <w:rFonts w:ascii="Times New Roman" w:hAnsi="Times New Roman" w:cs="Times New Roman"/>
          <w:sz w:val="28"/>
          <w:szCs w:val="28"/>
        </w:rPr>
        <w:t>екларированный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годовой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доход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муниципального служащего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детей.</w:t>
      </w:r>
    </w:p>
    <w:p w:rsidR="00CC72FB" w:rsidRPr="00A84625" w:rsidRDefault="00CC72FB" w:rsidP="00A84625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</w:t>
      </w:r>
      <w:r w:rsidRPr="00A84625">
        <w:rPr>
          <w:rFonts w:ascii="Times New Roman" w:hAnsi="Times New Roman" w:cs="Times New Roman"/>
          <w:sz w:val="28"/>
          <w:szCs w:val="28"/>
        </w:rPr>
        <w:t>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CC72FB" w:rsidRPr="00A527E1" w:rsidRDefault="00CC72FB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3.3.1. П</w:t>
      </w:r>
      <w:r w:rsidRPr="00A527E1">
        <w:rPr>
          <w:rFonts w:ascii="Times New Roman" w:hAnsi="Times New Roman" w:cs="Times New Roman"/>
          <w:sz w:val="28"/>
          <w:szCs w:val="28"/>
        </w:rPr>
        <w:t>ерсональные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данные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супруги (супруга), детей и иных членов семьи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служащего</w:t>
      </w:r>
      <w:r w:rsidRPr="00A527E1">
        <w:rPr>
          <w:rFonts w:ascii="Times New Roman" w:hAnsi="Times New Roman" w:cs="Times New Roman"/>
          <w:sz w:val="28"/>
          <w:szCs w:val="28"/>
        </w:rPr>
        <w:t>;</w:t>
      </w:r>
    </w:p>
    <w:p w:rsidR="00CC72FB" w:rsidRPr="00A527E1" w:rsidRDefault="00CC72FB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3.3.2. Д</w:t>
      </w:r>
      <w:r w:rsidRPr="00A527E1">
        <w:rPr>
          <w:rFonts w:ascii="Times New Roman" w:hAnsi="Times New Roman" w:cs="Times New Roman"/>
          <w:sz w:val="28"/>
          <w:szCs w:val="28"/>
        </w:rPr>
        <w:t>анные, позволяющие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место жительства, почтовый адрес, телефон и иные индивидуальные средства коммуникации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служащего</w:t>
      </w:r>
      <w:r w:rsidRPr="00A527E1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CC72FB" w:rsidRPr="00A527E1" w:rsidRDefault="00CC72FB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3.3.3.Д</w:t>
      </w:r>
      <w:r w:rsidRPr="00A527E1">
        <w:rPr>
          <w:rFonts w:ascii="Times New Roman" w:hAnsi="Times New Roman" w:cs="Times New Roman"/>
          <w:sz w:val="28"/>
          <w:szCs w:val="28"/>
        </w:rPr>
        <w:t>анные, позволяющие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27E1">
        <w:rPr>
          <w:rFonts w:ascii="Times New Roman" w:hAnsi="Times New Roman" w:cs="Times New Roman"/>
          <w:sz w:val="28"/>
          <w:szCs w:val="28"/>
        </w:rPr>
        <w:t xml:space="preserve">местонахождение объектов недвижимого имущества, принадлежащих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муниципальному служащему</w:t>
      </w:r>
      <w:r w:rsidRPr="00A527E1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CC72FB" w:rsidRPr="00A527E1" w:rsidRDefault="00CC72FB" w:rsidP="00A527E1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3.3.4. И</w:t>
      </w:r>
      <w:r w:rsidRPr="00A527E1">
        <w:rPr>
          <w:rFonts w:ascii="Times New Roman" w:hAnsi="Times New Roman" w:cs="Times New Roman"/>
          <w:sz w:val="28"/>
          <w:szCs w:val="28"/>
        </w:rPr>
        <w:t>нформацию, отнесенную к государственной тайне или являющуюся конфиденциальной.</w:t>
      </w:r>
    </w:p>
    <w:p w:rsidR="00CC72FB" w:rsidRPr="0037133E" w:rsidRDefault="00CC72FB" w:rsidP="00A527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3.4</w:t>
      </w:r>
      <w:r w:rsidRPr="00A527E1">
        <w:rPr>
          <w:sz w:val="28"/>
          <w:szCs w:val="28"/>
        </w:rPr>
        <w:t xml:space="preserve">. Сведения о доходах, об имуществе и обязательствах имущественного характера, указанные в </w:t>
      </w:r>
      <w:r>
        <w:rPr>
          <w:sz w:val="28"/>
          <w:szCs w:val="28"/>
        </w:rPr>
        <w:t xml:space="preserve">пункте 3.2. раздела 3 </w:t>
      </w:r>
      <w:r w:rsidRPr="00A527E1">
        <w:rPr>
          <w:sz w:val="28"/>
          <w:szCs w:val="28"/>
        </w:rPr>
        <w:t xml:space="preserve"> настоящего Положения, размещаются на официальном сайте в 14-дневный срок со дня истечения срока, установленного </w:t>
      </w:r>
      <w:r>
        <w:rPr>
          <w:sz w:val="28"/>
          <w:szCs w:val="28"/>
        </w:rPr>
        <w:t xml:space="preserve"> </w:t>
      </w:r>
      <w:r w:rsidRPr="00A527E1">
        <w:rPr>
          <w:sz w:val="28"/>
          <w:szCs w:val="28"/>
        </w:rPr>
        <w:t xml:space="preserve">для </w:t>
      </w:r>
      <w:r w:rsidRPr="0037133E">
        <w:rPr>
          <w:sz w:val="28"/>
          <w:szCs w:val="28"/>
        </w:rPr>
        <w:t>подачи данных сведений.</w:t>
      </w:r>
    </w:p>
    <w:p w:rsidR="00CC72FB" w:rsidRPr="0037133E" w:rsidRDefault="00CC72FB" w:rsidP="0037133E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3.5.С</w:t>
      </w:r>
      <w:r w:rsidRPr="0037133E">
        <w:rPr>
          <w:rFonts w:ascii="Times New Roman" w:hAnsi="Times New Roman" w:cs="Times New Roman"/>
          <w:sz w:val="28"/>
          <w:szCs w:val="28"/>
        </w:rPr>
        <w:t>ведени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7133E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представляются </w:t>
      </w:r>
      <w:r w:rsidRPr="0037133E">
        <w:rPr>
          <w:rFonts w:ascii="Times New Roman" w:hAnsi="Times New Roman" w:cs="Times New Roman"/>
          <w:sz w:val="28"/>
          <w:szCs w:val="28"/>
        </w:rPr>
        <w:t>для опубликования средствам массовой информации</w:t>
      </w:r>
      <w:r w:rsidRPr="0037133E">
        <w:rPr>
          <w:rFonts w:ascii="Times New Roman" w:hAnsi="Times New Roman" w:cs="Times New Roman"/>
          <w:sz w:val="28"/>
          <w:szCs w:val="28"/>
          <w:lang w:val="ru-RU"/>
        </w:rPr>
        <w:t xml:space="preserve"> в следующем порядке:</w:t>
      </w:r>
    </w:p>
    <w:p w:rsidR="00CC72FB" w:rsidRPr="0037133E" w:rsidRDefault="00CC72FB" w:rsidP="0037133E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133E">
        <w:rPr>
          <w:rFonts w:ascii="Times New Roman" w:hAnsi="Times New Roman" w:cs="Times New Roman"/>
          <w:sz w:val="28"/>
          <w:szCs w:val="28"/>
          <w:lang w:val="ru-RU"/>
        </w:rPr>
        <w:t>3.5.1.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7133E">
        <w:rPr>
          <w:rFonts w:ascii="Times New Roman" w:hAnsi="Times New Roman" w:cs="Times New Roman"/>
          <w:sz w:val="28"/>
          <w:szCs w:val="28"/>
        </w:rPr>
        <w:t xml:space="preserve"> 3-дневный срок со дня поступления запроса от средства массовой информации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7133E">
        <w:rPr>
          <w:rFonts w:ascii="Times New Roman" w:hAnsi="Times New Roman" w:cs="Times New Roman"/>
          <w:sz w:val="28"/>
          <w:szCs w:val="28"/>
        </w:rPr>
        <w:t>о нем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сообщает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 w:rsidRPr="0037133E">
        <w:rPr>
          <w:rFonts w:ascii="Times New Roman" w:hAnsi="Times New Roman" w:cs="Times New Roman"/>
          <w:sz w:val="28"/>
          <w:szCs w:val="28"/>
        </w:rPr>
        <w:t>лицу, замещающему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служащего администрации Вышестеблиевского сельского поселения Темрюкского района</w:t>
      </w:r>
      <w:r w:rsidRPr="0037133E">
        <w:rPr>
          <w:rFonts w:ascii="Times New Roman" w:hAnsi="Times New Roman" w:cs="Times New Roman"/>
          <w:sz w:val="28"/>
          <w:szCs w:val="28"/>
        </w:rPr>
        <w:t>, в отношении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133E">
        <w:rPr>
          <w:rFonts w:ascii="Times New Roman" w:hAnsi="Times New Roman" w:cs="Times New Roman"/>
          <w:sz w:val="28"/>
          <w:szCs w:val="28"/>
        </w:rPr>
        <w:t>поступил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37133E">
        <w:rPr>
          <w:rFonts w:ascii="Times New Roman" w:hAnsi="Times New Roman" w:cs="Times New Roman"/>
          <w:sz w:val="28"/>
          <w:szCs w:val="28"/>
        </w:rPr>
        <w:t>запрос;</w:t>
      </w:r>
    </w:p>
    <w:p w:rsidR="00CC72FB" w:rsidRPr="00890E99" w:rsidRDefault="00CC72FB" w:rsidP="00C80E37">
      <w:pPr>
        <w:ind w:firstLine="698"/>
        <w:jc w:val="both"/>
        <w:rPr>
          <w:sz w:val="28"/>
          <w:szCs w:val="28"/>
        </w:rPr>
      </w:pPr>
      <w:r w:rsidRPr="0037133E">
        <w:rPr>
          <w:sz w:val="28"/>
          <w:szCs w:val="28"/>
        </w:rPr>
        <w:t>3.5.2.</w:t>
      </w:r>
      <w:r>
        <w:rPr>
          <w:sz w:val="28"/>
          <w:szCs w:val="28"/>
        </w:rPr>
        <w:t xml:space="preserve"> В</w:t>
      </w:r>
      <w:r w:rsidRPr="0037133E">
        <w:rPr>
          <w:sz w:val="28"/>
          <w:szCs w:val="28"/>
        </w:rPr>
        <w:t xml:space="preserve"> 7-дневный срок со дня поступления запроса от средства массовой информации</w:t>
      </w:r>
      <w:r>
        <w:rPr>
          <w:sz w:val="28"/>
          <w:szCs w:val="28"/>
        </w:rPr>
        <w:t xml:space="preserve">, </w:t>
      </w:r>
      <w:r w:rsidRPr="0037133E">
        <w:rPr>
          <w:sz w:val="28"/>
          <w:szCs w:val="28"/>
        </w:rPr>
        <w:t>ему предоставл</w:t>
      </w:r>
      <w:r>
        <w:rPr>
          <w:sz w:val="28"/>
          <w:szCs w:val="28"/>
        </w:rPr>
        <w:t>яются</w:t>
      </w:r>
      <w:r w:rsidRPr="0037133E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</w:t>
      </w:r>
      <w:r w:rsidRPr="0037133E">
        <w:rPr>
          <w:sz w:val="28"/>
          <w:szCs w:val="28"/>
        </w:rPr>
        <w:t>, указанных в пункте 3.2. раздела 3 настоящего Положения, в том случае, если запрашиваемые сведения отсутствуют на официальном сайте.</w:t>
      </w:r>
      <w:r>
        <w:rPr>
          <w:sz w:val="28"/>
          <w:szCs w:val="28"/>
        </w:rPr>
        <w:t xml:space="preserve"> </w:t>
      </w:r>
      <w:r w:rsidRPr="00890E99">
        <w:rPr>
          <w:sz w:val="28"/>
          <w:szCs w:val="28"/>
        </w:rPr>
        <w:t>Если запрашиваемые сведения размещены на официальном сайте, средству массовой информации дается ответ со ссылкой на него.</w:t>
      </w:r>
    </w:p>
    <w:p w:rsidR="00CC72FB" w:rsidRPr="0037133E" w:rsidRDefault="00CC72FB" w:rsidP="00860D6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de-DE" w:eastAsia="en-US"/>
        </w:rPr>
      </w:pPr>
    </w:p>
    <w:p w:rsidR="00CC72FB" w:rsidRPr="00717997" w:rsidRDefault="00CC72FB" w:rsidP="00717997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717997">
        <w:rPr>
          <w:sz w:val="28"/>
          <w:szCs w:val="28"/>
          <w:lang w:eastAsia="en-US"/>
        </w:rPr>
        <w:t>Заключительные положения</w:t>
      </w:r>
    </w:p>
    <w:p w:rsidR="00CC72FB" w:rsidRPr="00125CF5" w:rsidRDefault="00CC72FB" w:rsidP="00860D66">
      <w:pPr>
        <w:rPr>
          <w:sz w:val="28"/>
          <w:szCs w:val="28"/>
        </w:rPr>
      </w:pPr>
    </w:p>
    <w:p w:rsidR="00CC72FB" w:rsidRPr="007E4339" w:rsidRDefault="00CC72FB" w:rsidP="007E43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</w:t>
      </w:r>
      <w:r w:rsidRPr="00125CF5">
        <w:rPr>
          <w:sz w:val="28"/>
          <w:szCs w:val="28"/>
          <w:lang w:eastAsia="en-US"/>
        </w:rPr>
        <w:t>. Сведения о доходах, об имуществе и обязательствах имущественного характера, представляемые г</w:t>
      </w:r>
      <w:r>
        <w:rPr>
          <w:sz w:val="28"/>
          <w:szCs w:val="28"/>
          <w:lang w:eastAsia="en-US"/>
        </w:rPr>
        <w:t>ражданином или муниципальным служащим</w:t>
      </w:r>
      <w:r w:rsidRPr="00125CF5">
        <w:rPr>
          <w:sz w:val="28"/>
          <w:szCs w:val="28"/>
          <w:lang w:eastAsia="en-US"/>
        </w:rPr>
        <w:t xml:space="preserve"> в соответствии с </w:t>
      </w:r>
      <w:r w:rsidRPr="007E4339">
        <w:rPr>
          <w:sz w:val="28"/>
          <w:szCs w:val="28"/>
          <w:lang w:eastAsia="en-US"/>
        </w:rPr>
        <w:t>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CC72FB" w:rsidRDefault="00CC72FB" w:rsidP="007E4339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7E4339">
        <w:rPr>
          <w:color w:val="000000"/>
          <w:sz w:val="28"/>
          <w:szCs w:val="28"/>
        </w:rPr>
        <w:t>В случае непредставления или представления заведомо ложных сведений о доходах, об имуществе и обязательствах имущественного характера, гражданин не может быть назначен на до</w:t>
      </w:r>
      <w:r>
        <w:rPr>
          <w:color w:val="000000"/>
          <w:sz w:val="28"/>
          <w:szCs w:val="28"/>
        </w:rPr>
        <w:t>лжность муниципального служащего</w:t>
      </w:r>
      <w:r w:rsidRPr="007E4339">
        <w:rPr>
          <w:color w:val="000000"/>
          <w:sz w:val="28"/>
          <w:szCs w:val="28"/>
        </w:rPr>
        <w:t>, а руководитель освобождается от занимаемой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CC72FB" w:rsidRDefault="00CC72FB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72FB" w:rsidRDefault="00CC72FB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72FB" w:rsidRDefault="00CC72FB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C72FB" w:rsidRDefault="00CC72FB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Вышестеблиевского </w:t>
      </w:r>
    </w:p>
    <w:p w:rsidR="00CC72FB" w:rsidRDefault="00CC72FB" w:rsidP="00717997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</w:t>
      </w:r>
    </w:p>
    <w:p w:rsidR="00CC72FB" w:rsidRPr="007E4339" w:rsidRDefault="00CC72FB" w:rsidP="00717997">
      <w:pPr>
        <w:pStyle w:val="s1"/>
        <w:shd w:val="clear" w:color="auto" w:fill="FFFFFF"/>
        <w:tabs>
          <w:tab w:val="left" w:pos="72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Темрюкского района                                                                             П.К. Хаджиди</w:t>
      </w:r>
    </w:p>
    <w:p w:rsidR="00CC72FB" w:rsidRPr="007E4339" w:rsidRDefault="00CC72FB" w:rsidP="007E4339">
      <w:pPr>
        <w:ind w:firstLine="708"/>
        <w:rPr>
          <w:sz w:val="28"/>
          <w:szCs w:val="28"/>
        </w:rPr>
      </w:pPr>
    </w:p>
    <w:sectPr w:rsidR="00CC72FB" w:rsidRPr="007E4339" w:rsidSect="00C80E3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2FB" w:rsidRDefault="00CC72FB" w:rsidP="00C80E37">
      <w:r>
        <w:separator/>
      </w:r>
    </w:p>
  </w:endnote>
  <w:endnote w:type="continuationSeparator" w:id="1">
    <w:p w:rsidR="00CC72FB" w:rsidRDefault="00CC72FB" w:rsidP="00C8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2FB" w:rsidRDefault="00CC72FB" w:rsidP="00C80E37">
      <w:r>
        <w:separator/>
      </w:r>
    </w:p>
  </w:footnote>
  <w:footnote w:type="continuationSeparator" w:id="1">
    <w:p w:rsidR="00CC72FB" w:rsidRDefault="00CC72FB" w:rsidP="00C8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2FB" w:rsidRDefault="00CC72FB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CC72FB" w:rsidRDefault="00CC72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66DC9"/>
    <w:multiLevelType w:val="hybridMultilevel"/>
    <w:tmpl w:val="1CD2F952"/>
    <w:lvl w:ilvl="0" w:tplc="3B628C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2A7B24"/>
    <w:multiLevelType w:val="hybridMultilevel"/>
    <w:tmpl w:val="14D0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121EE"/>
    <w:multiLevelType w:val="hybridMultilevel"/>
    <w:tmpl w:val="876A8242"/>
    <w:lvl w:ilvl="0" w:tplc="810AE2C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2A67E0"/>
    <w:multiLevelType w:val="hybridMultilevel"/>
    <w:tmpl w:val="3BE638E8"/>
    <w:lvl w:ilvl="0" w:tplc="F3DE4C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C6A17"/>
    <w:multiLevelType w:val="hybridMultilevel"/>
    <w:tmpl w:val="5706F8C6"/>
    <w:lvl w:ilvl="0" w:tplc="052CC5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CC6"/>
    <w:rsid w:val="000028E8"/>
    <w:rsid w:val="00032879"/>
    <w:rsid w:val="000664A9"/>
    <w:rsid w:val="0006726A"/>
    <w:rsid w:val="00125CF5"/>
    <w:rsid w:val="00127DEF"/>
    <w:rsid w:val="00134FF0"/>
    <w:rsid w:val="001805D8"/>
    <w:rsid w:val="00182E1A"/>
    <w:rsid w:val="00193F58"/>
    <w:rsid w:val="001B3FE1"/>
    <w:rsid w:val="001C2BB4"/>
    <w:rsid w:val="001E009B"/>
    <w:rsid w:val="002048A3"/>
    <w:rsid w:val="002157FB"/>
    <w:rsid w:val="0028721E"/>
    <w:rsid w:val="00296FD1"/>
    <w:rsid w:val="002A44AE"/>
    <w:rsid w:val="002C7429"/>
    <w:rsid w:val="002E0D85"/>
    <w:rsid w:val="002E71B5"/>
    <w:rsid w:val="002F51CE"/>
    <w:rsid w:val="00300C3C"/>
    <w:rsid w:val="00336D17"/>
    <w:rsid w:val="0037133E"/>
    <w:rsid w:val="003A1AC4"/>
    <w:rsid w:val="003B0571"/>
    <w:rsid w:val="003D64F2"/>
    <w:rsid w:val="003F0E12"/>
    <w:rsid w:val="003F110E"/>
    <w:rsid w:val="004456B5"/>
    <w:rsid w:val="004854A2"/>
    <w:rsid w:val="004B5A78"/>
    <w:rsid w:val="004C557A"/>
    <w:rsid w:val="004D327E"/>
    <w:rsid w:val="004D3CC3"/>
    <w:rsid w:val="004F1BD7"/>
    <w:rsid w:val="004F6F59"/>
    <w:rsid w:val="0052600D"/>
    <w:rsid w:val="00544B11"/>
    <w:rsid w:val="00545C15"/>
    <w:rsid w:val="005976F1"/>
    <w:rsid w:val="005A14AA"/>
    <w:rsid w:val="005A3C4B"/>
    <w:rsid w:val="005A491A"/>
    <w:rsid w:val="005C178D"/>
    <w:rsid w:val="005D31C1"/>
    <w:rsid w:val="005D34F8"/>
    <w:rsid w:val="005E32A2"/>
    <w:rsid w:val="005F7094"/>
    <w:rsid w:val="00607E36"/>
    <w:rsid w:val="00611DC9"/>
    <w:rsid w:val="006515DE"/>
    <w:rsid w:val="00655D1C"/>
    <w:rsid w:val="006668FE"/>
    <w:rsid w:val="0067591C"/>
    <w:rsid w:val="00681F06"/>
    <w:rsid w:val="0069392A"/>
    <w:rsid w:val="00696A45"/>
    <w:rsid w:val="006B6F12"/>
    <w:rsid w:val="006C6D55"/>
    <w:rsid w:val="006D377C"/>
    <w:rsid w:val="00717997"/>
    <w:rsid w:val="00721A22"/>
    <w:rsid w:val="00724096"/>
    <w:rsid w:val="007475BB"/>
    <w:rsid w:val="00753294"/>
    <w:rsid w:val="007732FA"/>
    <w:rsid w:val="00776B09"/>
    <w:rsid w:val="007B1C25"/>
    <w:rsid w:val="007D7CDA"/>
    <w:rsid w:val="007E4339"/>
    <w:rsid w:val="007F243D"/>
    <w:rsid w:val="008355B0"/>
    <w:rsid w:val="00860D66"/>
    <w:rsid w:val="00890E99"/>
    <w:rsid w:val="008C18FE"/>
    <w:rsid w:val="008C3D0D"/>
    <w:rsid w:val="008E3302"/>
    <w:rsid w:val="0090195F"/>
    <w:rsid w:val="009053E5"/>
    <w:rsid w:val="00915CC6"/>
    <w:rsid w:val="00935AF3"/>
    <w:rsid w:val="00947423"/>
    <w:rsid w:val="00954563"/>
    <w:rsid w:val="00981B3D"/>
    <w:rsid w:val="00983721"/>
    <w:rsid w:val="00983FE1"/>
    <w:rsid w:val="009A5620"/>
    <w:rsid w:val="009A628A"/>
    <w:rsid w:val="009D5F34"/>
    <w:rsid w:val="00A11F2D"/>
    <w:rsid w:val="00A527E1"/>
    <w:rsid w:val="00A82CC7"/>
    <w:rsid w:val="00A83B26"/>
    <w:rsid w:val="00A84625"/>
    <w:rsid w:val="00AC16EE"/>
    <w:rsid w:val="00AE1AEE"/>
    <w:rsid w:val="00AF3815"/>
    <w:rsid w:val="00B474ED"/>
    <w:rsid w:val="00BB18C7"/>
    <w:rsid w:val="00BC24B7"/>
    <w:rsid w:val="00BD6C3A"/>
    <w:rsid w:val="00BF1786"/>
    <w:rsid w:val="00BF6035"/>
    <w:rsid w:val="00C00B5B"/>
    <w:rsid w:val="00C134CA"/>
    <w:rsid w:val="00C23899"/>
    <w:rsid w:val="00C37549"/>
    <w:rsid w:val="00C43A3B"/>
    <w:rsid w:val="00C6724C"/>
    <w:rsid w:val="00C80E37"/>
    <w:rsid w:val="00C9057F"/>
    <w:rsid w:val="00CA3297"/>
    <w:rsid w:val="00CA654A"/>
    <w:rsid w:val="00CC72FB"/>
    <w:rsid w:val="00CD222A"/>
    <w:rsid w:val="00CF35F3"/>
    <w:rsid w:val="00D20C5A"/>
    <w:rsid w:val="00D3313B"/>
    <w:rsid w:val="00D56EBB"/>
    <w:rsid w:val="00D87BD3"/>
    <w:rsid w:val="00DA5AB5"/>
    <w:rsid w:val="00DC4D45"/>
    <w:rsid w:val="00DD012D"/>
    <w:rsid w:val="00DF7FD1"/>
    <w:rsid w:val="00E079B1"/>
    <w:rsid w:val="00E31389"/>
    <w:rsid w:val="00E43FD9"/>
    <w:rsid w:val="00E51DE1"/>
    <w:rsid w:val="00E56ABF"/>
    <w:rsid w:val="00EB659E"/>
    <w:rsid w:val="00EC2F5B"/>
    <w:rsid w:val="00F2360A"/>
    <w:rsid w:val="00F27BA5"/>
    <w:rsid w:val="00F33BA9"/>
    <w:rsid w:val="00F82465"/>
    <w:rsid w:val="00F95153"/>
    <w:rsid w:val="00FB50CF"/>
    <w:rsid w:val="00FC4BE4"/>
    <w:rsid w:val="00FC5316"/>
    <w:rsid w:val="00FE395C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6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133E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133E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customStyle="1" w:styleId="ConsNonformat">
    <w:name w:val="ConsNonformat"/>
    <w:uiPriority w:val="99"/>
    <w:rsid w:val="009545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C43A3B"/>
    <w:pPr>
      <w:ind w:left="720"/>
    </w:pPr>
  </w:style>
  <w:style w:type="paragraph" w:customStyle="1" w:styleId="ConsPlusDocList">
    <w:name w:val="ConsPlusDocList"/>
    <w:next w:val="Normal"/>
    <w:uiPriority w:val="99"/>
    <w:rsid w:val="007732FA"/>
    <w:pPr>
      <w:widowControl w:val="0"/>
      <w:suppressAutoHyphens/>
      <w:autoSpaceDE w:val="0"/>
    </w:pPr>
    <w:rPr>
      <w:rFonts w:ascii="Arial" w:hAnsi="Arial" w:cs="Arial"/>
      <w:kern w:val="1"/>
      <w:sz w:val="20"/>
      <w:szCs w:val="20"/>
      <w:lang w:val="de-DE" w:eastAsia="fa-IR" w:bidi="fa-IR"/>
    </w:rPr>
  </w:style>
  <w:style w:type="paragraph" w:customStyle="1" w:styleId="s1">
    <w:name w:val="s_1"/>
    <w:basedOn w:val="Normal"/>
    <w:uiPriority w:val="99"/>
    <w:rsid w:val="007E433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A84625"/>
    <w:rPr>
      <w:color w:val="0000FF"/>
      <w:u w:val="single"/>
    </w:rPr>
  </w:style>
  <w:style w:type="paragraph" w:styleId="NoSpacing">
    <w:name w:val="No Spacing"/>
    <w:uiPriority w:val="99"/>
    <w:qFormat/>
    <w:rsid w:val="0037133E"/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80E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0E37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45C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C1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1280</TotalTime>
  <Pages>5</Pages>
  <Words>1611</Words>
  <Characters>9183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41</cp:revision>
  <cp:lastPrinted>2013-03-28T05:34:00Z</cp:lastPrinted>
  <dcterms:created xsi:type="dcterms:W3CDTF">2013-03-27T10:12:00Z</dcterms:created>
  <dcterms:modified xsi:type="dcterms:W3CDTF">2013-04-16T11:48:00Z</dcterms:modified>
</cp:coreProperties>
</file>