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1B" w:rsidRDefault="00F2351B" w:rsidP="00AF3FFF">
      <w:pPr>
        <w:autoSpaceDE w:val="0"/>
        <w:autoSpaceDN w:val="0"/>
        <w:adjustRightInd w:val="0"/>
        <w:jc w:val="center"/>
        <w:outlineLvl w:val="0"/>
      </w:pPr>
      <w:r>
        <w:rPr>
          <w:b/>
          <w:bCs/>
          <w:lang w:eastAsia="en-US"/>
        </w:rPr>
        <w:t xml:space="preserve">РАЗДЕЛ 3 </w:t>
      </w:r>
      <w:r w:rsidRPr="00BA21EB">
        <w:rPr>
          <w:b/>
          <w:bCs/>
          <w:lang w:eastAsia="en-US"/>
        </w:rPr>
        <w:t>ПОРЯДОК ПОДАЧИ ЗАЯВОК НА УЧАСТИЕ В ЭЛЕКТРОННОМ АУКЦИОНЕ</w:t>
      </w:r>
    </w:p>
    <w:p w:rsidR="00F2351B" w:rsidRDefault="00F2351B" w:rsidP="00BA21EB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 xml:space="preserve">1. Подача заявок на участие в электронном аукционе осуществляется только лицами, получившими аккредитацию на электронной площадке. </w:t>
      </w:r>
      <w:r w:rsidRPr="00AF3FFF">
        <w:rPr>
          <w:sz w:val="28"/>
          <w:szCs w:val="28"/>
        </w:rPr>
        <w:t>Адрес электронной площадки в информационно-телекоммуникационной сети «Интернет», на которой проводится аукцион, указан в извещении и настоящей документации.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>2. Заявка на участие в электронном аукционе состоит из двух частей.</w:t>
      </w:r>
    </w:p>
    <w:p w:rsidR="00F2351B" w:rsidRPr="00AF3FFF" w:rsidRDefault="00F2351B" w:rsidP="00E93AC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0" w:name="Par4"/>
      <w:bookmarkEnd w:id="0"/>
      <w:r w:rsidRPr="00AF3FFF">
        <w:rPr>
          <w:sz w:val="28"/>
          <w:szCs w:val="28"/>
          <w:lang w:eastAsia="en-US"/>
        </w:rPr>
        <w:t xml:space="preserve">3. Требования к содержанию и составу первой и второй частей заявки на участие в электронном аукционе определены статьей 66 44-ФЗ и установлены </w:t>
      </w:r>
      <w:r w:rsidRPr="00AF3FFF">
        <w:rPr>
          <w:b/>
          <w:bCs/>
          <w:color w:val="FF0000"/>
          <w:sz w:val="28"/>
          <w:szCs w:val="28"/>
          <w:lang w:eastAsia="en-US"/>
        </w:rPr>
        <w:t xml:space="preserve">в Разделе 9 </w:t>
      </w:r>
      <w:r w:rsidRPr="00AF3FFF">
        <w:rPr>
          <w:sz w:val="28"/>
          <w:szCs w:val="28"/>
          <w:lang w:eastAsia="en-US"/>
        </w:rPr>
        <w:t>настоящей документации.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1" w:name="Par13"/>
      <w:bookmarkEnd w:id="1"/>
      <w:r w:rsidRPr="00AF3FFF">
        <w:rPr>
          <w:sz w:val="28"/>
          <w:szCs w:val="28"/>
          <w:lang w:eastAsia="en-US"/>
        </w:rPr>
        <w:t xml:space="preserve">4. Участник электронного аукциона вправе подать заявку </w:t>
      </w:r>
      <w:proofErr w:type="gramStart"/>
      <w:r w:rsidRPr="00AF3FFF">
        <w:rPr>
          <w:sz w:val="28"/>
          <w:szCs w:val="28"/>
          <w:lang w:eastAsia="en-US"/>
        </w:rPr>
        <w:t>на участие в таком аукционе в любое время с момента размещения извещения о его проведении</w:t>
      </w:r>
      <w:proofErr w:type="gramEnd"/>
      <w:r w:rsidRPr="00AF3FFF">
        <w:rPr>
          <w:sz w:val="28"/>
          <w:szCs w:val="28"/>
          <w:lang w:eastAsia="en-US"/>
        </w:rPr>
        <w:t xml:space="preserve"> до предусмотренных аукционной документацией даты и времени окончания срока подачи заявок на участие в таком аукционе.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>5.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соответствующие части заявки. Указанные электронные документы подаются одновременно.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>6. 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документа, направляемого участнику такого аукциона, подавшему указанную заявку, ее получение с указанием присвоенного ей порядкового номера.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 xml:space="preserve">7. Участник электронного аукциона вправе подать только одну заявку на участие в таком аукционе в отношении каждого объекта закупки. В случае подачи одним участником аукциона двух и более заявок в отношении одного объекта </w:t>
      </w:r>
      <w:proofErr w:type="gramStart"/>
      <w:r w:rsidRPr="00AF3FFF">
        <w:rPr>
          <w:sz w:val="28"/>
          <w:szCs w:val="28"/>
          <w:lang w:eastAsia="en-US"/>
        </w:rPr>
        <w:t>закупки</w:t>
      </w:r>
      <w:proofErr w:type="gramEnd"/>
      <w:r w:rsidRPr="00AF3FFF">
        <w:rPr>
          <w:sz w:val="28"/>
          <w:szCs w:val="28"/>
          <w:lang w:eastAsia="en-US"/>
        </w:rPr>
        <w:t xml:space="preserve"> ранее поданные этим участником заявки должны быть отозваны до окончания срока подачи заявок на участие в электронном аукционе. </w:t>
      </w:r>
    </w:p>
    <w:p w:rsidR="00F2351B" w:rsidRPr="00AF3FFF" w:rsidRDefault="00F2351B" w:rsidP="0073761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2" w:name="Par25"/>
      <w:bookmarkEnd w:id="2"/>
      <w:r w:rsidRPr="00AF3FFF">
        <w:rPr>
          <w:sz w:val="28"/>
          <w:szCs w:val="28"/>
          <w:lang w:eastAsia="en-US"/>
        </w:rPr>
        <w:t>8. Документы и информация, направляемые участником электронного аукциона в форме электронных документов, должны быть подписаны усиленной электронной подписью лица, имеющего право действовать от имени участника такого аукциона.</w:t>
      </w:r>
    </w:p>
    <w:p w:rsidR="00F2351B" w:rsidRPr="00AF3FFF" w:rsidRDefault="00F2351B" w:rsidP="0073761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>9. Участник электронного аукциона, получивший аккредитацию на электронной площадке, не вправе подать заявку на участие в аукционе за три месяца до даты окончания срока своей аккредитации.</w:t>
      </w:r>
    </w:p>
    <w:p w:rsidR="00F2351B" w:rsidRPr="00AF3FFF" w:rsidRDefault="00F2351B" w:rsidP="00BA21E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F3FFF">
        <w:rPr>
          <w:sz w:val="28"/>
          <w:szCs w:val="28"/>
          <w:lang w:eastAsia="en-US"/>
        </w:rPr>
        <w:t>10.Участником электронного аукциона, подавшем заявку на участие в таком аукционе, должно быть обеспечено наличие на его лицевом счете, открытом для проведения операций по обеспечению участия в таком аукционе, денежных сре</w:t>
      </w:r>
      <w:proofErr w:type="gramStart"/>
      <w:r w:rsidRPr="00AF3FFF">
        <w:rPr>
          <w:sz w:val="28"/>
          <w:szCs w:val="28"/>
          <w:lang w:eastAsia="en-US"/>
        </w:rPr>
        <w:t>дств в р</w:t>
      </w:r>
      <w:proofErr w:type="gramEnd"/>
      <w:r w:rsidRPr="00AF3FFF">
        <w:rPr>
          <w:sz w:val="28"/>
          <w:szCs w:val="28"/>
          <w:lang w:eastAsia="en-US"/>
        </w:rPr>
        <w:t>азмере обеспечения данной заявки, в отношении которых не осуществлено блокирование в соответствии с 44-ФЗ.</w:t>
      </w:r>
    </w:p>
    <w:p w:rsidR="00F2351B" w:rsidRPr="00AF3FFF" w:rsidRDefault="00F2351B" w:rsidP="00FB54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3FFF">
        <w:rPr>
          <w:sz w:val="28"/>
          <w:szCs w:val="28"/>
          <w:lang w:eastAsia="en-US"/>
        </w:rPr>
        <w:t>11. Участник электронного аукциона, подавший заявку на участие в таком аукционе, вправе отозвать данную заявку не позднее даты окончания срока подачи заявок на участие в таком аукционе, направив об этом уведомление оператору электронной площадки.</w:t>
      </w:r>
    </w:p>
    <w:p w:rsidR="00F2351B" w:rsidRPr="00AF3FFF" w:rsidRDefault="00F2351B" w:rsidP="001D5C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2351B" w:rsidRPr="00AF3FFF" w:rsidRDefault="00F2351B" w:rsidP="001D5C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2351B" w:rsidRPr="00AF3FFF" w:rsidRDefault="00F2351B" w:rsidP="001D5C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2351B" w:rsidRPr="00AF3FFF" w:rsidRDefault="00F2351B" w:rsidP="001D5C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bookmarkStart w:id="3" w:name="_GoBack"/>
      <w:bookmarkEnd w:id="3"/>
    </w:p>
    <w:sectPr w:rsidR="00F2351B" w:rsidRPr="00AF3FFF" w:rsidSect="00AF3FFF">
      <w:headerReference w:type="default" r:id="rId6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D30" w:rsidRDefault="009E1D30" w:rsidP="009C0D9D">
      <w:r>
        <w:separator/>
      </w:r>
    </w:p>
  </w:endnote>
  <w:endnote w:type="continuationSeparator" w:id="0">
    <w:p w:rsidR="009E1D30" w:rsidRDefault="009E1D30" w:rsidP="009C0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D30" w:rsidRDefault="009E1D30" w:rsidP="009C0D9D">
      <w:r>
        <w:separator/>
      </w:r>
    </w:p>
  </w:footnote>
  <w:footnote w:type="continuationSeparator" w:id="0">
    <w:p w:rsidR="009E1D30" w:rsidRDefault="009E1D30" w:rsidP="009C0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1B" w:rsidRDefault="00926112">
    <w:pPr>
      <w:pStyle w:val="a3"/>
      <w:jc w:val="center"/>
    </w:pPr>
    <w:fldSimple w:instr="PAGE   \* MERGEFORMAT">
      <w:r w:rsidR="00AF3FFF">
        <w:rPr>
          <w:noProof/>
        </w:rPr>
        <w:t>2</w:t>
      </w:r>
    </w:fldSimple>
  </w:p>
  <w:p w:rsidR="00F2351B" w:rsidRDefault="00F235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C1F"/>
    <w:rsid w:val="000011FB"/>
    <w:rsid w:val="000B0165"/>
    <w:rsid w:val="000F4B4A"/>
    <w:rsid w:val="00153DDF"/>
    <w:rsid w:val="001B0B85"/>
    <w:rsid w:val="001D5C1F"/>
    <w:rsid w:val="001F542D"/>
    <w:rsid w:val="00290665"/>
    <w:rsid w:val="00311EF3"/>
    <w:rsid w:val="00321C2D"/>
    <w:rsid w:val="003475B2"/>
    <w:rsid w:val="00392C5E"/>
    <w:rsid w:val="004C0C29"/>
    <w:rsid w:val="0050094B"/>
    <w:rsid w:val="00523262"/>
    <w:rsid w:val="005A1828"/>
    <w:rsid w:val="005A7F49"/>
    <w:rsid w:val="005B2D19"/>
    <w:rsid w:val="005D6423"/>
    <w:rsid w:val="005F3F14"/>
    <w:rsid w:val="006351E1"/>
    <w:rsid w:val="007104BC"/>
    <w:rsid w:val="00737613"/>
    <w:rsid w:val="00764DD3"/>
    <w:rsid w:val="007E6F27"/>
    <w:rsid w:val="0087535F"/>
    <w:rsid w:val="008A4618"/>
    <w:rsid w:val="008C48E3"/>
    <w:rsid w:val="008E2848"/>
    <w:rsid w:val="00913C5A"/>
    <w:rsid w:val="00926112"/>
    <w:rsid w:val="009746B1"/>
    <w:rsid w:val="009969A8"/>
    <w:rsid w:val="009A4B56"/>
    <w:rsid w:val="009C0D9D"/>
    <w:rsid w:val="009E1D30"/>
    <w:rsid w:val="00A74223"/>
    <w:rsid w:val="00AE1256"/>
    <w:rsid w:val="00AF3FFF"/>
    <w:rsid w:val="00B46E7B"/>
    <w:rsid w:val="00BA21EB"/>
    <w:rsid w:val="00BC4729"/>
    <w:rsid w:val="00BE1E46"/>
    <w:rsid w:val="00C66799"/>
    <w:rsid w:val="00C82957"/>
    <w:rsid w:val="00CA3549"/>
    <w:rsid w:val="00CB6BC5"/>
    <w:rsid w:val="00CD22E8"/>
    <w:rsid w:val="00D127AD"/>
    <w:rsid w:val="00D321E0"/>
    <w:rsid w:val="00D7292A"/>
    <w:rsid w:val="00E125BD"/>
    <w:rsid w:val="00E5127F"/>
    <w:rsid w:val="00E93AC6"/>
    <w:rsid w:val="00EC03FA"/>
    <w:rsid w:val="00EE69FB"/>
    <w:rsid w:val="00F2351B"/>
    <w:rsid w:val="00F52AD3"/>
    <w:rsid w:val="00FB54D4"/>
    <w:rsid w:val="00FD73AF"/>
    <w:rsid w:val="00FE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USER</cp:lastModifiedBy>
  <cp:revision>44</cp:revision>
  <cp:lastPrinted>2014-10-06T11:08:00Z</cp:lastPrinted>
  <dcterms:created xsi:type="dcterms:W3CDTF">2013-10-03T12:16:00Z</dcterms:created>
  <dcterms:modified xsi:type="dcterms:W3CDTF">2014-10-06T11:08:00Z</dcterms:modified>
</cp:coreProperties>
</file>