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78D" w:rsidRPr="005742A8" w:rsidRDefault="00B0278D" w:rsidP="00C07D42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742A8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B0278D" w:rsidRPr="005742A8" w:rsidRDefault="00B0278D" w:rsidP="00C07D4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42A8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</w:p>
    <w:p w:rsidR="00B0278D" w:rsidRPr="005742A8" w:rsidRDefault="00B0278D" w:rsidP="00C07D4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017E48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 w:rsidRPr="00FA3653">
        <w:rPr>
          <w:rFonts w:ascii="Times New Roman" w:hAnsi="Times New Roman" w:cs="Times New Roman"/>
          <w:sz w:val="28"/>
          <w:szCs w:val="28"/>
        </w:rPr>
        <w:t>Предоставление жилого помещения муниципального жилищного фонда по договору социального найма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0278D" w:rsidRPr="005742A8" w:rsidRDefault="00B0278D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0278D" w:rsidRDefault="00B0278D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0278D" w:rsidRPr="005742A8" w:rsidRDefault="00B0278D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0278D" w:rsidRPr="005742A8" w:rsidRDefault="00B0278D" w:rsidP="009A34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64"/>
      <w:bookmarkEnd w:id="0"/>
      <w:r w:rsidRPr="005742A8">
        <w:rPr>
          <w:rFonts w:ascii="Times New Roman" w:hAnsi="Times New Roman" w:cs="Times New Roman"/>
          <w:sz w:val="28"/>
          <w:szCs w:val="28"/>
        </w:rPr>
        <w:t>ИНФОРМАЦИЯ</w:t>
      </w:r>
    </w:p>
    <w:p w:rsidR="00B0278D" w:rsidRPr="005742A8" w:rsidRDefault="00B0278D" w:rsidP="00F75B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>О МЕСТЕ НАХОЖДЕНИЯ</w:t>
      </w:r>
      <w:r>
        <w:rPr>
          <w:rFonts w:ascii="Times New Roman" w:hAnsi="Times New Roman" w:cs="Times New Roman"/>
          <w:sz w:val="28"/>
          <w:szCs w:val="28"/>
        </w:rPr>
        <w:t>, ПОЧТОВОМ АДРЕСЕ</w:t>
      </w:r>
      <w:r w:rsidRPr="005742A8">
        <w:rPr>
          <w:rFonts w:ascii="Times New Roman" w:hAnsi="Times New Roman" w:cs="Times New Roman"/>
          <w:sz w:val="28"/>
          <w:szCs w:val="28"/>
        </w:rPr>
        <w:t>, ГРАФИКЕ РАБОТЫ, СПРАВОЧНЫХ ТЕЛЕФОНАХ,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2A8">
        <w:rPr>
          <w:rFonts w:ascii="Times New Roman" w:hAnsi="Times New Roman" w:cs="Times New Roman"/>
          <w:sz w:val="28"/>
          <w:szCs w:val="28"/>
        </w:rPr>
        <w:t xml:space="preserve">АДРЕСЕ ЭЛЕКТРОННОЙ ПОЧТЫ </w:t>
      </w:r>
      <w:r>
        <w:rPr>
          <w:rFonts w:ascii="Times New Roman" w:hAnsi="Times New Roman" w:cs="Times New Roman"/>
          <w:sz w:val="28"/>
          <w:szCs w:val="28"/>
        </w:rPr>
        <w:t xml:space="preserve">И АДРЕСЕ ОФИЦИАЛЬНО ИНТЕРНЕТ-САЙТА </w:t>
      </w:r>
      <w:r w:rsidRPr="005742A8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B0278D" w:rsidRPr="005742A8" w:rsidRDefault="00B0278D" w:rsidP="009A34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ВЫШЕСТЕБЛИЕВСКОГО СЕЛЬ</w:t>
      </w:r>
      <w:r w:rsidRPr="005742A8">
        <w:rPr>
          <w:rFonts w:ascii="Times New Roman" w:hAnsi="Times New Roman" w:cs="Times New Roman"/>
          <w:sz w:val="28"/>
          <w:szCs w:val="28"/>
        </w:rPr>
        <w:t>СКОГО ПОСЕЛЕНИЯ ТЕМРЮКСКОГО РАЙОНА И МБУ «МФЦ» МО ТЕМРЮКСКИЙ РАЙОН</w:t>
      </w:r>
    </w:p>
    <w:p w:rsidR="00B0278D" w:rsidRDefault="00B0278D" w:rsidP="007E5E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278D" w:rsidRDefault="00B0278D" w:rsidP="007E5E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278D" w:rsidRDefault="00B0278D" w:rsidP="00B15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нахождения (почтовый адрес) администрации Вышестеблиевского сель</w:t>
      </w:r>
      <w:r w:rsidRPr="005742A8">
        <w:rPr>
          <w:rFonts w:ascii="Times New Roman" w:hAnsi="Times New Roman" w:cs="Times New Roman"/>
          <w:sz w:val="28"/>
          <w:szCs w:val="28"/>
        </w:rPr>
        <w:t>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– администрация):   353541, Краснодарский край, </w:t>
      </w:r>
      <w:r w:rsidRPr="005742A8">
        <w:rPr>
          <w:rFonts w:ascii="Times New Roman" w:hAnsi="Times New Roman" w:cs="Times New Roman"/>
          <w:sz w:val="28"/>
          <w:szCs w:val="28"/>
        </w:rPr>
        <w:t xml:space="preserve"> Темрюк</w:t>
      </w:r>
      <w:r>
        <w:rPr>
          <w:rFonts w:ascii="Times New Roman" w:hAnsi="Times New Roman" w:cs="Times New Roman"/>
          <w:sz w:val="28"/>
          <w:szCs w:val="28"/>
        </w:rPr>
        <w:t>ский район</w:t>
      </w:r>
      <w:r w:rsidRPr="005742A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станица Вышестеблиевская</w:t>
      </w:r>
      <w:r w:rsidRPr="005742A8">
        <w:rPr>
          <w:rFonts w:ascii="Times New Roman" w:hAnsi="Times New Roman" w:cs="Times New Roman"/>
          <w:sz w:val="28"/>
          <w:szCs w:val="28"/>
        </w:rPr>
        <w:t xml:space="preserve"> ул</w:t>
      </w:r>
      <w:r>
        <w:rPr>
          <w:rFonts w:ascii="Times New Roman" w:hAnsi="Times New Roman" w:cs="Times New Roman"/>
          <w:sz w:val="28"/>
          <w:szCs w:val="28"/>
        </w:rPr>
        <w:t>ица</w:t>
      </w:r>
      <w:r w:rsidRPr="005742A8">
        <w:rPr>
          <w:rFonts w:ascii="Times New Roman" w:hAnsi="Times New Roman" w:cs="Times New Roman"/>
          <w:sz w:val="28"/>
          <w:szCs w:val="28"/>
        </w:rPr>
        <w:t xml:space="preserve"> Ленина, </w:t>
      </w:r>
      <w:r>
        <w:rPr>
          <w:rFonts w:ascii="Times New Roman" w:hAnsi="Times New Roman" w:cs="Times New Roman"/>
          <w:sz w:val="28"/>
          <w:szCs w:val="28"/>
        </w:rPr>
        <w:t>д. 94.</w:t>
      </w:r>
    </w:p>
    <w:p w:rsidR="00B0278D" w:rsidRDefault="00B0278D" w:rsidP="00B15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3CB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43CB">
        <w:rPr>
          <w:rFonts w:ascii="Times New Roman" w:hAnsi="Times New Roman" w:cs="Times New Roman"/>
          <w:sz w:val="28"/>
          <w:szCs w:val="28"/>
        </w:rPr>
        <w:t>дминистрации: ежедневно, кроме субботы и воскресенья и нерабочих праздничных дней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B43CB">
        <w:rPr>
          <w:rFonts w:ascii="Times New Roman" w:hAnsi="Times New Roman" w:cs="Times New Roman"/>
          <w:sz w:val="28"/>
          <w:szCs w:val="28"/>
        </w:rPr>
        <w:t xml:space="preserve"> с 8 часов до 17 часов (перерыв с 12 часов до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BB43CB">
        <w:rPr>
          <w:rFonts w:ascii="Times New Roman" w:hAnsi="Times New Roman" w:cs="Times New Roman"/>
          <w:sz w:val="28"/>
          <w:szCs w:val="28"/>
        </w:rPr>
        <w:t xml:space="preserve"> часов </w:t>
      </w:r>
      <w:r>
        <w:rPr>
          <w:rFonts w:ascii="Times New Roman" w:hAnsi="Times New Roman" w:cs="Times New Roman"/>
          <w:sz w:val="28"/>
          <w:szCs w:val="28"/>
        </w:rPr>
        <w:t>48</w:t>
      </w:r>
      <w:r w:rsidRPr="00BB43CB">
        <w:rPr>
          <w:rFonts w:ascii="Times New Roman" w:hAnsi="Times New Roman" w:cs="Times New Roman"/>
          <w:sz w:val="28"/>
          <w:szCs w:val="28"/>
        </w:rPr>
        <w:t xml:space="preserve"> минут). В пятницу и накануне нерабочих праздничных дней с 8 часов до 16 часов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278D" w:rsidRDefault="00B0278D" w:rsidP="00B15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Контактный телефон (телефон для справок) администрации: </w:t>
      </w:r>
      <w:r w:rsidRPr="005742A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5742A8">
        <w:rPr>
          <w:rFonts w:ascii="Times New Roman" w:hAnsi="Times New Roman" w:cs="Times New Roman"/>
          <w:sz w:val="28"/>
          <w:szCs w:val="28"/>
        </w:rPr>
        <w:t>86148)</w:t>
      </w:r>
      <w:r>
        <w:rPr>
          <w:rFonts w:ascii="Times New Roman" w:hAnsi="Times New Roman" w:cs="Times New Roman"/>
          <w:sz w:val="28"/>
          <w:szCs w:val="28"/>
        </w:rPr>
        <w:t xml:space="preserve">     35-3-44.</w:t>
      </w:r>
    </w:p>
    <w:p w:rsidR="00B0278D" w:rsidRDefault="00B0278D" w:rsidP="00B15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нахождения </w:t>
      </w:r>
      <w:r w:rsidRPr="005742A8">
        <w:rPr>
          <w:rFonts w:ascii="Times New Roman" w:hAnsi="Times New Roman" w:cs="Times New Roman"/>
          <w:sz w:val="28"/>
          <w:szCs w:val="28"/>
        </w:rPr>
        <w:t>отдела</w:t>
      </w:r>
      <w:r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5742A8">
        <w:rPr>
          <w:rFonts w:ascii="Times New Roman" w:hAnsi="Times New Roman" w:cs="Times New Roman"/>
          <w:sz w:val="28"/>
          <w:szCs w:val="28"/>
        </w:rPr>
        <w:t xml:space="preserve">(далее 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742A8">
        <w:rPr>
          <w:rFonts w:ascii="Times New Roman" w:hAnsi="Times New Roman" w:cs="Times New Roman"/>
          <w:sz w:val="28"/>
          <w:szCs w:val="28"/>
        </w:rPr>
        <w:t xml:space="preserve">тдел): </w:t>
      </w:r>
      <w:r>
        <w:rPr>
          <w:rFonts w:ascii="Times New Roman" w:hAnsi="Times New Roman" w:cs="Times New Roman"/>
          <w:sz w:val="28"/>
          <w:szCs w:val="28"/>
        </w:rPr>
        <w:t>353541, Краснодарский край,</w:t>
      </w:r>
      <w:r w:rsidRPr="005742A8">
        <w:rPr>
          <w:rFonts w:ascii="Times New Roman" w:hAnsi="Times New Roman" w:cs="Times New Roman"/>
          <w:sz w:val="28"/>
          <w:szCs w:val="28"/>
        </w:rPr>
        <w:t xml:space="preserve"> Темрюк</w:t>
      </w:r>
      <w:r>
        <w:rPr>
          <w:rFonts w:ascii="Times New Roman" w:hAnsi="Times New Roman" w:cs="Times New Roman"/>
          <w:sz w:val="28"/>
          <w:szCs w:val="28"/>
        </w:rPr>
        <w:t>ский район</w:t>
      </w:r>
      <w:r w:rsidRPr="005742A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станица Вышестеблиевская</w:t>
      </w:r>
      <w:r w:rsidRPr="005742A8">
        <w:rPr>
          <w:rFonts w:ascii="Times New Roman" w:hAnsi="Times New Roman" w:cs="Times New Roman"/>
          <w:sz w:val="28"/>
          <w:szCs w:val="28"/>
        </w:rPr>
        <w:t xml:space="preserve"> ул</w:t>
      </w:r>
      <w:r>
        <w:rPr>
          <w:rFonts w:ascii="Times New Roman" w:hAnsi="Times New Roman" w:cs="Times New Roman"/>
          <w:sz w:val="28"/>
          <w:szCs w:val="28"/>
        </w:rPr>
        <w:t>ица</w:t>
      </w:r>
      <w:r w:rsidRPr="005742A8">
        <w:rPr>
          <w:rFonts w:ascii="Times New Roman" w:hAnsi="Times New Roman" w:cs="Times New Roman"/>
          <w:sz w:val="28"/>
          <w:szCs w:val="28"/>
        </w:rPr>
        <w:t xml:space="preserve"> Ленина, </w:t>
      </w:r>
      <w:r>
        <w:rPr>
          <w:rFonts w:ascii="Times New Roman" w:hAnsi="Times New Roman" w:cs="Times New Roman"/>
          <w:sz w:val="28"/>
          <w:szCs w:val="28"/>
        </w:rPr>
        <w:t>д. 94</w:t>
      </w:r>
      <w:r w:rsidRPr="005742A8">
        <w:rPr>
          <w:rFonts w:ascii="Times New Roman" w:hAnsi="Times New Roman" w:cs="Times New Roman"/>
          <w:sz w:val="28"/>
          <w:szCs w:val="28"/>
        </w:rPr>
        <w:t>, каб</w:t>
      </w:r>
      <w:r>
        <w:rPr>
          <w:rFonts w:ascii="Times New Roman" w:hAnsi="Times New Roman" w:cs="Times New Roman"/>
          <w:sz w:val="28"/>
          <w:szCs w:val="28"/>
        </w:rPr>
        <w:t>инет</w:t>
      </w:r>
      <w:r w:rsidRPr="005742A8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5742A8">
        <w:rPr>
          <w:rFonts w:ascii="Times New Roman" w:hAnsi="Times New Roman" w:cs="Times New Roman"/>
          <w:sz w:val="28"/>
          <w:szCs w:val="28"/>
        </w:rPr>
        <w:t>.</w:t>
      </w:r>
    </w:p>
    <w:p w:rsidR="00B0278D" w:rsidRDefault="00B0278D" w:rsidP="00B15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C2B">
        <w:rPr>
          <w:rFonts w:ascii="Times New Roman" w:hAnsi="Times New Roman" w:cs="Times New Roman"/>
          <w:sz w:val="28"/>
          <w:szCs w:val="28"/>
        </w:rPr>
        <w:t xml:space="preserve">Часы работы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15C2B">
        <w:rPr>
          <w:rFonts w:ascii="Times New Roman" w:hAnsi="Times New Roman" w:cs="Times New Roman"/>
          <w:sz w:val="28"/>
          <w:szCs w:val="28"/>
        </w:rPr>
        <w:t xml:space="preserve">тдела: ежедневно, кроме субботы и воскресенья и нерабочих праздничных дней с 8 часов до 17 часов </w:t>
      </w:r>
      <w:r>
        <w:rPr>
          <w:rFonts w:ascii="Times New Roman" w:hAnsi="Times New Roman" w:cs="Times New Roman"/>
          <w:sz w:val="28"/>
          <w:szCs w:val="28"/>
        </w:rPr>
        <w:t>(перерыв с 12 часов до 13 часов 48</w:t>
      </w:r>
      <w:r w:rsidRPr="00B15C2B">
        <w:rPr>
          <w:rFonts w:ascii="Times New Roman" w:hAnsi="Times New Roman" w:cs="Times New Roman"/>
          <w:sz w:val="28"/>
          <w:szCs w:val="28"/>
        </w:rPr>
        <w:t xml:space="preserve"> минут). В пятницу и накануне нерабочих праздничных дней с 8 часов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5C2B">
        <w:rPr>
          <w:rFonts w:ascii="Times New Roman" w:hAnsi="Times New Roman" w:cs="Times New Roman"/>
          <w:sz w:val="28"/>
          <w:szCs w:val="28"/>
        </w:rPr>
        <w:t>до 16 часов.</w:t>
      </w:r>
    </w:p>
    <w:p w:rsidR="00B0278D" w:rsidRDefault="00B0278D" w:rsidP="00B15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приема граждан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</w:t>
      </w:r>
      <w:r w:rsidRPr="005742A8">
        <w:rPr>
          <w:rFonts w:ascii="Times New Roman" w:hAnsi="Times New Roman" w:cs="Times New Roman"/>
          <w:sz w:val="28"/>
          <w:szCs w:val="28"/>
        </w:rPr>
        <w:t>тдел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742A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Ind w:w="-106" w:type="dxa"/>
        <w:tblLook w:val="00A0"/>
      </w:tblPr>
      <w:tblGrid>
        <w:gridCol w:w="1701"/>
        <w:gridCol w:w="5529"/>
      </w:tblGrid>
      <w:tr w:rsidR="00B0278D" w:rsidRPr="00A114D2">
        <w:tc>
          <w:tcPr>
            <w:tcW w:w="1701" w:type="dxa"/>
          </w:tcPr>
          <w:p w:rsidR="00B0278D" w:rsidRPr="00A114D2" w:rsidRDefault="00B0278D" w:rsidP="00A114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14D2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5529" w:type="dxa"/>
          </w:tcPr>
          <w:p w:rsidR="00B0278D" w:rsidRPr="00A114D2" w:rsidRDefault="00B0278D" w:rsidP="00A114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08.00 до 12.00, с 13.48</w:t>
            </w:r>
            <w:r w:rsidRPr="00A114D2">
              <w:rPr>
                <w:rFonts w:ascii="Times New Roman" w:hAnsi="Times New Roman" w:cs="Times New Roman"/>
                <w:sz w:val="28"/>
                <w:szCs w:val="28"/>
              </w:rPr>
              <w:t xml:space="preserve"> до 17.00.</w:t>
            </w:r>
          </w:p>
        </w:tc>
      </w:tr>
      <w:tr w:rsidR="00B0278D" w:rsidRPr="00A114D2">
        <w:tc>
          <w:tcPr>
            <w:tcW w:w="1701" w:type="dxa"/>
          </w:tcPr>
          <w:p w:rsidR="00B0278D" w:rsidRPr="00A114D2" w:rsidRDefault="00B0278D" w:rsidP="00A114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B0278D" w:rsidRPr="00A114D2" w:rsidRDefault="00B0278D" w:rsidP="00A114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08.00 до 12.00, с 13.48</w:t>
            </w:r>
            <w:r w:rsidRPr="00A114D2">
              <w:rPr>
                <w:rFonts w:ascii="Times New Roman" w:hAnsi="Times New Roman" w:cs="Times New Roman"/>
                <w:sz w:val="28"/>
                <w:szCs w:val="28"/>
              </w:rPr>
              <w:t xml:space="preserve"> до 17.00.</w:t>
            </w:r>
          </w:p>
        </w:tc>
      </w:tr>
    </w:tbl>
    <w:p w:rsidR="00B0278D" w:rsidRPr="005742A8" w:rsidRDefault="00B0278D" w:rsidP="00B15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Контактный телефон (телефон для справок) отдела: </w:t>
      </w:r>
      <w:r w:rsidRPr="005742A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5742A8">
        <w:rPr>
          <w:rFonts w:ascii="Times New Roman" w:hAnsi="Times New Roman" w:cs="Times New Roman"/>
          <w:sz w:val="28"/>
          <w:szCs w:val="28"/>
        </w:rPr>
        <w:t>86148)</w:t>
      </w:r>
      <w:r>
        <w:rPr>
          <w:rFonts w:ascii="Times New Roman" w:hAnsi="Times New Roman" w:cs="Times New Roman"/>
          <w:sz w:val="28"/>
          <w:szCs w:val="28"/>
        </w:rPr>
        <w:t xml:space="preserve"> 35-256</w:t>
      </w:r>
      <w:r w:rsidRPr="005742A8">
        <w:rPr>
          <w:rFonts w:ascii="Times New Roman" w:hAnsi="Times New Roman" w:cs="Times New Roman"/>
          <w:sz w:val="28"/>
          <w:szCs w:val="28"/>
        </w:rPr>
        <w:t>.</w:t>
      </w:r>
    </w:p>
    <w:p w:rsidR="00B0278D" w:rsidRDefault="00B0278D" w:rsidP="0080089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официального интернет-сайта а</w:t>
      </w:r>
      <w:r w:rsidRPr="005742A8">
        <w:rPr>
          <w:rFonts w:ascii="Times New Roman" w:hAnsi="Times New Roman" w:cs="Times New Roman"/>
          <w:sz w:val="28"/>
          <w:szCs w:val="28"/>
        </w:rPr>
        <w:t>дминистрации: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089B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0089B">
        <w:rPr>
          <w:rFonts w:ascii="Times New Roman" w:hAnsi="Times New Roman" w:cs="Times New Roman"/>
          <w:sz w:val="28"/>
          <w:szCs w:val="28"/>
        </w:rPr>
        <w:t>.</w:t>
      </w:r>
      <w:r w:rsidRPr="0080089B">
        <w:rPr>
          <w:rFonts w:ascii="Times New Roman" w:hAnsi="Times New Roman" w:cs="Times New Roman"/>
          <w:sz w:val="28"/>
          <w:szCs w:val="28"/>
          <w:lang w:val="en-US"/>
        </w:rPr>
        <w:t>admvyshesteblievskaya</w:t>
      </w:r>
      <w:r w:rsidRPr="0080089B">
        <w:rPr>
          <w:rFonts w:ascii="Times New Roman" w:hAnsi="Times New Roman" w:cs="Times New Roman"/>
          <w:sz w:val="28"/>
          <w:szCs w:val="28"/>
        </w:rPr>
        <w:t>.</w:t>
      </w:r>
      <w:r w:rsidRPr="0080089B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B0278D" w:rsidRPr="005742A8" w:rsidRDefault="00B0278D" w:rsidP="0080089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BB43CB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43CB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министрации: </w:t>
      </w:r>
      <w:r w:rsidRPr="00D213D2">
        <w:rPr>
          <w:rFonts w:ascii="Times New Roman" w:hAnsi="Times New Roman" w:cs="Times New Roman"/>
          <w:sz w:val="28"/>
          <w:szCs w:val="28"/>
        </w:rPr>
        <w:t>adm_histebl@mail.ru</w:t>
      </w:r>
    </w:p>
    <w:p w:rsidR="00B0278D" w:rsidRDefault="00B0278D" w:rsidP="0080089B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Место нахождения </w:t>
      </w:r>
      <w:r>
        <w:rPr>
          <w:rFonts w:ascii="Times New Roman" w:hAnsi="Times New Roman" w:cs="Times New Roman"/>
          <w:sz w:val="28"/>
          <w:szCs w:val="28"/>
        </w:rPr>
        <w:t xml:space="preserve">(почтовый адрес) </w:t>
      </w:r>
      <w:r w:rsidRPr="005742A8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 xml:space="preserve">пального бюджетного учреждения «Многофункциональный центр по </w:t>
      </w:r>
      <w:r w:rsidRPr="005742A8">
        <w:rPr>
          <w:rFonts w:ascii="Times New Roman" w:hAnsi="Times New Roman" w:cs="Times New Roman"/>
          <w:sz w:val="28"/>
          <w:szCs w:val="28"/>
        </w:rPr>
        <w:t xml:space="preserve">предоставлению государственных и муниципальных услуг» муниципального образования Темрюкский район 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МБУ «</w:t>
      </w:r>
      <w:r w:rsidRPr="005742A8">
        <w:rPr>
          <w:rFonts w:ascii="Times New Roman" w:hAnsi="Times New Roman" w:cs="Times New Roman"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742A8">
        <w:rPr>
          <w:rFonts w:ascii="Times New Roman" w:hAnsi="Times New Roman" w:cs="Times New Roman"/>
          <w:sz w:val="28"/>
          <w:szCs w:val="28"/>
        </w:rPr>
        <w:t xml:space="preserve">): </w:t>
      </w:r>
      <w:r>
        <w:rPr>
          <w:rFonts w:ascii="Times New Roman" w:hAnsi="Times New Roman" w:cs="Times New Roman"/>
          <w:sz w:val="28"/>
          <w:szCs w:val="28"/>
        </w:rPr>
        <w:t xml:space="preserve">353500, </w:t>
      </w:r>
      <w:r w:rsidRPr="005742A8">
        <w:rPr>
          <w:rFonts w:ascii="Times New Roman" w:hAnsi="Times New Roman" w:cs="Times New Roman"/>
          <w:sz w:val="28"/>
          <w:szCs w:val="28"/>
        </w:rPr>
        <w:t>Краснодарский край, город Темрюк, ул.</w:t>
      </w:r>
      <w:r>
        <w:rPr>
          <w:rFonts w:ascii="Times New Roman" w:hAnsi="Times New Roman" w:cs="Times New Roman"/>
          <w:sz w:val="28"/>
          <w:szCs w:val="28"/>
        </w:rPr>
        <w:t xml:space="preserve"> Розы Люксембург, д. 65 / ул. Гоголя, д. 90</w:t>
      </w:r>
      <w:r w:rsidRPr="005742A8">
        <w:rPr>
          <w:rFonts w:ascii="Times New Roman" w:hAnsi="Times New Roman" w:cs="Times New Roman"/>
          <w:sz w:val="28"/>
          <w:szCs w:val="28"/>
        </w:rPr>
        <w:t>.</w:t>
      </w:r>
    </w:p>
    <w:p w:rsidR="00B0278D" w:rsidRDefault="00B0278D" w:rsidP="00B15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278D" w:rsidRPr="005742A8" w:rsidRDefault="00B0278D" w:rsidP="00B15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>
        <w:rPr>
          <w:rFonts w:ascii="Times New Roman" w:hAnsi="Times New Roman" w:cs="Times New Roman"/>
          <w:sz w:val="28"/>
          <w:szCs w:val="28"/>
        </w:rPr>
        <w:t>МБУ «</w:t>
      </w:r>
      <w:r w:rsidRPr="005742A8">
        <w:rPr>
          <w:rFonts w:ascii="Times New Roman" w:hAnsi="Times New Roman" w:cs="Times New Roman"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742A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Ind w:w="-106" w:type="dxa"/>
        <w:tblLook w:val="00A0"/>
      </w:tblPr>
      <w:tblGrid>
        <w:gridCol w:w="1843"/>
        <w:gridCol w:w="3260"/>
      </w:tblGrid>
      <w:tr w:rsidR="00B0278D" w:rsidRPr="00A114D2">
        <w:tc>
          <w:tcPr>
            <w:tcW w:w="1843" w:type="dxa"/>
          </w:tcPr>
          <w:p w:rsidR="00B0278D" w:rsidRPr="00A114D2" w:rsidRDefault="00B0278D" w:rsidP="00A114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14D2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3260" w:type="dxa"/>
          </w:tcPr>
          <w:p w:rsidR="00B0278D" w:rsidRPr="00A114D2" w:rsidRDefault="00B0278D" w:rsidP="00A114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14D2">
              <w:rPr>
                <w:rFonts w:ascii="Times New Roman" w:hAnsi="Times New Roman" w:cs="Times New Roman"/>
                <w:sz w:val="28"/>
                <w:szCs w:val="28"/>
              </w:rPr>
              <w:t>с 08.00 – 18.30</w:t>
            </w:r>
          </w:p>
        </w:tc>
      </w:tr>
      <w:tr w:rsidR="00B0278D" w:rsidRPr="00A114D2">
        <w:tc>
          <w:tcPr>
            <w:tcW w:w="1843" w:type="dxa"/>
          </w:tcPr>
          <w:p w:rsidR="00B0278D" w:rsidRPr="00A114D2" w:rsidRDefault="00B0278D" w:rsidP="00A114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14D2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3260" w:type="dxa"/>
          </w:tcPr>
          <w:p w:rsidR="00B0278D" w:rsidRPr="00A114D2" w:rsidRDefault="00B0278D" w:rsidP="00A114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14D2">
              <w:rPr>
                <w:rFonts w:ascii="Times New Roman" w:hAnsi="Times New Roman" w:cs="Times New Roman"/>
                <w:sz w:val="28"/>
                <w:szCs w:val="28"/>
              </w:rPr>
              <w:t>с 08.00 – 18.30</w:t>
            </w:r>
          </w:p>
        </w:tc>
      </w:tr>
      <w:tr w:rsidR="00B0278D" w:rsidRPr="00A114D2">
        <w:tc>
          <w:tcPr>
            <w:tcW w:w="1843" w:type="dxa"/>
          </w:tcPr>
          <w:p w:rsidR="00B0278D" w:rsidRPr="00A114D2" w:rsidRDefault="00B0278D" w:rsidP="00A114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14D2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3260" w:type="dxa"/>
          </w:tcPr>
          <w:p w:rsidR="00B0278D" w:rsidRPr="00A114D2" w:rsidRDefault="00B0278D" w:rsidP="00A114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14D2">
              <w:rPr>
                <w:rFonts w:ascii="Times New Roman" w:hAnsi="Times New Roman" w:cs="Times New Roman"/>
                <w:sz w:val="28"/>
                <w:szCs w:val="28"/>
              </w:rPr>
              <w:t>с 08.00 – 20.00</w:t>
            </w:r>
          </w:p>
        </w:tc>
      </w:tr>
      <w:tr w:rsidR="00B0278D" w:rsidRPr="00A114D2">
        <w:tc>
          <w:tcPr>
            <w:tcW w:w="1843" w:type="dxa"/>
          </w:tcPr>
          <w:p w:rsidR="00B0278D" w:rsidRPr="00A114D2" w:rsidRDefault="00B0278D" w:rsidP="00A114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14D2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3260" w:type="dxa"/>
          </w:tcPr>
          <w:p w:rsidR="00B0278D" w:rsidRPr="00A114D2" w:rsidRDefault="00B0278D" w:rsidP="00A114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14D2">
              <w:rPr>
                <w:rFonts w:ascii="Times New Roman" w:hAnsi="Times New Roman" w:cs="Times New Roman"/>
                <w:sz w:val="28"/>
                <w:szCs w:val="28"/>
              </w:rPr>
              <w:t>с 08.00 – 18.30</w:t>
            </w:r>
          </w:p>
        </w:tc>
      </w:tr>
      <w:tr w:rsidR="00B0278D" w:rsidRPr="00A114D2">
        <w:tc>
          <w:tcPr>
            <w:tcW w:w="1843" w:type="dxa"/>
          </w:tcPr>
          <w:p w:rsidR="00B0278D" w:rsidRPr="00A114D2" w:rsidRDefault="00B0278D" w:rsidP="00A114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14D2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3260" w:type="dxa"/>
          </w:tcPr>
          <w:p w:rsidR="00B0278D" w:rsidRPr="00A114D2" w:rsidRDefault="00B0278D" w:rsidP="00A114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14D2">
              <w:rPr>
                <w:rFonts w:ascii="Times New Roman" w:hAnsi="Times New Roman" w:cs="Times New Roman"/>
                <w:sz w:val="28"/>
                <w:szCs w:val="28"/>
              </w:rPr>
              <w:t>с 08.00 – 18.30</w:t>
            </w:r>
          </w:p>
        </w:tc>
      </w:tr>
      <w:tr w:rsidR="00B0278D" w:rsidRPr="00A114D2">
        <w:tc>
          <w:tcPr>
            <w:tcW w:w="1843" w:type="dxa"/>
          </w:tcPr>
          <w:p w:rsidR="00B0278D" w:rsidRPr="00A114D2" w:rsidRDefault="00B0278D" w:rsidP="00A114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14D2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3260" w:type="dxa"/>
          </w:tcPr>
          <w:p w:rsidR="00B0278D" w:rsidRPr="00A114D2" w:rsidRDefault="00B0278D" w:rsidP="00A114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14D2">
              <w:rPr>
                <w:rFonts w:ascii="Times New Roman" w:hAnsi="Times New Roman" w:cs="Times New Roman"/>
                <w:sz w:val="28"/>
                <w:szCs w:val="28"/>
              </w:rPr>
              <w:t>с 08.00 – 14.00</w:t>
            </w:r>
          </w:p>
        </w:tc>
      </w:tr>
      <w:tr w:rsidR="00B0278D" w:rsidRPr="00A114D2">
        <w:tc>
          <w:tcPr>
            <w:tcW w:w="1843" w:type="dxa"/>
          </w:tcPr>
          <w:p w:rsidR="00B0278D" w:rsidRPr="00A114D2" w:rsidRDefault="00B0278D" w:rsidP="00A114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14D2"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3260" w:type="dxa"/>
          </w:tcPr>
          <w:p w:rsidR="00B0278D" w:rsidRPr="00A114D2" w:rsidRDefault="00B0278D" w:rsidP="00A114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14D2">
              <w:rPr>
                <w:rFonts w:ascii="Times New Roman" w:hAnsi="Times New Roman" w:cs="Times New Roman"/>
                <w:sz w:val="28"/>
                <w:szCs w:val="28"/>
              </w:rPr>
              <w:t>выходной день.</w:t>
            </w:r>
          </w:p>
        </w:tc>
      </w:tr>
    </w:tbl>
    <w:p w:rsidR="00B0278D" w:rsidRDefault="00B0278D" w:rsidP="00B15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C2B">
        <w:rPr>
          <w:rFonts w:ascii="Times New Roman" w:hAnsi="Times New Roman" w:cs="Times New Roman"/>
          <w:sz w:val="28"/>
          <w:szCs w:val="28"/>
        </w:rPr>
        <w:t>Контактный телефон (телефон</w:t>
      </w:r>
      <w:r>
        <w:rPr>
          <w:rFonts w:ascii="Times New Roman" w:hAnsi="Times New Roman" w:cs="Times New Roman"/>
          <w:sz w:val="28"/>
          <w:szCs w:val="28"/>
        </w:rPr>
        <w:t xml:space="preserve"> для справок)</w:t>
      </w:r>
      <w:r w:rsidRPr="00102F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МБУ «МФЦ»:              8</w:t>
      </w:r>
      <w:r w:rsidRPr="00B15C2B">
        <w:rPr>
          <w:rFonts w:ascii="Times New Roman" w:hAnsi="Times New Roman" w:cs="Times New Roman"/>
          <w:sz w:val="28"/>
          <w:szCs w:val="28"/>
        </w:rPr>
        <w:t>(86148)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5C2B">
        <w:rPr>
          <w:rFonts w:ascii="Times New Roman" w:hAnsi="Times New Roman" w:cs="Times New Roman"/>
          <w:sz w:val="28"/>
          <w:szCs w:val="28"/>
        </w:rPr>
        <w:t xml:space="preserve">5-44-45. </w:t>
      </w:r>
    </w:p>
    <w:p w:rsidR="00B0278D" w:rsidRPr="005742A8" w:rsidRDefault="00B0278D" w:rsidP="00B15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Адрес </w:t>
      </w:r>
      <w:r>
        <w:rPr>
          <w:rFonts w:ascii="Times New Roman" w:hAnsi="Times New Roman" w:cs="Times New Roman"/>
          <w:sz w:val="28"/>
          <w:szCs w:val="28"/>
        </w:rPr>
        <w:t>официального интернет-сайта МБУ «МФЦ»: http://mfc</w:t>
      </w:r>
      <w:r w:rsidRPr="005618F9">
        <w:rPr>
          <w:rFonts w:ascii="Times New Roman" w:hAnsi="Times New Roman" w:cs="Times New Roman"/>
          <w:sz w:val="28"/>
          <w:szCs w:val="28"/>
        </w:rPr>
        <w:t>temryuk.ru</w:t>
      </w:r>
    </w:p>
    <w:p w:rsidR="00B0278D" w:rsidRPr="005742A8" w:rsidRDefault="00B0278D" w:rsidP="00B15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>
        <w:rPr>
          <w:rFonts w:ascii="Times New Roman" w:hAnsi="Times New Roman" w:cs="Times New Roman"/>
          <w:sz w:val="28"/>
          <w:szCs w:val="28"/>
        </w:rPr>
        <w:t>МБУ «</w:t>
      </w:r>
      <w:r w:rsidRPr="005742A8">
        <w:rPr>
          <w:rFonts w:ascii="Times New Roman" w:hAnsi="Times New Roman" w:cs="Times New Roman"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742A8">
        <w:rPr>
          <w:rFonts w:ascii="Times New Roman" w:hAnsi="Times New Roman" w:cs="Times New Roman"/>
          <w:sz w:val="28"/>
          <w:szCs w:val="28"/>
        </w:rPr>
        <w:t xml:space="preserve">: </w:t>
      </w:r>
      <w:r w:rsidRPr="00464D7F">
        <w:rPr>
          <w:rFonts w:ascii="Times New Roman" w:hAnsi="Times New Roman" w:cs="Times New Roman"/>
          <w:sz w:val="28"/>
          <w:szCs w:val="28"/>
        </w:rPr>
        <w:t>mfctemryuk</w:t>
      </w:r>
      <w:r w:rsidRPr="00224357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rambler</w:t>
      </w:r>
      <w:r w:rsidRPr="00224357">
        <w:rPr>
          <w:rFonts w:ascii="Times New Roman" w:hAnsi="Times New Roman" w:cs="Times New Roman"/>
          <w:sz w:val="28"/>
          <w:szCs w:val="28"/>
        </w:rPr>
        <w:t>.ru</w:t>
      </w:r>
      <w:r w:rsidRPr="005742A8">
        <w:rPr>
          <w:rFonts w:ascii="Times New Roman" w:hAnsi="Times New Roman" w:cs="Times New Roman"/>
          <w:sz w:val="28"/>
          <w:szCs w:val="28"/>
        </w:rPr>
        <w:t>.</w:t>
      </w:r>
    </w:p>
    <w:p w:rsidR="00B0278D" w:rsidRDefault="00B0278D" w:rsidP="009A34FD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0278D" w:rsidRDefault="00B0278D" w:rsidP="007E5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278D" w:rsidRDefault="00B0278D" w:rsidP="007E5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278D" w:rsidRDefault="00B0278D" w:rsidP="007E5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Вышестеблиевского</w:t>
      </w:r>
    </w:p>
    <w:p w:rsidR="00B0278D" w:rsidRDefault="00B0278D" w:rsidP="007E5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B0278D" w:rsidRDefault="00B0278D" w:rsidP="007E5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П.К.Хаджиди</w:t>
      </w:r>
    </w:p>
    <w:p w:rsidR="00B0278D" w:rsidRDefault="00B0278D" w:rsidP="007E5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278D" w:rsidRDefault="00B0278D" w:rsidP="009A34FD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0278D" w:rsidRDefault="00B0278D" w:rsidP="009A34FD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0278D" w:rsidRDefault="00B0278D" w:rsidP="009A34FD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0278D" w:rsidRDefault="00B0278D" w:rsidP="009A34FD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0278D" w:rsidRDefault="00B0278D" w:rsidP="009A34FD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0278D" w:rsidRDefault="00B0278D" w:rsidP="009A34FD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0278D" w:rsidRDefault="00B0278D" w:rsidP="009A34FD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0278D" w:rsidRDefault="00B0278D" w:rsidP="009A34FD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0278D" w:rsidRDefault="00B0278D" w:rsidP="009A34FD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0278D" w:rsidRDefault="00B0278D" w:rsidP="009A34FD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0278D" w:rsidRDefault="00B0278D" w:rsidP="009A34FD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0278D" w:rsidRDefault="00B0278D" w:rsidP="009A34FD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0278D" w:rsidRDefault="00B0278D" w:rsidP="009A34FD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0278D" w:rsidRDefault="00B0278D" w:rsidP="009A34FD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0278D" w:rsidRDefault="00B0278D" w:rsidP="009A34FD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0278D" w:rsidRDefault="00B0278D" w:rsidP="009A34FD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0278D" w:rsidRDefault="00B0278D" w:rsidP="009A34FD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0278D" w:rsidRDefault="00B0278D" w:rsidP="009A34FD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0278D" w:rsidRDefault="00B0278D" w:rsidP="009A34FD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0278D" w:rsidRDefault="00B0278D" w:rsidP="009A34FD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0278D" w:rsidRDefault="00B0278D" w:rsidP="009A34FD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0278D" w:rsidRDefault="00B0278D" w:rsidP="009A34FD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0278D" w:rsidRDefault="00B0278D" w:rsidP="009A34FD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0278D" w:rsidRDefault="00B0278D" w:rsidP="009A34FD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0278D" w:rsidRDefault="00B0278D" w:rsidP="009A34FD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0278D" w:rsidRDefault="00B0278D" w:rsidP="009A34FD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0278D" w:rsidRPr="009A34FD" w:rsidRDefault="00B0278D" w:rsidP="00102FF9">
      <w:pPr>
        <w:autoSpaceDE w:val="0"/>
        <w:autoSpaceDN w:val="0"/>
        <w:adjustRightInd w:val="0"/>
        <w:spacing w:after="0" w:line="240" w:lineRule="auto"/>
      </w:pPr>
    </w:p>
    <w:sectPr w:rsidR="00B0278D" w:rsidRPr="009A34FD" w:rsidSect="00102FF9">
      <w:headerReference w:type="default" r:id="rId6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278D" w:rsidRDefault="00B0278D" w:rsidP="00637948">
      <w:pPr>
        <w:spacing w:after="0" w:line="240" w:lineRule="auto"/>
      </w:pPr>
      <w:r>
        <w:separator/>
      </w:r>
    </w:p>
  </w:endnote>
  <w:endnote w:type="continuationSeparator" w:id="1">
    <w:p w:rsidR="00B0278D" w:rsidRDefault="00B0278D" w:rsidP="0063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278D" w:rsidRDefault="00B0278D" w:rsidP="00637948">
      <w:pPr>
        <w:spacing w:after="0" w:line="240" w:lineRule="auto"/>
      </w:pPr>
      <w:r>
        <w:separator/>
      </w:r>
    </w:p>
  </w:footnote>
  <w:footnote w:type="continuationSeparator" w:id="1">
    <w:p w:rsidR="00B0278D" w:rsidRDefault="00B0278D" w:rsidP="00637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78D" w:rsidRDefault="00B0278D">
    <w:pPr>
      <w:pStyle w:val="Header"/>
      <w:jc w:val="center"/>
    </w:pPr>
    <w:r w:rsidRPr="00E8319B">
      <w:rPr>
        <w:rFonts w:ascii="Times New Roman" w:hAnsi="Times New Roman" w:cs="Times New Roman"/>
        <w:sz w:val="28"/>
        <w:szCs w:val="28"/>
      </w:rPr>
      <w:fldChar w:fldCharType="begin"/>
    </w:r>
    <w:r w:rsidRPr="00E8319B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E8319B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</w:t>
    </w:r>
    <w:r w:rsidRPr="00E8319B">
      <w:rPr>
        <w:rFonts w:ascii="Times New Roman" w:hAnsi="Times New Roman" w:cs="Times New Roman"/>
        <w:sz w:val="28"/>
        <w:szCs w:val="28"/>
      </w:rPr>
      <w:fldChar w:fldCharType="end"/>
    </w:r>
  </w:p>
  <w:p w:rsidR="00B0278D" w:rsidRDefault="00B0278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6A2"/>
    <w:rsid w:val="00010C90"/>
    <w:rsid w:val="00014259"/>
    <w:rsid w:val="00017E48"/>
    <w:rsid w:val="00040295"/>
    <w:rsid w:val="00076C2F"/>
    <w:rsid w:val="00092033"/>
    <w:rsid w:val="000B3347"/>
    <w:rsid w:val="00102FF9"/>
    <w:rsid w:val="00104D1E"/>
    <w:rsid w:val="00116A5C"/>
    <w:rsid w:val="00136671"/>
    <w:rsid w:val="001371F4"/>
    <w:rsid w:val="001508DB"/>
    <w:rsid w:val="001576CC"/>
    <w:rsid w:val="0016397C"/>
    <w:rsid w:val="00171CA6"/>
    <w:rsid w:val="00174CED"/>
    <w:rsid w:val="00186333"/>
    <w:rsid w:val="001A2157"/>
    <w:rsid w:val="001C3087"/>
    <w:rsid w:val="001E6A6C"/>
    <w:rsid w:val="001E759D"/>
    <w:rsid w:val="00210D5B"/>
    <w:rsid w:val="00211F6C"/>
    <w:rsid w:val="00224357"/>
    <w:rsid w:val="002343EB"/>
    <w:rsid w:val="00257A58"/>
    <w:rsid w:val="002656A2"/>
    <w:rsid w:val="002704D4"/>
    <w:rsid w:val="00293002"/>
    <w:rsid w:val="002B685B"/>
    <w:rsid w:val="002C25E0"/>
    <w:rsid w:val="002E25C8"/>
    <w:rsid w:val="003023AD"/>
    <w:rsid w:val="003170B5"/>
    <w:rsid w:val="00324E61"/>
    <w:rsid w:val="0033262C"/>
    <w:rsid w:val="0036356A"/>
    <w:rsid w:val="003D3D35"/>
    <w:rsid w:val="003E35BF"/>
    <w:rsid w:val="003F3043"/>
    <w:rsid w:val="004109CF"/>
    <w:rsid w:val="00413D44"/>
    <w:rsid w:val="0041433C"/>
    <w:rsid w:val="004143F8"/>
    <w:rsid w:val="0041778E"/>
    <w:rsid w:val="00463CAA"/>
    <w:rsid w:val="00464D7F"/>
    <w:rsid w:val="004673D7"/>
    <w:rsid w:val="00472DCD"/>
    <w:rsid w:val="00493090"/>
    <w:rsid w:val="004B37A5"/>
    <w:rsid w:val="004B43C5"/>
    <w:rsid w:val="004D123A"/>
    <w:rsid w:val="004E2790"/>
    <w:rsid w:val="004F7320"/>
    <w:rsid w:val="00540C14"/>
    <w:rsid w:val="005618F9"/>
    <w:rsid w:val="005742A8"/>
    <w:rsid w:val="00582F6A"/>
    <w:rsid w:val="00591A20"/>
    <w:rsid w:val="005E1A70"/>
    <w:rsid w:val="005F69C4"/>
    <w:rsid w:val="00615C5A"/>
    <w:rsid w:val="00627EF5"/>
    <w:rsid w:val="00637948"/>
    <w:rsid w:val="006555FA"/>
    <w:rsid w:val="00662929"/>
    <w:rsid w:val="006858C2"/>
    <w:rsid w:val="00691744"/>
    <w:rsid w:val="006B6BD2"/>
    <w:rsid w:val="006D270A"/>
    <w:rsid w:val="006F5BC9"/>
    <w:rsid w:val="006F5EE8"/>
    <w:rsid w:val="0070062A"/>
    <w:rsid w:val="0077776A"/>
    <w:rsid w:val="00782F7D"/>
    <w:rsid w:val="007B0A19"/>
    <w:rsid w:val="007E1DCB"/>
    <w:rsid w:val="007E5E84"/>
    <w:rsid w:val="0080089B"/>
    <w:rsid w:val="008367CA"/>
    <w:rsid w:val="00840593"/>
    <w:rsid w:val="00893760"/>
    <w:rsid w:val="008A4C21"/>
    <w:rsid w:val="008D2C49"/>
    <w:rsid w:val="008D3A25"/>
    <w:rsid w:val="008F1933"/>
    <w:rsid w:val="00920BCF"/>
    <w:rsid w:val="009A34FD"/>
    <w:rsid w:val="009B0AEA"/>
    <w:rsid w:val="009C3078"/>
    <w:rsid w:val="009F0E5F"/>
    <w:rsid w:val="00A06968"/>
    <w:rsid w:val="00A114D2"/>
    <w:rsid w:val="00A15327"/>
    <w:rsid w:val="00A64489"/>
    <w:rsid w:val="00AA2F7A"/>
    <w:rsid w:val="00AA49A0"/>
    <w:rsid w:val="00AF3C69"/>
    <w:rsid w:val="00B0278D"/>
    <w:rsid w:val="00B029A6"/>
    <w:rsid w:val="00B0769B"/>
    <w:rsid w:val="00B15C2B"/>
    <w:rsid w:val="00B313A4"/>
    <w:rsid w:val="00B36AD6"/>
    <w:rsid w:val="00B479E9"/>
    <w:rsid w:val="00B7352E"/>
    <w:rsid w:val="00B95412"/>
    <w:rsid w:val="00BA5FC2"/>
    <w:rsid w:val="00BB43CB"/>
    <w:rsid w:val="00BE159F"/>
    <w:rsid w:val="00BE6459"/>
    <w:rsid w:val="00C06251"/>
    <w:rsid w:val="00C07D42"/>
    <w:rsid w:val="00C14168"/>
    <w:rsid w:val="00C347DB"/>
    <w:rsid w:val="00C44B5A"/>
    <w:rsid w:val="00C75E60"/>
    <w:rsid w:val="00C832FA"/>
    <w:rsid w:val="00C84EAE"/>
    <w:rsid w:val="00CA0D61"/>
    <w:rsid w:val="00CE6663"/>
    <w:rsid w:val="00D213D2"/>
    <w:rsid w:val="00D42F58"/>
    <w:rsid w:val="00D74654"/>
    <w:rsid w:val="00D7711C"/>
    <w:rsid w:val="00DD6D0A"/>
    <w:rsid w:val="00DE7A3A"/>
    <w:rsid w:val="00E01ACA"/>
    <w:rsid w:val="00E1276D"/>
    <w:rsid w:val="00E25528"/>
    <w:rsid w:val="00E53C69"/>
    <w:rsid w:val="00E82497"/>
    <w:rsid w:val="00E8319B"/>
    <w:rsid w:val="00E83B9C"/>
    <w:rsid w:val="00E970AB"/>
    <w:rsid w:val="00EA09DE"/>
    <w:rsid w:val="00EB6E80"/>
    <w:rsid w:val="00EE2EC6"/>
    <w:rsid w:val="00F0723F"/>
    <w:rsid w:val="00F43001"/>
    <w:rsid w:val="00F566B1"/>
    <w:rsid w:val="00F75B53"/>
    <w:rsid w:val="00FA3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CED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link w:val="Heading1Char"/>
    <w:uiPriority w:val="99"/>
    <w:qFormat/>
    <w:rsid w:val="002656A2"/>
    <w:pPr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16A5C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56A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6A5C"/>
    <w:rPr>
      <w:rFonts w:ascii="Cambria" w:hAnsi="Cambria" w:cs="Cambria"/>
      <w:b/>
      <w:bCs/>
      <w:color w:val="4F81BD"/>
    </w:rPr>
  </w:style>
  <w:style w:type="character" w:styleId="Hyperlink">
    <w:name w:val="Hyperlink"/>
    <w:basedOn w:val="DefaultParagraphFont"/>
    <w:uiPriority w:val="99"/>
    <w:rsid w:val="002656A2"/>
    <w:rPr>
      <w:color w:val="0000FF"/>
      <w:u w:val="single"/>
    </w:rPr>
  </w:style>
  <w:style w:type="character" w:customStyle="1" w:styleId="gtext3">
    <w:name w:val="gtext3"/>
    <w:basedOn w:val="DefaultParagraphFont"/>
    <w:uiPriority w:val="99"/>
    <w:rsid w:val="002656A2"/>
  </w:style>
  <w:style w:type="paragraph" w:styleId="BalloonText">
    <w:name w:val="Balloon Text"/>
    <w:basedOn w:val="Normal"/>
    <w:link w:val="BalloonTextChar"/>
    <w:uiPriority w:val="99"/>
    <w:semiHidden/>
    <w:rsid w:val="00265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56A2"/>
    <w:rPr>
      <w:rFonts w:ascii="Tahoma" w:hAnsi="Tahoma" w:cs="Tahoma"/>
      <w:sz w:val="16"/>
      <w:szCs w:val="16"/>
    </w:rPr>
  </w:style>
  <w:style w:type="character" w:customStyle="1" w:styleId="news-date-time">
    <w:name w:val="news-date-time"/>
    <w:basedOn w:val="DefaultParagraphFont"/>
    <w:uiPriority w:val="99"/>
    <w:rsid w:val="00116A5C"/>
  </w:style>
  <w:style w:type="paragraph" w:styleId="NormalWeb">
    <w:name w:val="Normal (Web)"/>
    <w:basedOn w:val="Normal"/>
    <w:uiPriority w:val="99"/>
    <w:semiHidden/>
    <w:rsid w:val="00116A5C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9A34F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948"/>
  </w:style>
  <w:style w:type="paragraph" w:styleId="Footer">
    <w:name w:val="footer"/>
    <w:basedOn w:val="Normal"/>
    <w:link w:val="FooterChar"/>
    <w:uiPriority w:val="99"/>
    <w:semiHidden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37948"/>
  </w:style>
  <w:style w:type="paragraph" w:customStyle="1" w:styleId="2">
    <w:name w:val="Знак Знак Знак Знак2 Знак Знак Знак"/>
    <w:basedOn w:val="Normal"/>
    <w:uiPriority w:val="99"/>
    <w:rsid w:val="0070062A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E82497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270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27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27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7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7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7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1388</TotalTime>
  <Pages>2</Pages>
  <Words>388</Words>
  <Characters>2218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секретарь</cp:lastModifiedBy>
  <cp:revision>28</cp:revision>
  <dcterms:created xsi:type="dcterms:W3CDTF">2014-01-13T14:03:00Z</dcterms:created>
  <dcterms:modified xsi:type="dcterms:W3CDTF">2015-10-30T07:26:00Z</dcterms:modified>
</cp:coreProperties>
</file>