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59" w:rsidRPr="00D52A15" w:rsidRDefault="00EE3D59" w:rsidP="00D52A1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0.6pt;margin-top:-32.95pt;width:62.25pt;height:55.5pt;z-index:251658240">
            <v:imagedata r:id="rId4" o:title=""/>
          </v:shape>
        </w:pict>
      </w:r>
    </w:p>
    <w:p w:rsidR="00EE3D59" w:rsidRPr="00D52A15" w:rsidRDefault="00EE3D59" w:rsidP="00D52A15">
      <w:pPr>
        <w:tabs>
          <w:tab w:val="left" w:pos="38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3D59" w:rsidRPr="00D52A15" w:rsidRDefault="00EE3D59" w:rsidP="00D52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A15">
        <w:rPr>
          <w:rFonts w:ascii="Times New Roman" w:hAnsi="Times New Roman" w:cs="Times New Roman"/>
          <w:b/>
          <w:sz w:val="28"/>
          <w:szCs w:val="28"/>
        </w:rPr>
        <w:t>АДМИНИСТРАЦИЯ ВЫШЕСТЕБЛИЕВСКОГО</w:t>
      </w:r>
    </w:p>
    <w:p w:rsidR="00EE3D59" w:rsidRPr="00D52A15" w:rsidRDefault="00EE3D59" w:rsidP="00D52A15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A15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EE3D59" w:rsidRPr="00D52A15" w:rsidRDefault="00EE3D59" w:rsidP="00D52A15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59" w:rsidRPr="00D52A15" w:rsidRDefault="00EE3D59" w:rsidP="00D52A1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2A1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E3D59" w:rsidRPr="00D52A15" w:rsidRDefault="00EE3D59" w:rsidP="00D52A15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D59" w:rsidRPr="00D52A15" w:rsidRDefault="00EE3D59" w:rsidP="00D52A15">
      <w:pPr>
        <w:tabs>
          <w:tab w:val="left" w:pos="4500"/>
          <w:tab w:val="left" w:pos="5400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19</w:t>
      </w:r>
      <w:r w:rsidRPr="00D52A15">
        <w:rPr>
          <w:rFonts w:ascii="Times New Roman" w:hAnsi="Times New Roman" w:cs="Times New Roman"/>
          <w:sz w:val="28"/>
          <w:szCs w:val="28"/>
        </w:rPr>
        <w:t xml:space="preserve">.01.2015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 9</w:t>
      </w:r>
    </w:p>
    <w:p w:rsidR="00EE3D59" w:rsidRPr="00CF030F" w:rsidRDefault="00EE3D59" w:rsidP="00D52A15">
      <w:pPr>
        <w:tabs>
          <w:tab w:val="left" w:pos="45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2A15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EE3D59" w:rsidRPr="00CF030F" w:rsidRDefault="00EE3D59" w:rsidP="003E26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установлении перечня должностных лиц, администрации Вышестеблиевского</w:t>
      </w:r>
      <w:r w:rsidRPr="00CF03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поселения, уполномоченных составлять протоколы об административных правонарушениях</w:t>
      </w:r>
    </w:p>
    <w:p w:rsidR="00EE3D59" w:rsidRPr="00CF030F" w:rsidRDefault="00EE3D59" w:rsidP="00CF03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Законом Краснодарского края от 23 июля 2003 года № 608 – КЗ «Об административных правонарушениях» </w:t>
      </w:r>
      <w:r w:rsidRPr="00CF030F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1.Установить перечень должностных лиц администрации Вышестеблиевского сельского поселения Темрюкского района, уполномоченных составлять протоколы об административных правонарушениях, предусмотренных статьями: 2.4-2.5.3, 2.7-2.9, 3.1-3.3, 3.8,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4.7, 4.8, 4.10, 4.12, 5.2-5.4, 5.9, 6.2, 7.1-7.4, 7.6, 8.1, 8.3 Закона Краснодарского края от 23 июля 2003 года № 608 – КЗ «Об административных правонарушениях», в следующем составе: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глава Вышестеблиевского сельского поселения;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заместитель главы Вышестеблиевского сельского поселения;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г)начальник общего отдела администрации Вышестеблиевского сельского поселения;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д)начальник финансового отдела администрации Вышестеблиевского сельского поселения;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е)заведующая отделом имущественных и земельных отношений администрации Вышестеблиевского сельского поселения;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ж)эксперт по вопросам землеустройства и земельного контроля администрации Вышестеблиевского сельского поселения.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2.Должностным лицам, уполномоченным составлять протоколы об административных правонарушениях,  не позднее  следующего рабочего дня, зарегистрировать и передать протокол в общий отдел администрации.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3.Разместить данное постановление на официальном сайте администрации Вышестеблиевского сельского поселения Темрюкского района.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постановление вступает в силу со дня его официального обнародования.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</w:p>
    <w:p w:rsidR="00EE3D59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П.К.Хаджиди</w:t>
      </w:r>
    </w:p>
    <w:p w:rsidR="00EE3D59" w:rsidRPr="00CF030F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3D59" w:rsidRPr="00CF030F" w:rsidRDefault="00EE3D59" w:rsidP="005D58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3D59" w:rsidRPr="00CF030F" w:rsidSect="00064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030F"/>
    <w:rsid w:val="0006498C"/>
    <w:rsid w:val="002436F2"/>
    <w:rsid w:val="003E26DD"/>
    <w:rsid w:val="004B71CA"/>
    <w:rsid w:val="0053493B"/>
    <w:rsid w:val="005D5826"/>
    <w:rsid w:val="0080152E"/>
    <w:rsid w:val="008F5159"/>
    <w:rsid w:val="00A82B57"/>
    <w:rsid w:val="00C64A37"/>
    <w:rsid w:val="00CF030F"/>
    <w:rsid w:val="00D276B9"/>
    <w:rsid w:val="00D52A15"/>
    <w:rsid w:val="00DB5FB3"/>
    <w:rsid w:val="00E76B33"/>
    <w:rsid w:val="00EE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98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309</Words>
  <Characters>1766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2015-01-19T13:18:00Z</cp:lastPrinted>
  <dcterms:created xsi:type="dcterms:W3CDTF">2015-01-19T12:25:00Z</dcterms:created>
  <dcterms:modified xsi:type="dcterms:W3CDTF">2015-02-05T07:23:00Z</dcterms:modified>
</cp:coreProperties>
</file>