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1"/>
      </w:tblGrid>
      <w:tr w:rsidR="007B65A5" w:rsidRPr="001D00CE" w:rsidTr="006E2368">
        <w:trPr>
          <w:trHeight w:val="2139"/>
        </w:trPr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7B65A5" w:rsidRPr="001D00CE" w:rsidRDefault="007B65A5" w:rsidP="006E2368">
            <w:pPr>
              <w:pStyle w:val="aa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D00CE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7B65A5" w:rsidRPr="001D00CE" w:rsidRDefault="007B65A5" w:rsidP="006E2368">
            <w:pPr>
              <w:pStyle w:val="aa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</w:t>
            </w:r>
            <w:r w:rsidRPr="001D00CE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1D00CE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7B65A5" w:rsidRPr="001D00CE" w:rsidRDefault="007B65A5" w:rsidP="006E2368">
            <w:pPr>
              <w:pStyle w:val="aa"/>
              <w:spacing w:after="0" w:line="240" w:lineRule="auto"/>
              <w:ind w:firstLine="34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Вышестеблиевского сельского </w:t>
            </w:r>
            <w:r w:rsidRPr="001D00CE">
              <w:rPr>
                <w:rFonts w:ascii="Times New Roman" w:hAnsi="Times New Roman"/>
                <w:sz w:val="28"/>
                <w:szCs w:val="28"/>
              </w:rPr>
              <w:t>поселения Темрюкского района</w:t>
            </w:r>
          </w:p>
          <w:p w:rsidR="007B65A5" w:rsidRPr="001D00CE" w:rsidRDefault="007B65A5" w:rsidP="006E2368">
            <w:pPr>
              <w:autoSpaceDE w:val="0"/>
              <w:ind w:firstLine="34"/>
              <w:jc w:val="center"/>
              <w:rPr>
                <w:szCs w:val="28"/>
              </w:rPr>
            </w:pPr>
            <w:r w:rsidRPr="001D00CE">
              <w:rPr>
                <w:szCs w:val="28"/>
              </w:rPr>
              <w:t>от _____________ №   ______</w:t>
            </w:r>
          </w:p>
        </w:tc>
      </w:tr>
    </w:tbl>
    <w:p w:rsidR="0017076F" w:rsidRDefault="0017076F" w:rsidP="001707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076F" w:rsidRPr="00E5176D" w:rsidRDefault="0017076F" w:rsidP="001707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АДМИНИСТРАТИВНЫЙ РЕГЛАМЕНТ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предоставления муниципальной услуги</w:t>
      </w:r>
    </w:p>
    <w:p w:rsidR="008333A7" w:rsidRDefault="0017076F" w:rsidP="008333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"Выдача </w:t>
      </w:r>
      <w:r w:rsidR="008333A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</w:t>
      </w:r>
    </w:p>
    <w:p w:rsidR="0017076F" w:rsidRPr="005644CC" w:rsidRDefault="008333A7" w:rsidP="008333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(семейного) капитала»</w:t>
      </w:r>
      <w:r w:rsidR="0017076F"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"</w:t>
      </w:r>
    </w:p>
    <w:p w:rsidR="0017076F" w:rsidRPr="005644CC" w:rsidRDefault="0017076F" w:rsidP="008333A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sub_1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 Общие положения</w:t>
      </w:r>
    </w:p>
    <w:bookmarkEnd w:id="0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623B8F" w:rsidP="00623B8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101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bookmarkStart w:id="2" w:name="sub_102"/>
      <w:bookmarkEnd w:id="1"/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 предоставления муниципальной услуги «</w:t>
      </w:r>
      <w:r w:rsidR="008333A7"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(далее соответственно –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муниципальная услуга) устанавливает порядок и стандарт предоставления муниципальной услуги.</w:t>
      </w:r>
    </w:p>
    <w:p w:rsidR="0017076F" w:rsidRPr="005644CC" w:rsidRDefault="0017076F" w:rsidP="009C40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порядок взаимодействия между </w:t>
      </w:r>
      <w:r w:rsidR="009C404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заявителями предоставления муниципальной услуги с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должностными лицами, муниципальными служащими администрации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 </w:t>
      </w:r>
      <w:r w:rsidR="009C404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организациями, участвующими в предоставлении муниципальной услуги, а также порядок осуществления контроля за исполнением настоящего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досудебный (внесудебный) порядок обжалования решений и действий (бездействия) администрации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района, должностных лиц и муниципальных служащих администрации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района.</w:t>
      </w:r>
    </w:p>
    <w:p w:rsidR="0017076F" w:rsidRPr="008333A7" w:rsidRDefault="0017076F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333A7">
        <w:rPr>
          <w:rFonts w:ascii="Times New Roman" w:hAnsi="Times New Roman" w:cs="Times New Roman"/>
          <w:color w:val="000000" w:themeColor="text1"/>
          <w:sz w:val="28"/>
          <w:szCs w:val="28"/>
        </w:rPr>
        <w:t>.2. Заявителями на получение муницип</w:t>
      </w:r>
      <w:r w:rsidR="008333A7" w:rsidRPr="008333A7">
        <w:rPr>
          <w:rFonts w:ascii="Times New Roman" w:hAnsi="Times New Roman" w:cs="Times New Roman"/>
          <w:color w:val="000000" w:themeColor="text1"/>
          <w:sz w:val="28"/>
          <w:szCs w:val="28"/>
        </w:rPr>
        <w:t>альной услуги</w:t>
      </w:r>
      <w:r w:rsidR="008333A7" w:rsidRPr="008333A7">
        <w:rPr>
          <w:rFonts w:ascii="Times New Roman" w:hAnsi="Times New Roman" w:cs="Times New Roman"/>
          <w:sz w:val="28"/>
          <w:szCs w:val="28"/>
        </w:rPr>
        <w:t xml:space="preserve"> </w:t>
      </w:r>
      <w:r w:rsidR="008333A7" w:rsidRPr="008333A7">
        <w:rPr>
          <w:rFonts w:ascii="Times New Roman" w:hAnsi="Times New Roman" w:cs="Times New Roman"/>
          <w:color w:val="000000" w:themeColor="text1"/>
          <w:sz w:val="28"/>
          <w:szCs w:val="28"/>
        </w:rPr>
        <w:t>являются</w:t>
      </w:r>
      <w:r w:rsidR="008333A7" w:rsidRPr="008333A7">
        <w:rPr>
          <w:rFonts w:ascii="Times New Roman" w:hAnsi="Times New Roman" w:cs="Times New Roman"/>
          <w:sz w:val="28"/>
          <w:szCs w:val="28"/>
        </w:rPr>
        <w:t xml:space="preserve"> физические лица, получившие государственный сертификат на материнский капитал и осуществляющие работы по строительству (реконструкции) объекта индивидуального жилищного строительства на территории </w:t>
      </w:r>
      <w:r w:rsidR="007B65A5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  <w:r w:rsidR="008333A7" w:rsidRPr="008333A7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8333A7" w:rsidRPr="00833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заявитель</w:t>
      </w:r>
      <w:r w:rsidRPr="008333A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333A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2"/>
    <w:p w:rsidR="0017076F" w:rsidRPr="005644CC" w:rsidRDefault="0017076F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 имени заявителя в целях предоставления муниципального услуги может обратиться любое физическое или юридическое лицо, наделенное соответствующими полномочиями в установленном законом порядке.</w:t>
      </w:r>
    </w:p>
    <w:p w:rsidR="00902112" w:rsidRPr="00902112" w:rsidRDefault="00902112" w:rsidP="009021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3" w:name="sub_103"/>
      <w:bookmarkStart w:id="4" w:name="sub_104"/>
      <w:r w:rsidRPr="009021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1.3.Требования к порядку информирования о предоставлении муниципальной услуги</w:t>
      </w:r>
    </w:p>
    <w:p w:rsidR="00902112" w:rsidRPr="00902112" w:rsidRDefault="00902112" w:rsidP="009021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1031"/>
      <w:bookmarkEnd w:id="3"/>
      <w:r w:rsidRPr="00902112">
        <w:rPr>
          <w:rFonts w:ascii="Times New Roman" w:hAnsi="Times New Roman" w:cs="Times New Roman"/>
          <w:color w:val="000000" w:themeColor="text1"/>
          <w:sz w:val="28"/>
          <w:szCs w:val="28"/>
        </w:rPr>
        <w:t>1.3.1. Получение информации о порядке предоставления муниципальной услуги осуществляется:</w:t>
      </w:r>
    </w:p>
    <w:bookmarkEnd w:id="5"/>
    <w:p w:rsidR="00902112" w:rsidRPr="00902112" w:rsidRDefault="00902112" w:rsidP="009021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2112">
        <w:rPr>
          <w:rFonts w:ascii="Times New Roman" w:hAnsi="Times New Roman" w:cs="Times New Roman"/>
          <w:color w:val="000000" w:themeColor="text1"/>
          <w:sz w:val="28"/>
          <w:szCs w:val="28"/>
        </w:rPr>
        <w:t>- в администрации Вышестеблиевского сельского поселения Темрюкского района (далее - Администрация);</w:t>
      </w:r>
    </w:p>
    <w:p w:rsidR="00902112" w:rsidRPr="00902112" w:rsidRDefault="00902112" w:rsidP="009021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21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9021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муниципальном бюджетном учреждении муниципального образования Темрюкский район «Многофункциональный центр» (Далее - МБУ «МФЦ»);</w:t>
      </w:r>
    </w:p>
    <w:p w:rsidR="00902112" w:rsidRPr="00902112" w:rsidRDefault="00902112" w:rsidP="009021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2112">
        <w:rPr>
          <w:rFonts w:ascii="Times New Roman" w:hAnsi="Times New Roman" w:cs="Times New Roman"/>
          <w:color w:val="000000" w:themeColor="text1"/>
          <w:sz w:val="28"/>
          <w:szCs w:val="28"/>
        </w:rPr>
        <w:t>- в отделе имущественных и земельных отношений администрации Вышестеблиевского сельского поселения Темрюкского района;</w:t>
      </w:r>
    </w:p>
    <w:p w:rsidR="00902112" w:rsidRPr="00902112" w:rsidRDefault="00902112" w:rsidP="009021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21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 портале государственных и муниципальных услуг Краснодарского края: </w:t>
      </w:r>
      <w:hyperlink r:id="rId8" w:history="1">
        <w:r w:rsidRPr="00902112">
          <w:rPr>
            <w:rStyle w:val="ac"/>
            <w:rFonts w:ascii="Times New Roman" w:hAnsi="Times New Roman" w:cs="Times New Roman"/>
            <w:sz w:val="28"/>
            <w:szCs w:val="28"/>
          </w:rPr>
          <w:t>http://pgu.krasnodar.ru</w:t>
        </w:r>
      </w:hyperlink>
      <w:r w:rsidRPr="0090211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02112" w:rsidRPr="00902112" w:rsidRDefault="00902112" w:rsidP="009021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2112">
        <w:rPr>
          <w:rFonts w:ascii="Times New Roman" w:hAnsi="Times New Roman" w:cs="Times New Roman"/>
          <w:color w:val="000000" w:themeColor="text1"/>
          <w:sz w:val="28"/>
          <w:szCs w:val="28"/>
        </w:rPr>
        <w:t>- с использованием средств телефонной связи;</w:t>
      </w:r>
    </w:p>
    <w:p w:rsidR="00902112" w:rsidRPr="00902112" w:rsidRDefault="00902112" w:rsidP="009021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2112">
        <w:rPr>
          <w:rFonts w:ascii="Times New Roman" w:hAnsi="Times New Roman" w:cs="Times New Roman"/>
          <w:color w:val="000000" w:themeColor="text1"/>
          <w:sz w:val="28"/>
          <w:szCs w:val="28"/>
        </w:rPr>
        <w:t>- посредством письменных обращений;</w:t>
      </w:r>
    </w:p>
    <w:p w:rsidR="00902112" w:rsidRPr="00902112" w:rsidRDefault="00902112" w:rsidP="009021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2112">
        <w:rPr>
          <w:rFonts w:ascii="Times New Roman" w:hAnsi="Times New Roman" w:cs="Times New Roman"/>
          <w:color w:val="000000" w:themeColor="text1"/>
          <w:sz w:val="28"/>
          <w:szCs w:val="28"/>
        </w:rPr>
        <w:t>- на информационных стендах Администрации и МБУ «МФЦ».</w:t>
      </w:r>
    </w:p>
    <w:p w:rsidR="00902112" w:rsidRPr="00902112" w:rsidRDefault="00902112" w:rsidP="00902112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6" w:name="sub_105"/>
      <w:bookmarkEnd w:id="4"/>
      <w:r w:rsidRPr="0090211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Адреса местонахождения уполномоченных органов и график приема граждан по предоставлению муниципальной услуги</w:t>
      </w:r>
    </w:p>
    <w:p w:rsidR="00902112" w:rsidRPr="00902112" w:rsidRDefault="00902112" w:rsidP="009021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211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90211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Муниципальную услугу предоставляет администрация Вышестеблиевского сельского поселения Темрюкского района и осуществляется отделе имущественных и земельных отношений администрации Вышестеблиевского сельского поселения Темрюкского района (далее - Отдел), муниципальное бюджетное учреждением «Многофункциональный центр по предоставлению государственных и муниципальных услуг» муниципального образования Темрюкский  район (далее - МБУ «МФЦ»).</w:t>
      </w:r>
      <w:proofErr w:type="gramEnd"/>
    </w:p>
    <w:p w:rsidR="00902112" w:rsidRPr="00902112" w:rsidRDefault="00902112" w:rsidP="009021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2"/>
        <w:gridCol w:w="4238"/>
        <w:gridCol w:w="3106"/>
      </w:tblGrid>
      <w:tr w:rsidR="00902112" w:rsidRPr="00902112" w:rsidTr="00902112">
        <w:tc>
          <w:tcPr>
            <w:tcW w:w="2402" w:type="dxa"/>
            <w:shd w:val="clear" w:color="auto" w:fill="auto"/>
          </w:tcPr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сведений</w:t>
            </w:r>
          </w:p>
        </w:tc>
        <w:tc>
          <w:tcPr>
            <w:tcW w:w="4238" w:type="dxa"/>
            <w:shd w:val="clear" w:color="auto" w:fill="auto"/>
          </w:tcPr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Администрация Вышестеблиевского сельского поселения Темрюкского района</w:t>
            </w:r>
          </w:p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</w:tcPr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МБУ «МФЦ»</w:t>
            </w:r>
          </w:p>
        </w:tc>
      </w:tr>
      <w:tr w:rsidR="00902112" w:rsidRPr="00902112" w:rsidTr="00902112">
        <w:tc>
          <w:tcPr>
            <w:tcW w:w="2402" w:type="dxa"/>
            <w:shd w:val="clear" w:color="auto" w:fill="auto"/>
            <w:vAlign w:val="center"/>
          </w:tcPr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Юридический</w:t>
            </w:r>
          </w:p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</w:t>
            </w:r>
          </w:p>
        </w:tc>
        <w:tc>
          <w:tcPr>
            <w:tcW w:w="4238" w:type="dxa"/>
            <w:shd w:val="clear" w:color="auto" w:fill="auto"/>
            <w:vAlign w:val="center"/>
          </w:tcPr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353541, Краснодарский край, Темрюкский район, </w:t>
            </w:r>
            <w:proofErr w:type="spellStart"/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ст-ца</w:t>
            </w:r>
            <w:proofErr w:type="spellEnd"/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Вышестеблиевская, ул. Ленина, 94</w:t>
            </w:r>
          </w:p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  <w:vAlign w:val="center"/>
          </w:tcPr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353500, Краснодарский край, ул. Розы Люксембург,65/</w:t>
            </w:r>
          </w:p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ул. Гоголя, 90</w:t>
            </w:r>
          </w:p>
        </w:tc>
      </w:tr>
      <w:tr w:rsidR="00902112" w:rsidRPr="00902112" w:rsidTr="00902112">
        <w:tc>
          <w:tcPr>
            <w:tcW w:w="2402" w:type="dxa"/>
            <w:shd w:val="clear" w:color="auto" w:fill="auto"/>
            <w:vAlign w:val="center"/>
          </w:tcPr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Фактический адрес</w:t>
            </w:r>
          </w:p>
        </w:tc>
        <w:tc>
          <w:tcPr>
            <w:tcW w:w="4238" w:type="dxa"/>
            <w:shd w:val="clear" w:color="auto" w:fill="auto"/>
            <w:vAlign w:val="center"/>
          </w:tcPr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353541, Краснодарский край, Темрюкский район, </w:t>
            </w:r>
            <w:proofErr w:type="spellStart"/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ст-ца</w:t>
            </w:r>
            <w:proofErr w:type="spellEnd"/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Вышестеблиевская, ул. Ленина, 94</w:t>
            </w:r>
          </w:p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  <w:vAlign w:val="center"/>
          </w:tcPr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353500, Краснодарский край, ул. Розы Люксембург,65/</w:t>
            </w:r>
          </w:p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ул. Гоголя, 90</w:t>
            </w:r>
          </w:p>
        </w:tc>
      </w:tr>
      <w:tr w:rsidR="00902112" w:rsidRPr="00902112" w:rsidTr="00902112">
        <w:tc>
          <w:tcPr>
            <w:tcW w:w="2402" w:type="dxa"/>
            <w:shd w:val="clear" w:color="auto" w:fill="auto"/>
            <w:vAlign w:val="center"/>
          </w:tcPr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Телефон</w:t>
            </w:r>
          </w:p>
        </w:tc>
        <w:tc>
          <w:tcPr>
            <w:tcW w:w="4238" w:type="dxa"/>
            <w:shd w:val="clear" w:color="auto" w:fill="auto"/>
            <w:vAlign w:val="center"/>
          </w:tcPr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8(86148)35-5-26</w:t>
            </w:r>
          </w:p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8(86148)35-3-44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8(86148)5-44-25</w:t>
            </w:r>
          </w:p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8(86148)5-44-45</w:t>
            </w:r>
          </w:p>
        </w:tc>
      </w:tr>
      <w:tr w:rsidR="00902112" w:rsidRPr="00902112" w:rsidTr="00902112">
        <w:tc>
          <w:tcPr>
            <w:tcW w:w="2402" w:type="dxa"/>
            <w:shd w:val="clear" w:color="auto" w:fill="auto"/>
            <w:vAlign w:val="center"/>
          </w:tcPr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Официальный Интернет-сайт</w:t>
            </w:r>
          </w:p>
        </w:tc>
        <w:tc>
          <w:tcPr>
            <w:tcW w:w="4238" w:type="dxa"/>
            <w:shd w:val="clear" w:color="auto" w:fill="auto"/>
            <w:vAlign w:val="center"/>
          </w:tcPr>
          <w:p w:rsidR="00902112" w:rsidRPr="00902112" w:rsidRDefault="001577AF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hyperlink r:id="rId9" w:history="1">
              <w:r w:rsidR="00902112" w:rsidRPr="00902112">
                <w:rPr>
                  <w:rStyle w:val="ac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www</w:t>
              </w:r>
              <w:r w:rsidR="00902112" w:rsidRPr="00902112">
                <w:rPr>
                  <w:rStyle w:val="ac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proofErr w:type="spellStart"/>
              <w:r w:rsidR="00902112" w:rsidRPr="00902112">
                <w:rPr>
                  <w:rStyle w:val="ac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admvyshesteblievskay</w:t>
              </w:r>
              <w:proofErr w:type="spellEnd"/>
              <w:r w:rsidR="00902112" w:rsidRPr="00902112">
                <w:rPr>
                  <w:rStyle w:val="ac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proofErr w:type="spellStart"/>
              <w:r w:rsidR="00902112" w:rsidRPr="00902112">
                <w:rPr>
                  <w:rStyle w:val="ac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106" w:type="dxa"/>
            <w:shd w:val="clear" w:color="auto" w:fill="auto"/>
            <w:vAlign w:val="center"/>
          </w:tcPr>
          <w:p w:rsidR="00902112" w:rsidRPr="00902112" w:rsidRDefault="001577AF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0" w:history="1">
              <w:r w:rsidR="00902112" w:rsidRPr="00902112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http://mfc.temryuk.ru</w:t>
              </w:r>
            </w:hyperlink>
          </w:p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02112" w:rsidRPr="00902112" w:rsidTr="00902112">
        <w:tc>
          <w:tcPr>
            <w:tcW w:w="2402" w:type="dxa"/>
            <w:shd w:val="clear" w:color="auto" w:fill="auto"/>
            <w:vAlign w:val="center"/>
          </w:tcPr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Адрес электронной почты</w:t>
            </w:r>
          </w:p>
        </w:tc>
        <w:tc>
          <w:tcPr>
            <w:tcW w:w="4238" w:type="dxa"/>
            <w:shd w:val="clear" w:color="auto" w:fill="auto"/>
            <w:vAlign w:val="center"/>
          </w:tcPr>
          <w:p w:rsidR="00902112" w:rsidRPr="00902112" w:rsidRDefault="001577AF" w:rsidP="006C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11" w:history="1">
              <w:r w:rsidR="00902112" w:rsidRPr="00902112">
                <w:rPr>
                  <w:rStyle w:val="ac"/>
                  <w:rFonts w:ascii="Times New Roman" w:hAnsi="Times New Roman" w:cs="Times New Roman"/>
                  <w:sz w:val="28"/>
                  <w:szCs w:val="28"/>
                  <w:lang w:val="en-US"/>
                </w:rPr>
                <w:t>adm</w:t>
              </w:r>
              <w:r w:rsidR="00902112" w:rsidRPr="00902112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 xml:space="preserve">_ </w:t>
              </w:r>
              <w:r w:rsidR="00902112" w:rsidRPr="00902112">
                <w:rPr>
                  <w:rStyle w:val="ac"/>
                  <w:rFonts w:ascii="Times New Roman" w:hAnsi="Times New Roman" w:cs="Times New Roman"/>
                  <w:sz w:val="28"/>
                  <w:szCs w:val="28"/>
                  <w:lang w:val="en-US"/>
                </w:rPr>
                <w:t>histebl</w:t>
              </w:r>
              <w:r w:rsidR="00902112" w:rsidRPr="00902112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902112" w:rsidRPr="00902112">
                <w:rPr>
                  <w:rStyle w:val="ac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902112" w:rsidRPr="00902112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902112" w:rsidRPr="00902112">
                <w:rPr>
                  <w:rStyle w:val="ac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  <w:vAlign w:val="center"/>
          </w:tcPr>
          <w:p w:rsidR="00902112" w:rsidRPr="00902112" w:rsidRDefault="001577AF" w:rsidP="006C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hyperlink r:id="rId12" w:history="1">
              <w:r w:rsidR="00902112" w:rsidRPr="00902112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mfctemryuk@rambler.ru</w:t>
              </w:r>
            </w:hyperlink>
          </w:p>
          <w:p w:rsidR="00902112" w:rsidRPr="00902112" w:rsidRDefault="00902112" w:rsidP="00902112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902112" w:rsidRPr="00902112" w:rsidTr="006C79EC">
        <w:tc>
          <w:tcPr>
            <w:tcW w:w="2402" w:type="dxa"/>
            <w:shd w:val="clear" w:color="auto" w:fill="auto"/>
            <w:vAlign w:val="center"/>
          </w:tcPr>
          <w:p w:rsidR="00902112" w:rsidRPr="00902112" w:rsidRDefault="00902112" w:rsidP="006C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График приема заявителей</w:t>
            </w:r>
          </w:p>
        </w:tc>
        <w:tc>
          <w:tcPr>
            <w:tcW w:w="4238" w:type="dxa"/>
            <w:shd w:val="clear" w:color="auto" w:fill="auto"/>
            <w:vAlign w:val="center"/>
          </w:tcPr>
          <w:p w:rsidR="00902112" w:rsidRPr="00902112" w:rsidRDefault="00902112" w:rsidP="006C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Вторник с 9.00 до 16.00</w:t>
            </w:r>
          </w:p>
          <w:p w:rsidR="00902112" w:rsidRPr="00902112" w:rsidRDefault="00902112" w:rsidP="006C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Четверг с 9.00 до 16.00</w:t>
            </w:r>
          </w:p>
          <w:p w:rsidR="00902112" w:rsidRPr="00902112" w:rsidRDefault="00902112" w:rsidP="006C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Перерыв с 12.00 до 14.00</w:t>
            </w:r>
          </w:p>
          <w:p w:rsidR="00902112" w:rsidRPr="00902112" w:rsidRDefault="00902112" w:rsidP="006C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</w:t>
            </w:r>
          </w:p>
          <w:p w:rsidR="00902112" w:rsidRPr="00902112" w:rsidRDefault="00902112" w:rsidP="006C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суббота, воскресенье</w:t>
            </w:r>
          </w:p>
          <w:p w:rsidR="00902112" w:rsidRPr="00902112" w:rsidRDefault="00902112" w:rsidP="006C79EC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  <w:vAlign w:val="center"/>
          </w:tcPr>
          <w:p w:rsidR="00902112" w:rsidRPr="00902112" w:rsidRDefault="00902112" w:rsidP="006C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– пятница</w:t>
            </w:r>
          </w:p>
          <w:p w:rsidR="00902112" w:rsidRPr="00902112" w:rsidRDefault="00902112" w:rsidP="006C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8.00 до 20.00</w:t>
            </w:r>
          </w:p>
          <w:p w:rsidR="00902112" w:rsidRPr="00902112" w:rsidRDefault="00902112" w:rsidP="006C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(без перерыва),</w:t>
            </w:r>
          </w:p>
          <w:p w:rsidR="00902112" w:rsidRPr="00902112" w:rsidRDefault="00902112" w:rsidP="006C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21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 с 8.00 до 13.00(без перерыва),                     воскресенье - выходной</w:t>
            </w:r>
          </w:p>
        </w:tc>
      </w:tr>
    </w:tbl>
    <w:p w:rsidR="00186E90" w:rsidRPr="005644CC" w:rsidRDefault="0017076F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</w:t>
      </w:r>
      <w:bookmarkStart w:id="7" w:name="sub_106"/>
      <w:bookmarkEnd w:id="6"/>
      <w:r w:rsidR="00186E9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Индивидуальное устное информирование граждан осуществляется при обращении заинтересованных </w:t>
      </w:r>
      <w:r w:rsidR="000143A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лиц за информацией лично или по телефону.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Консультации предоставляются по следующим вопросам: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время приема и выдачи документов;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порядок и сроки предоставления муниципальной услуги;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обжалования решения или действия (бездействия),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принятых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осуществляемых в ходе предоставления муниципальной услуги. 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Консультирование заявителей по вопросам предоставления муниципальной услуги осуществляется бесплатно.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специалистов.</w:t>
      </w:r>
    </w:p>
    <w:p w:rsidR="00186E90" w:rsidRPr="005644CC" w:rsidRDefault="00186E90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Время ожидания граждан при индивидуальном устном информировании не может превышать 15  минут.</w:t>
      </w:r>
    </w:p>
    <w:p w:rsidR="00186E90" w:rsidRPr="005644CC" w:rsidRDefault="00186E90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Индивидуальное устное информирование каждого гражданина сотрудник осуществляет не более 15 минут.</w:t>
      </w:r>
    </w:p>
    <w:p w:rsidR="00186E90" w:rsidRPr="005644CC" w:rsidRDefault="00186E90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для подготовки ответа требуется продолжительное время, </w:t>
      </w:r>
      <w:r w:rsidR="00057CE6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осуществляющий устное информирование, может предложить гражданину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заинтересованному лицу для разъяснения, либо назначить другое удобное для гражданина время для устного информирования.</w:t>
      </w:r>
      <w:proofErr w:type="gramEnd"/>
    </w:p>
    <w:p w:rsidR="00186E90" w:rsidRPr="005644CC" w:rsidRDefault="00186E90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Звонки от граждан по вопросу информирования о порядке предоставления муниципальной услуги принимаются в соответствии с графиком работы отдела, МБУ «МФЦ». Разговор не должен продолжаться более 15 минут.</w:t>
      </w:r>
      <w:bookmarkStart w:id="8" w:name="sub_2110"/>
      <w:bookmarkEnd w:id="8"/>
    </w:p>
    <w:p w:rsidR="000143AA" w:rsidRPr="005644CC" w:rsidRDefault="000143AA" w:rsidP="000143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ответе на телефонные звонки специалист отдела, ответственный за информирование, должен назвать фамилию, имя, отчество, должность и наименование отдела. Во время разговора необходимо произносить слова четко, избегать "параллельных разговоров" с другими людьми. В конце консультирования специалист отдела, ответственный за информирование,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должен кратко подвести итоги и перечислить меры, которые необходимо принять.</w:t>
      </w:r>
    </w:p>
    <w:p w:rsidR="0017076F" w:rsidRPr="005644CC" w:rsidRDefault="0017076F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 Индивидуальное письменное информирование осуществляется в виде письменного ответа, в том числе в форме электронного документа, на обращение заинтересованного лица в порядке, установленном </w:t>
      </w:r>
      <w:hyperlink r:id="rId13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Федеральным законом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 мая 2006 года N 59-ФЗ "О порядке рассмотрения обращений граждан Российской Федерации".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sub_107"/>
      <w:bookmarkEnd w:id="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1.7.</w:t>
      </w:r>
      <w:bookmarkStart w:id="10" w:name="sub_108"/>
      <w:bookmarkEnd w:id="9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Публичное письменное информирование осуществляется путем публикации информационных материалов о порядке предоставления муниципальной услуги, а также настоящего административного регламента:</w:t>
      </w:r>
    </w:p>
    <w:bookmarkEnd w:id="10"/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 средствах массовой информации;</w:t>
      </w:r>
    </w:p>
    <w:p w:rsidR="0027017B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hyperlink r:id="rId14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официальном интернет-сайте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 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hyperlink r:id="rId15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Едином портале государственных и муниципальных услуг (функций)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Тексты информационных материалов печатаются удобным для чтения шрифтом (размер шрифта не менее N 14), без исправлений, наиболее важные положения выделяются другим шрифтом. В случае оформления информационных материалов в виде брошюр размер шрифта может быть уменьшен.</w:t>
      </w:r>
    </w:p>
    <w:p w:rsidR="0017076F" w:rsidRPr="005644CC" w:rsidRDefault="0017076F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1" w:name="sub_2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 Стандарт предоставления муниципальной услуги</w:t>
      </w:r>
    </w:p>
    <w:bookmarkEnd w:id="11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sub_20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2.1. Наименование муниципальной услуги.</w:t>
      </w:r>
    </w:p>
    <w:bookmarkEnd w:id="12"/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муниципальной услуги - "</w:t>
      </w:r>
      <w:r w:rsidR="00AA082B" w:rsidRPr="008333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".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20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17076F" w:rsidRPr="005644CC" w:rsidRDefault="00EF40E3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sub_203"/>
      <w:bookmarkEnd w:id="13"/>
      <w:r>
        <w:rPr>
          <w:rFonts w:ascii="Times New Roman" w:hAnsi="Times New Roman" w:cs="Times New Roman"/>
          <w:color w:val="000000" w:themeColor="text1"/>
          <w:sz w:val="28"/>
          <w:szCs w:val="28"/>
        </w:rPr>
        <w:t>2.2.1. М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ая услуга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предоставляется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ния Темрюкского района</w:t>
      </w:r>
      <w:r w:rsidR="00AA08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</w:t>
      </w:r>
      <w:proofErr w:type="gramStart"/>
      <w:r w:rsidR="00AA082B">
        <w:rPr>
          <w:rFonts w:ascii="Times New Roman" w:hAnsi="Times New Roman" w:cs="Times New Roman"/>
          <w:color w:val="000000" w:themeColor="text1"/>
          <w:sz w:val="28"/>
          <w:szCs w:val="28"/>
        </w:rPr>
        <w:t>е-</w:t>
      </w:r>
      <w:proofErr w:type="gramEnd"/>
      <w:r w:rsidR="00AA08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отделом </w:t>
      </w:r>
      <w:r w:rsidR="003749C9">
        <w:rPr>
          <w:rFonts w:ascii="Times New Roman" w:hAnsi="Times New Roman" w:cs="Times New Roman"/>
          <w:color w:val="000000" w:themeColor="text1"/>
          <w:sz w:val="28"/>
          <w:szCs w:val="28"/>
        </w:rPr>
        <w:t>имущественных и земельных отношений</w:t>
      </w:r>
      <w:r w:rsidR="00AA08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="00AA082B">
        <w:rPr>
          <w:rFonts w:ascii="Times New Roman" w:hAnsi="Times New Roman" w:cs="Times New Roman"/>
          <w:color w:val="000000" w:themeColor="text1"/>
          <w:sz w:val="28"/>
          <w:szCs w:val="28"/>
        </w:rPr>
        <w:t>далее-отдел</w:t>
      </w:r>
      <w:proofErr w:type="spellEnd"/>
      <w:r w:rsidR="00AA082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204"/>
      <w:bookmarkEnd w:id="14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2.2.2. Прием документов, необходимых для предоставления муниципальной услуги, и выдачу документов, являющихся результатом предоставления муниципальной услуги, осуществляет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либо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Default="0017076F" w:rsidP="00171B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sub_205"/>
      <w:bookmarkEnd w:id="1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2.2.3. При предоставлении муниципальной услуги осуществляется взаимодействие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A082B" w:rsidRPr="003600B5" w:rsidRDefault="00F5182C" w:rsidP="00AA08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0B5">
        <w:rPr>
          <w:rFonts w:ascii="Times New Roman" w:hAnsi="Times New Roman" w:cs="Times New Roman"/>
          <w:sz w:val="28"/>
          <w:szCs w:val="28"/>
        </w:rPr>
        <w:t>у</w:t>
      </w:r>
      <w:r w:rsidR="00AA082B" w:rsidRPr="003600B5">
        <w:rPr>
          <w:rFonts w:ascii="Times New Roman" w:hAnsi="Times New Roman" w:cs="Times New Roman"/>
          <w:sz w:val="28"/>
          <w:szCs w:val="28"/>
        </w:rPr>
        <w:t xml:space="preserve">правлением пенсионного фонда Российской Федерации </w:t>
      </w:r>
      <w:r w:rsidRPr="003600B5">
        <w:rPr>
          <w:rFonts w:ascii="Times New Roman" w:hAnsi="Times New Roman" w:cs="Times New Roman"/>
          <w:sz w:val="28"/>
          <w:szCs w:val="28"/>
        </w:rPr>
        <w:t>в Темрюкском районе</w:t>
      </w:r>
      <w:r w:rsidR="00AA082B" w:rsidRPr="003600B5">
        <w:rPr>
          <w:rFonts w:ascii="Times New Roman" w:hAnsi="Times New Roman" w:cs="Times New Roman"/>
          <w:sz w:val="28"/>
          <w:szCs w:val="28"/>
        </w:rPr>
        <w:t>;</w:t>
      </w:r>
    </w:p>
    <w:bookmarkEnd w:id="16"/>
    <w:p w:rsidR="0017076F" w:rsidRPr="003600B5" w:rsidRDefault="00F5182C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0B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7076F" w:rsidRPr="00360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нспекцией Федеральной налоговой службы </w:t>
      </w:r>
      <w:r w:rsidR="0027017B" w:rsidRPr="003600B5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Темрюкскому району</w:t>
      </w:r>
      <w:r w:rsidR="0017076F" w:rsidRPr="003600B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82C" w:rsidRPr="003600B5" w:rsidRDefault="0027017B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00B5">
        <w:rPr>
          <w:rFonts w:ascii="Times New Roman" w:hAnsi="Times New Roman" w:cs="Times New Roman"/>
          <w:color w:val="000000" w:themeColor="text1"/>
          <w:sz w:val="28"/>
          <w:szCs w:val="28"/>
        </w:rPr>
        <w:t>Темрюкским отделом управления Федеральной службы государственной регистрации кадастра и картографии  по Краснодарскому краю (далее – орган, осуществляющий государственную регистрацию прав</w:t>
      </w:r>
      <w:r w:rsidR="00AA082B" w:rsidRPr="003600B5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F5182C" w:rsidRPr="003600B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82C" w:rsidRPr="003600B5" w:rsidRDefault="00F5182C" w:rsidP="00F5182C">
      <w:pPr>
        <w:pStyle w:val="a9"/>
        <w:tabs>
          <w:tab w:val="left" w:pos="567"/>
        </w:tabs>
        <w:spacing w:before="0" w:beforeAutospacing="0" w:after="0"/>
        <w:jc w:val="both"/>
        <w:rPr>
          <w:sz w:val="28"/>
          <w:szCs w:val="28"/>
        </w:rPr>
      </w:pPr>
      <w:r w:rsidRPr="003600B5">
        <w:rPr>
          <w:sz w:val="28"/>
          <w:szCs w:val="28"/>
        </w:rPr>
        <w:lastRenderedPageBreak/>
        <w:t xml:space="preserve">         филиалом государственного унитарного предприятия Краснодарского края «</w:t>
      </w:r>
      <w:proofErr w:type="spellStart"/>
      <w:r w:rsidRPr="003600B5">
        <w:rPr>
          <w:sz w:val="28"/>
          <w:szCs w:val="28"/>
        </w:rPr>
        <w:t>Крайтехинвентаризация</w:t>
      </w:r>
      <w:proofErr w:type="spellEnd"/>
      <w:r w:rsidRPr="003600B5">
        <w:rPr>
          <w:sz w:val="28"/>
          <w:szCs w:val="28"/>
        </w:rPr>
        <w:t xml:space="preserve"> - Краевое БТИ» по Темрюкскому району;</w:t>
      </w:r>
    </w:p>
    <w:p w:rsidR="0017076F" w:rsidRPr="003600B5" w:rsidRDefault="00F5182C" w:rsidP="00F5182C">
      <w:pPr>
        <w:pStyle w:val="a9"/>
        <w:tabs>
          <w:tab w:val="left" w:pos="567"/>
        </w:tabs>
        <w:spacing w:before="0" w:beforeAutospacing="0" w:after="0"/>
        <w:jc w:val="both"/>
        <w:rPr>
          <w:color w:val="000000" w:themeColor="text1"/>
          <w:sz w:val="28"/>
          <w:szCs w:val="28"/>
        </w:rPr>
      </w:pPr>
      <w:r w:rsidRPr="003600B5">
        <w:rPr>
          <w:sz w:val="28"/>
          <w:szCs w:val="28"/>
        </w:rPr>
        <w:t xml:space="preserve">       филиалом Федерального государственного унитарного предприятия «</w:t>
      </w:r>
      <w:proofErr w:type="spellStart"/>
      <w:r w:rsidRPr="003600B5">
        <w:rPr>
          <w:sz w:val="28"/>
          <w:szCs w:val="28"/>
        </w:rPr>
        <w:t>Ростехинвентаризация</w:t>
      </w:r>
      <w:proofErr w:type="spellEnd"/>
      <w:r w:rsidRPr="003600B5">
        <w:rPr>
          <w:sz w:val="28"/>
          <w:szCs w:val="28"/>
        </w:rPr>
        <w:t xml:space="preserve"> - Федеральное БТИ» филиал по Краснодарскому краю Темрюкское отделение</w:t>
      </w:r>
      <w:r w:rsidR="00812DB0" w:rsidRPr="003600B5">
        <w:rPr>
          <w:color w:val="000000" w:themeColor="text1"/>
          <w:sz w:val="28"/>
          <w:szCs w:val="28"/>
        </w:rPr>
        <w:t>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sub_206"/>
      <w:r w:rsidRPr="00360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2.2.4. </w:t>
      </w:r>
      <w:proofErr w:type="gramStart"/>
      <w:r w:rsidR="00812DB0" w:rsidRPr="003600B5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360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вправе требовать от заявителя осуществления действий, в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услуг, утвержденный решением совета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="00812DB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sub_207"/>
      <w:bookmarkEnd w:id="1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2.3. Результат предоставления муниципальной услуги.</w:t>
      </w:r>
    </w:p>
    <w:bookmarkEnd w:id="18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предоставления муниципальной услуги является:</w:t>
      </w:r>
    </w:p>
    <w:p w:rsidR="00F5182C" w:rsidRDefault="00F5182C" w:rsidP="00F51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208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5182C">
        <w:rPr>
          <w:rFonts w:ascii="Times New Roman" w:hAnsi="Times New Roman" w:cs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 (далее - акт освидетельствования);</w:t>
      </w:r>
    </w:p>
    <w:p w:rsidR="00F5182C" w:rsidRPr="00F5182C" w:rsidRDefault="00F5182C" w:rsidP="00F518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182C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услуги.</w:t>
      </w:r>
    </w:p>
    <w:p w:rsidR="0017076F" w:rsidRPr="005644CC" w:rsidRDefault="0017076F" w:rsidP="00812D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2.4. Срок предоставления муниципальной услуги.</w:t>
      </w:r>
    </w:p>
    <w:p w:rsidR="00F5182C" w:rsidRPr="00F5182C" w:rsidRDefault="00F5182C" w:rsidP="00F518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209"/>
      <w:bookmarkEnd w:id="19"/>
      <w:r w:rsidRPr="00F5182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10 рабочих дней со дня поступления заявления и прилагаемых к нему документов.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2.5. Правовые основания для предоставления муниципальной услуги.</w:t>
      </w:r>
    </w:p>
    <w:bookmarkEnd w:id="20"/>
    <w:p w:rsidR="0017076F" w:rsidRPr="005644CC" w:rsidRDefault="0017076F" w:rsidP="00B83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муниципальной услуги осуществляется в соответствии с:</w:t>
      </w:r>
    </w:p>
    <w:bookmarkStart w:id="21" w:name="sub_210"/>
    <w:p w:rsidR="00353B69" w:rsidRPr="00353B69" w:rsidRDefault="001577AF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B69">
        <w:rPr>
          <w:rFonts w:ascii="Times New Roman" w:hAnsi="Times New Roman" w:cs="Times New Roman"/>
          <w:sz w:val="28"/>
          <w:szCs w:val="28"/>
        </w:rPr>
        <w:fldChar w:fldCharType="begin"/>
      </w:r>
      <w:r w:rsidR="00353B69" w:rsidRPr="00353B69">
        <w:rPr>
          <w:rFonts w:ascii="Times New Roman" w:hAnsi="Times New Roman" w:cs="Times New Roman"/>
          <w:sz w:val="28"/>
          <w:szCs w:val="28"/>
        </w:rPr>
        <w:instrText>HYPERLINK "garantF1://10003000.0"</w:instrText>
      </w:r>
      <w:r w:rsidRPr="00353B69">
        <w:rPr>
          <w:rFonts w:ascii="Times New Roman" w:hAnsi="Times New Roman" w:cs="Times New Roman"/>
          <w:sz w:val="28"/>
          <w:szCs w:val="28"/>
        </w:rPr>
        <w:fldChar w:fldCharType="separate"/>
      </w:r>
      <w:r w:rsidR="00353B69" w:rsidRPr="00353B69">
        <w:rPr>
          <w:rFonts w:ascii="Times New Roman" w:hAnsi="Times New Roman" w:cs="Times New Roman"/>
          <w:sz w:val="28"/>
          <w:szCs w:val="28"/>
        </w:rPr>
        <w:t>Конституцией</w:t>
      </w:r>
      <w:r w:rsidRPr="00353B69">
        <w:rPr>
          <w:rFonts w:ascii="Times New Roman" w:hAnsi="Times New Roman" w:cs="Times New Roman"/>
          <w:sz w:val="28"/>
          <w:szCs w:val="28"/>
        </w:rPr>
        <w:fldChar w:fldCharType="end"/>
      </w:r>
      <w:r w:rsidR="00353B69" w:rsidRPr="00353B69">
        <w:rPr>
          <w:rFonts w:ascii="Times New Roman" w:hAnsi="Times New Roman" w:cs="Times New Roman"/>
          <w:sz w:val="28"/>
          <w:szCs w:val="28"/>
        </w:rPr>
        <w:t xml:space="preserve"> Российской Федерации, текст опубликован в "Российской газете" от 25 декабря 1993 года N 237;</w:t>
      </w:r>
    </w:p>
    <w:p w:rsidR="00353B69" w:rsidRPr="00353B69" w:rsidRDefault="001577AF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Жилищным кодексом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N 188-ФЗ, текст опубликован в "Российской газете" от 12 января 2005 года N 1;</w:t>
      </w:r>
    </w:p>
    <w:p w:rsidR="00353B69" w:rsidRPr="00353B69" w:rsidRDefault="001577AF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от 6 октября 2003 года N 131-ФЗ "Об общих принципах организации местного самоуправления в Российской Федерации", текст опубликован в "Российской газете" от 8 октября 2003 года N 202;</w:t>
      </w:r>
    </w:p>
    <w:p w:rsidR="00353B69" w:rsidRPr="00353B69" w:rsidRDefault="001577AF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от 2 мая 2006 года N 59-ФЗ "О порядке рассмотрения обращений граждан Российской Федерации", текст опубликован в "Российской газете" от 5 мая 2006 года N 95;</w:t>
      </w:r>
    </w:p>
    <w:p w:rsidR="00353B69" w:rsidRPr="00353B69" w:rsidRDefault="001577AF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от 27 июля 2006 года N 149-ФЗ "Об информации, информационных технологиях и о защите информации", текст опубликован в "Российской газете" от 29 июля 2006 года N 165;</w:t>
      </w:r>
    </w:p>
    <w:p w:rsidR="00353B69" w:rsidRPr="00353B69" w:rsidRDefault="001577AF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от 27 июля 2006 года N 152-ФЗ "О персональных данных", текст опубликован в "Российской газете" от 29 июля 2006 года N 165;</w:t>
      </w:r>
    </w:p>
    <w:p w:rsidR="00353B69" w:rsidRPr="00353B69" w:rsidRDefault="001577AF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от 29 декабря 2006 года N 256-ФЗ "О дополнительных мерах государственной поддержки семей, имеющих детей", текст опубликован в "Российской газете" от 31 декабря 2006 года N 297;</w:t>
      </w:r>
    </w:p>
    <w:p w:rsidR="00353B69" w:rsidRPr="00353B69" w:rsidRDefault="001577AF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от 27 июля 2010 года N 210-ФЗ "Об организации предоставления государственных и муниципальных услуг", текст опубликован в "Российской газете" от 30 июля 2010 года N 168;</w:t>
      </w:r>
    </w:p>
    <w:p w:rsidR="00353B69" w:rsidRPr="00353B69" w:rsidRDefault="001577AF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12 декабря 2007 года N 862 "О Правилах направления средств (части средств) материнского (семейного) капитала на улучшение жилищных условий", текст опубликован в "Российской газете" от 19 декабря 2007 года N 284;</w:t>
      </w:r>
    </w:p>
    <w:p w:rsidR="00353B69" w:rsidRPr="00353B69" w:rsidRDefault="001577AF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proofErr w:type="gramStart"/>
        <w:r w:rsidR="00353B69" w:rsidRPr="00353B69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капитала, утвержденными </w:t>
      </w:r>
      <w:hyperlink r:id="rId25" w:history="1">
        <w:r w:rsidR="00353B69" w:rsidRPr="00353B6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августа 2011 года N 686, текст опубликован в "Российской газете" от 19 декабря 2007 года N 284;</w:t>
      </w:r>
      <w:proofErr w:type="gramEnd"/>
    </w:p>
    <w:p w:rsidR="00353B69" w:rsidRDefault="001577AF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proofErr w:type="gramStart"/>
        <w:r w:rsidR="00353B69" w:rsidRPr="00353B69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353B69" w:rsidRPr="00353B69">
        <w:rPr>
          <w:rFonts w:ascii="Times New Roman" w:hAnsi="Times New Roman" w:cs="Times New Roman"/>
          <w:sz w:val="28"/>
          <w:szCs w:val="28"/>
        </w:rPr>
        <w:t xml:space="preserve"> Министерства регионального развития Российской Федерации от 17 июня 2011 года N 286 "Об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площадь жилого помещения (жилых помещений) реконструируемого объекта</w:t>
      </w:r>
      <w:proofErr w:type="gramEnd"/>
      <w:r w:rsidR="00353B69" w:rsidRPr="00353B69">
        <w:rPr>
          <w:rFonts w:ascii="Times New Roman" w:hAnsi="Times New Roman" w:cs="Times New Roman"/>
          <w:sz w:val="28"/>
          <w:szCs w:val="28"/>
        </w:rPr>
        <w:t xml:space="preserve">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Федерации", текст опубликован в "Российской га</w:t>
      </w:r>
      <w:r w:rsidR="00F264C5">
        <w:rPr>
          <w:rFonts w:ascii="Times New Roman" w:hAnsi="Times New Roman" w:cs="Times New Roman"/>
          <w:sz w:val="28"/>
          <w:szCs w:val="28"/>
        </w:rPr>
        <w:t>зете" от 8 июня 2011 года N 122;</w:t>
      </w:r>
    </w:p>
    <w:p w:rsidR="0017076F" w:rsidRPr="005644CC" w:rsidRDefault="00B83164" w:rsidP="00B8316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2.6. Исчерпывающий перечень документов, необходимых для предоставления муниципальной услуги.</w:t>
      </w:r>
    </w:p>
    <w:p w:rsidR="0017076F" w:rsidRPr="005644CC" w:rsidRDefault="0017076F" w:rsidP="00B83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sub_211"/>
      <w:bookmarkEnd w:id="2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2.6.1. Для принятия решения о выдаче </w:t>
      </w:r>
      <w:r w:rsidR="00353B69" w:rsidRPr="00F5182C">
        <w:rPr>
          <w:rFonts w:ascii="Times New Roman" w:hAnsi="Times New Roman" w:cs="Times New Roman"/>
          <w:sz w:val="28"/>
          <w:szCs w:val="28"/>
        </w:rPr>
        <w:t>акт</w:t>
      </w:r>
      <w:r w:rsidR="00F264C5">
        <w:rPr>
          <w:rFonts w:ascii="Times New Roman" w:hAnsi="Times New Roman" w:cs="Times New Roman"/>
          <w:sz w:val="28"/>
          <w:szCs w:val="28"/>
        </w:rPr>
        <w:t>а</w:t>
      </w:r>
      <w:r w:rsidR="00353B69" w:rsidRPr="00F5182C">
        <w:rPr>
          <w:rFonts w:ascii="Times New Roman" w:hAnsi="Times New Roman" w:cs="Times New Roman"/>
          <w:sz w:val="28"/>
          <w:szCs w:val="28"/>
        </w:rPr>
        <w:t xml:space="preserve"> освидетельствования</w:t>
      </w:r>
      <w:r w:rsidR="00353B6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представить следующие документы:</w:t>
      </w:r>
    </w:p>
    <w:p w:rsidR="00353B69" w:rsidRPr="00353B69" w:rsidRDefault="00353B69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12"/>
      <w:bookmarkEnd w:id="22"/>
      <w:r w:rsidRPr="00353B69">
        <w:rPr>
          <w:rFonts w:ascii="Times New Roman" w:hAnsi="Times New Roman" w:cs="Times New Roman"/>
          <w:sz w:val="28"/>
          <w:szCs w:val="28"/>
        </w:rPr>
        <w:t xml:space="preserve">заявление о выдаче акта освидетельствования, которое оформляется по форме согласно </w:t>
      </w:r>
      <w:hyperlink w:anchor="sub_1200" w:history="1">
        <w:r w:rsidRPr="003600B5">
          <w:rPr>
            <w:rFonts w:ascii="Times New Roman" w:hAnsi="Times New Roman" w:cs="Times New Roman"/>
            <w:sz w:val="28"/>
            <w:szCs w:val="28"/>
          </w:rPr>
          <w:t>приложению N 2</w:t>
        </w:r>
      </w:hyperlink>
      <w:r w:rsidRPr="00353B6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(далее - заявление);</w:t>
      </w:r>
    </w:p>
    <w:p w:rsidR="00353B69" w:rsidRPr="00353B69" w:rsidRDefault="00353B69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B69">
        <w:rPr>
          <w:rFonts w:ascii="Times New Roman" w:hAnsi="Times New Roman" w:cs="Times New Roman"/>
          <w:sz w:val="28"/>
          <w:szCs w:val="28"/>
        </w:rPr>
        <w:t>документ, удостоверяющий личность, а в случае обращения доверенного лица - документ, удостоверяющий личность доверенного лица;</w:t>
      </w:r>
    </w:p>
    <w:p w:rsidR="00353B69" w:rsidRPr="00353B69" w:rsidRDefault="00353B69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B69">
        <w:rPr>
          <w:rFonts w:ascii="Times New Roman" w:hAnsi="Times New Roman" w:cs="Times New Roman"/>
          <w:sz w:val="28"/>
          <w:szCs w:val="28"/>
        </w:rPr>
        <w:t>в случае обращения доверенного лица - доверенность, оформленную в установленном действующим законодательством порядке, на предоставление права от имени заявителя подавать соответствующее заявление, получать необходимые документы и выполнять иные действия, связанные с получением муниципальной услуги;</w:t>
      </w:r>
    </w:p>
    <w:p w:rsidR="00353B69" w:rsidRPr="00353B69" w:rsidRDefault="00353B69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B69">
        <w:rPr>
          <w:rFonts w:ascii="Times New Roman" w:hAnsi="Times New Roman" w:cs="Times New Roman"/>
          <w:sz w:val="28"/>
          <w:szCs w:val="28"/>
        </w:rPr>
        <w:t>государственный сертификат на материнский (семейный) капитал.</w:t>
      </w:r>
    </w:p>
    <w:p w:rsidR="0017076F" w:rsidRPr="005644CC" w:rsidRDefault="0017076F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2.6.2. Заявитель вправе представить самостоятельно следующие документы:</w:t>
      </w:r>
    </w:p>
    <w:p w:rsidR="00353B69" w:rsidRPr="00353B69" w:rsidRDefault="00353B69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13"/>
      <w:bookmarkEnd w:id="23"/>
      <w:r w:rsidRPr="00353B69">
        <w:rPr>
          <w:rFonts w:ascii="Times New Roman" w:hAnsi="Times New Roman" w:cs="Times New Roman"/>
          <w:sz w:val="28"/>
          <w:szCs w:val="28"/>
        </w:rPr>
        <w:t xml:space="preserve">выписку из </w:t>
      </w:r>
      <w:hyperlink r:id="rId27" w:history="1">
        <w:r w:rsidRPr="00353B69">
          <w:rPr>
            <w:rFonts w:ascii="Times New Roman" w:hAnsi="Times New Roman" w:cs="Times New Roman"/>
            <w:sz w:val="28"/>
            <w:szCs w:val="28"/>
          </w:rPr>
          <w:t>Единого государственного реестра прав</w:t>
        </w:r>
      </w:hyperlink>
      <w:r w:rsidRPr="00353B69">
        <w:rPr>
          <w:rFonts w:ascii="Times New Roman" w:hAnsi="Times New Roman" w:cs="Times New Roman"/>
          <w:sz w:val="28"/>
          <w:szCs w:val="28"/>
        </w:rPr>
        <w:t xml:space="preserve"> на недвижимое имущество и сделок с ним о правах на испрашиваемый земельный участок либо документы, удостоверяющие права заявителя на земельный участок;</w:t>
      </w:r>
    </w:p>
    <w:p w:rsidR="00353B69" w:rsidRPr="00353B69" w:rsidRDefault="00353B69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B69">
        <w:rPr>
          <w:rFonts w:ascii="Times New Roman" w:hAnsi="Times New Roman" w:cs="Times New Roman"/>
          <w:sz w:val="28"/>
          <w:szCs w:val="28"/>
        </w:rPr>
        <w:lastRenderedPageBreak/>
        <w:t xml:space="preserve">выписку из </w:t>
      </w:r>
      <w:hyperlink r:id="rId28" w:history="1">
        <w:r w:rsidRPr="00353B69">
          <w:rPr>
            <w:rFonts w:ascii="Times New Roman" w:hAnsi="Times New Roman" w:cs="Times New Roman"/>
            <w:sz w:val="28"/>
            <w:szCs w:val="28"/>
          </w:rPr>
          <w:t>Единого государственного реестра прав</w:t>
        </w:r>
      </w:hyperlink>
      <w:r w:rsidRPr="00353B69">
        <w:rPr>
          <w:rFonts w:ascii="Times New Roman" w:hAnsi="Times New Roman" w:cs="Times New Roman"/>
          <w:sz w:val="28"/>
          <w:szCs w:val="28"/>
        </w:rPr>
        <w:t xml:space="preserve"> на недвижимое имущество и сделок с ним о правах на объект капитального строительства либо документы, удостоверяющие права заявителя на объект индивидуального жилищного строительства;</w:t>
      </w:r>
    </w:p>
    <w:p w:rsidR="00353B69" w:rsidRPr="00353B69" w:rsidRDefault="00353B69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B69">
        <w:rPr>
          <w:rFonts w:ascii="Times New Roman" w:hAnsi="Times New Roman" w:cs="Times New Roman"/>
          <w:sz w:val="28"/>
          <w:szCs w:val="28"/>
        </w:rPr>
        <w:t>документ, подтверждающий факт создания объекта индивидуального жилищного строительства (кадастровый паспорт здания, объекта незавершенного строительства или кадастровая выписка об объекте недвижимости);</w:t>
      </w:r>
    </w:p>
    <w:p w:rsidR="00353B69" w:rsidRPr="00353B69" w:rsidRDefault="00353B69" w:rsidP="00353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B69">
        <w:rPr>
          <w:rFonts w:ascii="Times New Roman" w:hAnsi="Times New Roman" w:cs="Times New Roman"/>
          <w:sz w:val="28"/>
          <w:szCs w:val="28"/>
        </w:rPr>
        <w:t>разрешение на строительство (реконструкцию) объекта индивидуального жилищного строительства.</w:t>
      </w:r>
    </w:p>
    <w:p w:rsidR="0017076F" w:rsidRDefault="0017076F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2.6.3. Документы, указанные в </w:t>
      </w:r>
      <w:hyperlink w:anchor="sub_211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подпунктах 2.6.1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212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2.6.2 пункта 2.6 раздела 2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представляются вместе с копиями. После сверки подлинные документы возвращаются заявителю.</w:t>
      </w:r>
    </w:p>
    <w:p w:rsidR="005B0F4A" w:rsidRPr="005644CC" w:rsidRDefault="005B0F4A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F4A">
        <w:rPr>
          <w:rFonts w:ascii="Times New Roman" w:hAnsi="Times New Roman" w:cs="Times New Roman"/>
          <w:sz w:val="28"/>
          <w:szCs w:val="28"/>
        </w:rPr>
        <w:t>В случае невозможности представления подлинников документов представляются нотариально заверенные копии.</w:t>
      </w:r>
    </w:p>
    <w:bookmarkEnd w:id="24"/>
    <w:p w:rsidR="0017076F" w:rsidRDefault="005B0F4A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2.6.4.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перечисленные </w:t>
      </w:r>
      <w:hyperlink w:anchor="sub_212" w:history="1">
        <w:r w:rsidR="0017076F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ами 2.6.1, 2.6.2</w:t>
        </w:r>
        <w:r w:rsidR="0017076F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2.6 раздела 2</w:t>
        </w:r>
      </w:hyperlink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могут быть получены в порядке межведомственного информационного взаимодействия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государственных органов и организацией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B0F4A" w:rsidRPr="005B0F4A" w:rsidRDefault="005B0F4A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0F4A">
        <w:rPr>
          <w:rFonts w:ascii="Times New Roman" w:hAnsi="Times New Roman" w:cs="Times New Roman"/>
          <w:sz w:val="28"/>
          <w:szCs w:val="28"/>
        </w:rPr>
        <w:t xml:space="preserve">2.6.5. Документы, предусмотренные </w:t>
      </w:r>
      <w:hyperlink w:anchor="sub_211" w:history="1">
        <w:r w:rsidRPr="005B0F4A">
          <w:rPr>
            <w:rFonts w:ascii="Times New Roman" w:hAnsi="Times New Roman" w:cs="Times New Roman"/>
            <w:sz w:val="28"/>
            <w:szCs w:val="28"/>
          </w:rPr>
          <w:t>подпунктами 2.6.1</w:t>
        </w:r>
      </w:hyperlink>
      <w:r w:rsidRPr="005B0F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212" w:history="1">
        <w:r w:rsidRPr="005B0F4A">
          <w:rPr>
            <w:rFonts w:ascii="Times New Roman" w:hAnsi="Times New Roman" w:cs="Times New Roman"/>
            <w:sz w:val="28"/>
            <w:szCs w:val="28"/>
          </w:rPr>
          <w:t>2.6.2 пункта 2.6 раздела 2</w:t>
        </w:r>
      </w:hyperlink>
      <w:r w:rsidRPr="005B0F4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представлены в электронном виде.</w:t>
      </w:r>
    </w:p>
    <w:p w:rsidR="005B0F4A" w:rsidRPr="005B0F4A" w:rsidRDefault="005B0F4A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F4A">
        <w:rPr>
          <w:rFonts w:ascii="Times New Roman" w:hAnsi="Times New Roman" w:cs="Times New Roman"/>
          <w:sz w:val="28"/>
          <w:szCs w:val="28"/>
        </w:rPr>
        <w:t>2.6.6. Услуги, необходимые и обязательные для предоставления муниципальной услуги, отсутствуют.</w:t>
      </w:r>
    </w:p>
    <w:p w:rsidR="005B0F4A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5" w:name="sub_21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2.6.</w:t>
      </w:r>
      <w:r w:rsidR="005B0F4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вправе требовать от заявителя:</w:t>
      </w:r>
      <w:bookmarkEnd w:id="25"/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 документов и информации, которые находятся в распоряжении государственных органов, иных органов местного самоуправления в соответствии с действующим законодательством;</w:t>
      </w:r>
    </w:p>
    <w:p w:rsidR="0017076F" w:rsidRPr="005644CC" w:rsidRDefault="0017076F" w:rsidP="005B0F4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 документов и информации, подтверждающих внесение заявителем платы за предоставление государственных и муниципальных услуг.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6" w:name="sub_21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bookmarkEnd w:id="26"/>
    <w:p w:rsidR="0017076F" w:rsidRPr="005644CC" w:rsidRDefault="0017076F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Основаниями для отказа в приеме документов могут служить:</w:t>
      </w:r>
    </w:p>
    <w:p w:rsidR="0017076F" w:rsidRPr="005644CC" w:rsidRDefault="0017076F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17076F" w:rsidRPr="005644CC" w:rsidRDefault="0017076F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необходимые для предоставления муниципальной услуги, не отвечают требованиям, указанным в </w:t>
      </w:r>
      <w:hyperlink w:anchor="sub_210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2.6 раздела 2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регламента;</w:t>
      </w:r>
    </w:p>
    <w:p w:rsidR="0017076F" w:rsidRPr="005644CC" w:rsidRDefault="0017076F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представление заявителем документов, оформленных не в соответствии с установленным порядком (наличие исправлений, серьезных повреждений, не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позволяющих однозначно истолковать их содержание, отсутствие в заявлении обратного адреса, подписи заявителя).</w:t>
      </w:r>
    </w:p>
    <w:p w:rsidR="0017076F" w:rsidRPr="005644CC" w:rsidRDefault="0017076F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 не может быть отказано в приёме дополнительных документов при наличии пожелания их сдачи.</w:t>
      </w:r>
    </w:p>
    <w:p w:rsidR="0017076F" w:rsidRPr="005644CC" w:rsidRDefault="0017076F" w:rsidP="005B0F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 наличии оснований для отказа в приеме документов заявителя устно и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нформирует специалист при приеме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sub_21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2.8. Исчерпывающий перечень оснований для отказа в предоставлении муниципальной услуги.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8" w:name="sub_218"/>
      <w:bookmarkEnd w:id="2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2.8.1. Основания для отказа заявителю в предоставлении муниципальной услуги:</w:t>
      </w:r>
    </w:p>
    <w:p w:rsidR="00A37559" w:rsidRPr="00A37559" w:rsidRDefault="00A37559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219"/>
      <w:bookmarkEnd w:id="28"/>
      <w:r w:rsidRPr="00A37559">
        <w:rPr>
          <w:rFonts w:ascii="Times New Roman" w:hAnsi="Times New Roman" w:cs="Times New Roman"/>
          <w:sz w:val="28"/>
          <w:szCs w:val="28"/>
        </w:rPr>
        <w:t xml:space="preserve">представление документов с нарушением требований, установленных </w:t>
      </w:r>
      <w:hyperlink w:anchor="sub_210" w:history="1">
        <w:r w:rsidRPr="00A37559">
          <w:rPr>
            <w:rFonts w:ascii="Times New Roman" w:hAnsi="Times New Roman" w:cs="Times New Roman"/>
            <w:sz w:val="28"/>
            <w:szCs w:val="28"/>
          </w:rPr>
          <w:t>пунктом 2.6 раздела 2</w:t>
        </w:r>
      </w:hyperlink>
      <w:r w:rsidRPr="00A3755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(или) требований, установленных федеральным законодательством;</w:t>
      </w:r>
    </w:p>
    <w:p w:rsidR="00A37559" w:rsidRPr="00A37559" w:rsidRDefault="00A37559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559">
        <w:rPr>
          <w:rFonts w:ascii="Times New Roman" w:hAnsi="Times New Roman" w:cs="Times New Roman"/>
          <w:sz w:val="28"/>
          <w:szCs w:val="28"/>
        </w:rPr>
        <w:t>выявление в представленных документах недостоверной или искаженной информации;</w:t>
      </w:r>
    </w:p>
    <w:p w:rsidR="00A37559" w:rsidRPr="00A37559" w:rsidRDefault="00A37559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55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3755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37559">
        <w:rPr>
          <w:rFonts w:ascii="Times New Roman" w:hAnsi="Times New Roman" w:cs="Times New Roman"/>
          <w:sz w:val="28"/>
          <w:szCs w:val="28"/>
        </w:rPr>
        <w:t xml:space="preserve"> если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A37559" w:rsidRPr="00A37559" w:rsidRDefault="00A37559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55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3755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37559">
        <w:rPr>
          <w:rFonts w:ascii="Times New Roman" w:hAnsi="Times New Roman" w:cs="Times New Roman"/>
          <w:sz w:val="28"/>
          <w:szCs w:val="28"/>
        </w:rPr>
        <w:t xml:space="preserve"> если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увеличивается,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A37559" w:rsidRPr="00A37559" w:rsidRDefault="00A37559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559">
        <w:rPr>
          <w:rFonts w:ascii="Times New Roman" w:hAnsi="Times New Roman" w:cs="Times New Roman"/>
          <w:sz w:val="28"/>
          <w:szCs w:val="28"/>
        </w:rPr>
        <w:t>поступление сведений (решений) уполномоченных органов о наложении ареста на объект недвижимого имущества или запрета совершать определенные действия с объектом недвижимого имущества - до снятия ареста или запрета в порядке, установленном законодательством;</w:t>
      </w:r>
    </w:p>
    <w:p w:rsidR="00A37559" w:rsidRPr="00A37559" w:rsidRDefault="00A37559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559">
        <w:rPr>
          <w:rFonts w:ascii="Times New Roman" w:hAnsi="Times New Roman" w:cs="Times New Roman"/>
          <w:sz w:val="28"/>
          <w:szCs w:val="28"/>
        </w:rPr>
        <w:t>поступление определения или решения суда о наложении ареста (запрета) на совершение действий - на срок, установленный судом.</w:t>
      </w:r>
    </w:p>
    <w:p w:rsidR="00A37559" w:rsidRPr="00A37559" w:rsidRDefault="00A37559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559">
        <w:rPr>
          <w:rFonts w:ascii="Times New Roman" w:hAnsi="Times New Roman" w:cs="Times New Roman"/>
          <w:sz w:val="28"/>
          <w:szCs w:val="28"/>
        </w:rPr>
        <w:t>Лицо, получившее государственный сертификат на материнский (семейный) капитал, либо его представитель вправе повторно подать заявление о выдаче акта освидетельствования после устранения обстоятельств, явившихся причиной отказа в выдаче акта освидетельствования.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2.8.2. Основанием для приостановления (прекращения) предоставления муниципальной услуги является подача соответствующего заявления (</w:t>
      </w:r>
      <w:hyperlink w:anchor="sub_1300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приложение N 3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17076F" w:rsidRPr="005644CC" w:rsidRDefault="0017076F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0" w:name="sub_220"/>
      <w:bookmarkEnd w:id="29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2.9. Размер платы, взимаемой с заявителя при предоставлении муниципальной услуги, и способы ее взимания.</w:t>
      </w:r>
    </w:p>
    <w:bookmarkEnd w:id="30"/>
    <w:p w:rsidR="0017076F" w:rsidRPr="005644CC" w:rsidRDefault="0017076F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услуга предоставляется бесплатно.</w:t>
      </w:r>
    </w:p>
    <w:p w:rsidR="0017076F" w:rsidRPr="005644CC" w:rsidRDefault="0017076F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1" w:name="sub_22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2.10. Максимальный срок ожидания в очереди при подаче заявления и при получении результата предоставления муниципальной услуги.</w:t>
      </w:r>
    </w:p>
    <w:p w:rsidR="0017076F" w:rsidRPr="005644CC" w:rsidRDefault="0017076F" w:rsidP="00A3755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2" w:name="sub_222"/>
      <w:bookmarkEnd w:id="3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2.10.1. Максимальный срок ожидания в очереди при подаче 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 в администрацию либо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составляет не более 15 минут.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3" w:name="sub_223"/>
      <w:bookmarkEnd w:id="3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2.10.2. Максимальный срок ожидания в очереди при получении результата предоставления муниципальной услуги составляет не более 15 минут.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4" w:name="sub_224"/>
      <w:bookmarkEnd w:id="33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2.11. Срок регистрации запроса о предоставлении муниципальной услуги.</w:t>
      </w:r>
    </w:p>
    <w:bookmarkEnd w:id="34"/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Регистрация заявления осуществляется в течение одного дня со дня поступления заявления и прилагаемых к нему д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окументов в администрацию либо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5" w:name="sub_22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 Требования к помещениям, в которых предоставляется муниципальная услуга.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6" w:name="sub_226"/>
      <w:bookmarkEnd w:id="3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2.12.1. Помещения, предназначенные для предоставления муниципальной услуги, должны соответствовать санитарно-эпидемиологическим правилам и нормам.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7" w:name="sub_227"/>
      <w:bookmarkEnd w:id="3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2.12.2. Места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bookmarkEnd w:id="37"/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регламент, а также нормативные правовые акты, регулирующие отношения, возникающие в связи с предоставлением муниципальной услуги, предъявляются по требованию заявителя.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8" w:name="sub_22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2.12.3. Места ожидания и приема заявителей оборудуются системой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9" w:name="sub_229"/>
      <w:bookmarkEnd w:id="3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2.12.4. Места ожидания и места приема заявителей должны соответствовать комфортным условиям, быть оборудованы стульями, столами для возможности оформления документов, обеспечены канцелярскими принадлежностями.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0" w:name="sub_230"/>
      <w:bookmarkEnd w:id="39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2.12.5. 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Вход в помещение администрации и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оборудуется вывеской, содержащей информацию о наименовании учреждения.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1" w:name="sub_231"/>
      <w:bookmarkEnd w:id="40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2.13. Показатели доступности и качества муниципальной услуги.</w:t>
      </w:r>
    </w:p>
    <w:bookmarkEnd w:id="41"/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Показателями доступности и качества муниципальной услуги являются: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взаимодействий заявителя с должностными лицами 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 предоставлении муниципальной услуги и их продолжительность;</w:t>
      </w:r>
    </w:p>
    <w:p w:rsidR="0017076F" w:rsidRPr="005644CC" w:rsidRDefault="0017076F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подачи заявления о предоставлении муниципальной услуги и выдачи заявителям документов по результатам предоста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вления муниципальной услуги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"МФЦ";</w:t>
      </w:r>
    </w:p>
    <w:p w:rsidR="0017076F" w:rsidRPr="005644CC" w:rsidRDefault="0017076F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17076F" w:rsidRPr="005644CC" w:rsidRDefault="0017076F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должностных лиц, ответственных за предоставление муниципальной услуги;</w:t>
      </w:r>
    </w:p>
    <w:p w:rsidR="0017076F" w:rsidRPr="005644CC" w:rsidRDefault="0017076F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и соблюдение требований к помещениям, в которых предоставляется услуга;</w:t>
      </w:r>
    </w:p>
    <w:p w:rsidR="0017076F" w:rsidRPr="005644CC" w:rsidRDefault="0017076F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установление и соблюдение срока предоставления муниципальной услуги, в том числе срока ожидания в очереди при подаче заявления и при получении результата предоставления муниципальной услуги;</w:t>
      </w:r>
    </w:p>
    <w:p w:rsidR="0017076F" w:rsidRPr="005644CC" w:rsidRDefault="0017076F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заявлений, принятых с использованием информационно-телекоммуникационной сети общего пользования, в том числе посредством </w:t>
      </w:r>
      <w:hyperlink r:id="rId29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Единого портала государственных и муниципальных услуг (функций)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076F" w:rsidRPr="005644CC" w:rsidRDefault="0017076F" w:rsidP="00A3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42" w:name="sub_3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bookmarkEnd w:id="42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3" w:name="sub_30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3.1. Последовательность административных процедур при предоставлении муниципальной услуги.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4" w:name="sub_302"/>
      <w:bookmarkEnd w:id="43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bookmarkEnd w:id="44"/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прием и регистрация заявления о предоставлении муниципальной услуги;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проверка представленных документов и принятие решения о возможности предоставления муниципальной услуги;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выдача (направление) результата предоставления муниципальной услуги.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5" w:name="sub_303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3.1.2. Блок-схема последовательности административных процедур при предоставлении муниципальной услуги представлена в </w:t>
      </w:r>
      <w:hyperlink w:anchor="sub_1400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приложении N 4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административному регламенту.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6" w:name="sub_304"/>
      <w:bookmarkEnd w:id="4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3.2. Требования, учитывающие особенности предоставления муниципальной услуги в электронной форме и особенности предоста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вления муниципальной услуги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7" w:name="sub_305"/>
      <w:bookmarkEnd w:id="4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3.2.1. При предоставлении муниципальной услуги в электронной форме осуществляется:</w:t>
      </w:r>
    </w:p>
    <w:bookmarkEnd w:id="47"/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доступа заявителей к сведениям о предоставляемой муниципальной услуге на официальных сайтах </w:t>
      </w:r>
      <w:hyperlink r:id="rId30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администрации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31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МКУ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"МФЦ", а также с использованием Единого портала государственных и муниципальных услуг (функций) </w:t>
      </w:r>
      <w:hyperlink r:id="rId32" w:history="1">
        <w:proofErr w:type="spellStart"/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gosuslugi.ru</w:t>
        </w:r>
        <w:proofErr w:type="spellEnd"/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Регионального портала государственных и муниципальных услуг Краснодарского края </w:t>
      </w:r>
      <w:hyperlink r:id="rId33" w:history="1">
        <w:proofErr w:type="spellStart"/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pgu.krasnodar.ru</w:t>
        </w:r>
        <w:proofErr w:type="spellEnd"/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возможности получения и копирования заявителями форм заявлений и иных документов, необходимых для получения муниципальной услуги;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возможности подачи заявления и иных документов, необходимых для предоставления муниципальной услуги, прием таких документов с использованием Единого портала государственных и муниципальных услуг (функций) </w:t>
      </w:r>
      <w:hyperlink r:id="rId34" w:history="1">
        <w:proofErr w:type="spellStart"/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gosuslugi.ru</w:t>
        </w:r>
        <w:proofErr w:type="spellEnd"/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Регионального портала государственных и муниципальных услуг Краснодарского края </w:t>
      </w:r>
      <w:hyperlink r:id="rId35" w:history="1">
        <w:proofErr w:type="spellStart"/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pgu.krasnodar.ru</w:t>
        </w:r>
        <w:proofErr w:type="spellEnd"/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возможности получения заявителем сведений о ходе предоставления муниципальной услуги.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8" w:name="sub_30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3.2.2. При предста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влении муниципальной услуги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осуществляется:</w:t>
      </w:r>
    </w:p>
    <w:bookmarkEnd w:id="48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представление в установленном порядке информации заявителям и обеспечение доступа заявителей к сведениям о муниципальной услуге. В сект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оре информирования специалист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осуществляет организационную и консультативную помощь гражданам, обратившимся для предоставления муниципальной услуги;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возможности получения и копирования заявителями форм заявлений и иных документов, необходимых для предоставления муниципальной услуги;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прием документов от заявителей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специалистами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в день обращения заявителя в порядке очереди или по предварительной записи заявителя (на определенное время и дату). Сектор приема граждан оборудован световым информационным табло (видеоэкраном), на котором размещается информация об электронной очереди. Электронная система управления очередью функционирует в течение всего времени приема граждан и исключает возможность ее произвол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ьного отключения сотрудниками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 обслуживании заявителей из льготных категорий граждан (ветеранов Великой Отечественной войны, инвалидов I и II групп) с помощью электронной системы управления очередью предусматривается принцип их приоритетности по отношению к другим заявителям, заключающийся в возможности получить консультацию, сдать документы на получение муниципальной услуги и получить подготовленные документы вне очереди;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взаимодействие 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с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при предоставлении муниципальной услуги;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заявителем результата предоставления муниципальной услуги.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9" w:name="sub_30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3.3. Прием и регистрация заявления о предоставлении муниципальной услуги.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0" w:name="sub_308"/>
      <w:bookmarkEnd w:id="49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3.3.1. Основанием для начала выполнения административной процедуры по приему и регистрации заявления о предоставлении муниципальной услуги является поступление в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администрацию или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заявления о предоставлении муниципальной услуги и прилагаемых к нему документов.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1" w:name="sub_309"/>
      <w:bookmarkEnd w:id="50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3.3.2. Специалист, осуществляющий прием документов:</w:t>
      </w:r>
    </w:p>
    <w:bookmarkEnd w:id="51"/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а)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б) проверяет наличие всех необходимых документов исходя из соответствующего перечня документов, необходимых для оказания муниципальной услуги;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в) проверяет соответствие представленных документов установленным требованиям, удостоверяясь в том, что: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тексты документов написаны разборчиво;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фамилии, имена и отчества физических лиц, адреса их места жительства написаны полностью;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 документах нет подчисток, приписок, зачеркнутых слов и иных исправлений;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 не исполнены карандашом;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г) сличает представленные экземпляры оригиналов и копий документов;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) при установлении фактов отсутствия необходимых документов, несоответствия представленных документов требованиям настоящего административного регламента специалист, осуществляющий прием документов, уведомляет заявителя о наличии препятствий для оказания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о предоставлении муниципальной услуги с прилагаемыми к не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му документами, поступившее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регистрируется специалистом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"МФЦ" и передается в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администрацию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 просьбе заявителя на втором экземпляре заявления (регистрационной карточке) или его копии делается отметка с указанием даты приема заявления, фамилии, имени, отчества, должности и подписи специалиста, принявшего заявление.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2" w:name="sub_310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3.3.3. Заявитель, представивший документы для получения муниципальной услуги, в обязательном порядке информируется специалистом:</w:t>
      </w:r>
    </w:p>
    <w:bookmarkEnd w:id="52"/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 сроке завершения предоставления муниципальной услуги и порядке получения документов, являющихся результатом предоставления муниципальной услуги;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 возможности отказа в предоставлении муниципальной услуги.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передает заявление начальнику (заместителю начальника) управления для рассмотрения и наложения резолюции.</w:t>
      </w:r>
    </w:p>
    <w:p w:rsidR="0017076F" w:rsidRPr="005644CC" w:rsidRDefault="0017076F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3" w:name="sub_31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3.3.4. Заявление о предоставлении муниципальной услуги с прилагаемыми к нему документами, поступившее в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администрацию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течение одного рабочего дня со дня поступления регистрируется должностным лицом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ответственным за делопроизводство в журнале регистрации заявлений и передается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главе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рассмотрения и наложения резолюции.</w:t>
      </w:r>
    </w:p>
    <w:p w:rsidR="0017076F" w:rsidRPr="005644CC" w:rsidRDefault="0017076F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4" w:name="sub_312"/>
      <w:bookmarkEnd w:id="53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3.3.5.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8C7D6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Темрюкского района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одного рабочего дня со дня поступления к нему заявления о предоставлении муниципальной услуги с прилагаемыми к нему документами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рассматривает их, накладывает резолюцию и передает должностному лицу, ответственному за делопроизводство.</w:t>
      </w:r>
    </w:p>
    <w:p w:rsidR="0017076F" w:rsidRPr="005644CC" w:rsidRDefault="0017076F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5" w:name="sub_313"/>
      <w:bookmarkEnd w:id="54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3.3.6. Должностное лицо, ответственное за делопроизводство, в день поступления к нему от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Темрюкского района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о предоставлении муниципальной услуги с прилагаемыми к нему документами, передает их для рассмотрения </w:t>
      </w:r>
      <w:r w:rsidR="00367A6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 отдел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076F" w:rsidRPr="005644CC" w:rsidRDefault="0017076F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6" w:name="sub_314"/>
      <w:bookmarkEnd w:id="5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3.3.7. Срок выполнения данной административной процедуры составляет 2 дня со дня поступления заявления о предоставлении муниципальной услуги и прилагаемых к нему документов.</w:t>
      </w:r>
    </w:p>
    <w:p w:rsidR="00367A60" w:rsidRPr="005644CC" w:rsidRDefault="0017076F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7" w:name="sub_315"/>
      <w:bookmarkEnd w:id="5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3.3.8. Результатом выполнения административной процедуры является передача заявления о предоставлении муниципальной услуги и прилагаемых к нему документов </w:t>
      </w:r>
      <w:r w:rsidR="00367A6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7A6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отдел.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58" w:name="sub_316"/>
      <w:bookmarkEnd w:id="57"/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3.4. Проверка представленных документов и принятие решения о возможности предоставления муниципальной услуги.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9" w:name="sub_317"/>
      <w:bookmarkEnd w:id="5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3.4.1. Основанием для начала выполнения административной процедуры по проверке представленных документов и принятию решения о возможности предоставления муниципальной услуги является получение </w:t>
      </w:r>
      <w:r w:rsidR="00367A6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начальником отдела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и прилагаемых к нему документов.</w:t>
      </w:r>
    </w:p>
    <w:p w:rsidR="00B6634F" w:rsidRPr="005644CC" w:rsidRDefault="00367A60" w:rsidP="00B663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3.4.2. </w:t>
      </w:r>
      <w:r w:rsidR="00B6634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отдела </w:t>
      </w:r>
      <w:proofErr w:type="gramStart"/>
      <w:r w:rsidR="00B6634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одного рабочего дня со дня поступления к нему заявления о предоставлении муниципальной услуги с прилагаемыми к нему документами</w:t>
      </w:r>
      <w:proofErr w:type="gramEnd"/>
      <w:r w:rsidR="00B6634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рассматривает их, накладывает резолюцию и передает должностному лицу отдела</w:t>
      </w:r>
      <w:r w:rsidR="00B66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634F" w:rsidRPr="00B6634F">
        <w:rPr>
          <w:rFonts w:ascii="Times New Roman" w:hAnsi="Times New Roman" w:cs="Times New Roman"/>
          <w:sz w:val="28"/>
          <w:szCs w:val="28"/>
        </w:rPr>
        <w:t>(далее - ответственный исполнитель):</w:t>
      </w:r>
    </w:p>
    <w:p w:rsidR="005024F0" w:rsidRPr="00B6634F" w:rsidRDefault="00B6634F" w:rsidP="00B663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34F">
        <w:rPr>
          <w:rFonts w:ascii="Times New Roman" w:hAnsi="Times New Roman" w:cs="Times New Roman"/>
          <w:sz w:val="28"/>
          <w:szCs w:val="28"/>
        </w:rPr>
        <w:t xml:space="preserve">3.4.3. </w:t>
      </w:r>
      <w:r w:rsidR="005024F0" w:rsidRPr="00B6634F">
        <w:rPr>
          <w:rFonts w:ascii="Times New Roman" w:hAnsi="Times New Roman" w:cs="Times New Roman"/>
          <w:sz w:val="28"/>
          <w:szCs w:val="28"/>
        </w:rPr>
        <w:t xml:space="preserve">В случае соответствия представленных заявителем документов требованиям, указанным в </w:t>
      </w:r>
      <w:hyperlink w:anchor="sub_210" w:history="1">
        <w:r w:rsidR="005024F0" w:rsidRPr="00B6634F">
          <w:rPr>
            <w:rFonts w:ascii="Times New Roman" w:hAnsi="Times New Roman" w:cs="Times New Roman"/>
            <w:sz w:val="28"/>
            <w:szCs w:val="28"/>
          </w:rPr>
          <w:t>пункте 2.6 раздела 2</w:t>
        </w:r>
      </w:hyperlink>
      <w:r w:rsidR="005024F0" w:rsidRPr="00B663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отсутствии оснований для отказа в представлении муниципальной услуги, указанных в </w:t>
      </w:r>
      <w:hyperlink w:anchor="sub_219" w:history="1">
        <w:r w:rsidR="005024F0" w:rsidRPr="00B6634F">
          <w:rPr>
            <w:rFonts w:ascii="Times New Roman" w:hAnsi="Times New Roman" w:cs="Times New Roman"/>
            <w:sz w:val="28"/>
            <w:szCs w:val="28"/>
          </w:rPr>
          <w:t>пункте 2.8 раздела 2</w:t>
        </w:r>
      </w:hyperlink>
      <w:r w:rsidR="005024F0" w:rsidRPr="00B663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Pr="00B6634F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</w:p>
    <w:bookmarkEnd w:id="59"/>
    <w:p w:rsidR="0017076F" w:rsidRPr="005644CC" w:rsidRDefault="0017076F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обеспечивает в установленные действующим законодательством сроки направление межведомственных запросов о представлении документов и информации, находящихся в распоряжении государственных органов, органов местного самоуправления, иных отраслевых (функциональных) и территориальных органов администрации муниципального образования </w:t>
      </w:r>
      <w:r w:rsidR="003B7AA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Темрюкский район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подведомственных государственным органам или органам местного самоуправления организаций;</w:t>
      </w:r>
    </w:p>
    <w:p w:rsidR="00B6634F" w:rsidRPr="00B6634F" w:rsidRDefault="00B6634F" w:rsidP="00B663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320"/>
      <w:r w:rsidRPr="00B6634F">
        <w:rPr>
          <w:rFonts w:ascii="Times New Roman" w:hAnsi="Times New Roman" w:cs="Times New Roman"/>
          <w:sz w:val="28"/>
          <w:szCs w:val="28"/>
        </w:rPr>
        <w:t>осуществляет проверку представленных заявителем документов и сведений, поступивших посредством межведомственного информационного взаимодействия, на обследуемый объект индивидуального жилищного строительства, строительство (реконструкция) которого осуществлено с привлечением средств материнского (семейного) капитала (далее - обследуемый объект).</w:t>
      </w:r>
    </w:p>
    <w:p w:rsidR="00B6634F" w:rsidRPr="00B6634F" w:rsidRDefault="00B6634F" w:rsidP="00B663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34F">
        <w:rPr>
          <w:rFonts w:ascii="Times New Roman" w:hAnsi="Times New Roman" w:cs="Times New Roman"/>
          <w:sz w:val="28"/>
          <w:szCs w:val="28"/>
        </w:rPr>
        <w:t>В случае выявления несоответствий в документах и нарушений требований действующего законодательства ответственный исполнитель уведомляет об этом заявителя, объясняет содержание выявленных недостатков и предлагает принять меры по их устранению.</w:t>
      </w:r>
    </w:p>
    <w:p w:rsidR="00B6634F" w:rsidRPr="00B6634F" w:rsidRDefault="00B6634F" w:rsidP="00B663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34F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муниципальной услуги, перечисленных в </w:t>
      </w:r>
      <w:hyperlink w:anchor="sub_219" w:history="1">
        <w:r w:rsidRPr="00B6634F">
          <w:rPr>
            <w:rFonts w:ascii="Times New Roman" w:hAnsi="Times New Roman" w:cs="Times New Roman"/>
            <w:sz w:val="28"/>
            <w:szCs w:val="28"/>
          </w:rPr>
          <w:t>пункте 2.8 раздела 2</w:t>
        </w:r>
      </w:hyperlink>
      <w:r w:rsidRPr="00B6634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ответственный исполнитель подготавливает проект отказа в </w:t>
      </w:r>
      <w:r w:rsidRPr="00B6634F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 с указанием причин отказа и передает его на подпись начальнику отдела.</w:t>
      </w:r>
    </w:p>
    <w:p w:rsidR="00B6634F" w:rsidRPr="00F264C5" w:rsidRDefault="00B6634F" w:rsidP="00C43C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64C5">
        <w:rPr>
          <w:rFonts w:ascii="Times New Roman" w:hAnsi="Times New Roman" w:cs="Times New Roman"/>
          <w:sz w:val="28"/>
          <w:szCs w:val="28"/>
        </w:rPr>
        <w:t xml:space="preserve">При отсутствии нарушений требований действующего законодательства ответственный исполнитель подготавливает и направляет заявку на осмотр обследуемого объекта в </w:t>
      </w:r>
      <w:r w:rsidR="0007652A">
        <w:rPr>
          <w:rFonts w:ascii="Times New Roman" w:hAnsi="Times New Roman" w:cs="Times New Roman"/>
          <w:sz w:val="28"/>
          <w:szCs w:val="28"/>
        </w:rPr>
        <w:t>межведомственную</w:t>
      </w:r>
      <w:r w:rsidR="0007652A" w:rsidRPr="0007652A">
        <w:rPr>
          <w:rFonts w:ascii="Times New Roman" w:hAnsi="Times New Roman" w:cs="Times New Roman"/>
          <w:sz w:val="28"/>
          <w:szCs w:val="28"/>
        </w:rPr>
        <w:t xml:space="preserve"> </w:t>
      </w:r>
      <w:r w:rsidR="0007652A" w:rsidRPr="00F264C5">
        <w:rPr>
          <w:rFonts w:ascii="Times New Roman" w:hAnsi="Times New Roman" w:cs="Times New Roman"/>
          <w:sz w:val="28"/>
          <w:szCs w:val="28"/>
        </w:rPr>
        <w:t>комиссию</w:t>
      </w:r>
      <w:r w:rsidR="0007652A" w:rsidRPr="0007652A">
        <w:rPr>
          <w:rFonts w:ascii="Times New Roman" w:hAnsi="Times New Roman" w:cs="Times New Roman"/>
          <w:sz w:val="28"/>
          <w:szCs w:val="28"/>
        </w:rPr>
        <w:t xml:space="preserve"> по использованию жилого и нежилого фонда на территории Вышестеблиевского сельского поселения Темрюкского района </w:t>
      </w:r>
      <w:r w:rsidR="0007652A">
        <w:rPr>
          <w:rFonts w:ascii="Times New Roman" w:hAnsi="Times New Roman" w:cs="Times New Roman"/>
          <w:sz w:val="28"/>
          <w:szCs w:val="28"/>
        </w:rPr>
        <w:t>для осмотра</w:t>
      </w:r>
      <w:r w:rsidRPr="00F264C5">
        <w:rPr>
          <w:rFonts w:ascii="Times New Roman" w:hAnsi="Times New Roman" w:cs="Times New Roman"/>
          <w:sz w:val="28"/>
          <w:szCs w:val="28"/>
        </w:rPr>
        <w:t xml:space="preserve"> объекта индивидуального жилищного строительства, строительство (реконструкция) которого осуществлено с привлечением средств материнского (семейного) капитала, утвержденную </w:t>
      </w:r>
      <w:hyperlink r:id="rId36" w:history="1">
        <w:r w:rsidRPr="00F264C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264C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B65A5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  <w:r w:rsidR="00F264C5" w:rsidRPr="0007652A">
        <w:rPr>
          <w:rFonts w:ascii="Times New Roman" w:hAnsi="Times New Roman" w:cs="Times New Roman"/>
          <w:sz w:val="28"/>
          <w:szCs w:val="28"/>
        </w:rPr>
        <w:t>поселения</w:t>
      </w:r>
      <w:r w:rsidRPr="0007652A">
        <w:rPr>
          <w:rFonts w:ascii="Times New Roman" w:hAnsi="Times New Roman" w:cs="Times New Roman"/>
          <w:sz w:val="28"/>
          <w:szCs w:val="28"/>
        </w:rPr>
        <w:t xml:space="preserve"> от </w:t>
      </w:r>
      <w:r w:rsidR="0007652A" w:rsidRPr="0007652A">
        <w:rPr>
          <w:rFonts w:ascii="Times New Roman" w:hAnsi="Times New Roman" w:cs="Times New Roman"/>
          <w:sz w:val="28"/>
          <w:szCs w:val="28"/>
        </w:rPr>
        <w:t xml:space="preserve">07.08.2015 </w:t>
      </w:r>
      <w:r w:rsidRPr="0007652A">
        <w:rPr>
          <w:rFonts w:ascii="Times New Roman" w:hAnsi="Times New Roman" w:cs="Times New Roman"/>
          <w:sz w:val="28"/>
          <w:szCs w:val="28"/>
        </w:rPr>
        <w:t>года N </w:t>
      </w:r>
      <w:r w:rsidR="0007652A" w:rsidRPr="0007652A">
        <w:rPr>
          <w:rFonts w:ascii="Times New Roman" w:hAnsi="Times New Roman" w:cs="Times New Roman"/>
          <w:sz w:val="28"/>
          <w:szCs w:val="28"/>
        </w:rPr>
        <w:t>201</w:t>
      </w:r>
      <w:r w:rsidRPr="0007652A">
        <w:rPr>
          <w:rFonts w:ascii="Times New Roman" w:hAnsi="Times New Roman" w:cs="Times New Roman"/>
          <w:sz w:val="28"/>
          <w:szCs w:val="28"/>
        </w:rPr>
        <w:t xml:space="preserve"> (далее</w:t>
      </w:r>
      <w:proofErr w:type="gramEnd"/>
      <w:r w:rsidRPr="0007652A">
        <w:rPr>
          <w:rFonts w:ascii="Times New Roman" w:hAnsi="Times New Roman" w:cs="Times New Roman"/>
          <w:sz w:val="28"/>
          <w:szCs w:val="28"/>
        </w:rPr>
        <w:t xml:space="preserve"> - комиссия).</w:t>
      </w:r>
    </w:p>
    <w:p w:rsidR="0088325E" w:rsidRPr="00C43C0B" w:rsidRDefault="0088325E" w:rsidP="00C43C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319"/>
      <w:bookmarkStart w:id="62" w:name="sub_321"/>
      <w:bookmarkEnd w:id="60"/>
      <w:r w:rsidRPr="00C43C0B">
        <w:rPr>
          <w:rFonts w:ascii="Times New Roman" w:hAnsi="Times New Roman" w:cs="Times New Roman"/>
          <w:sz w:val="28"/>
          <w:szCs w:val="28"/>
        </w:rPr>
        <w:t>3.4.4. В течении трех рабочих дней комиссия в присутствии заявителя или его представителя осуществляет осмотр обследуемого объекта, в ходе которого проводится визуальный осмотр конструкций обследуемого объекта, проводится освидетельствование проведения основных работ по строительству объекта индивидуального жилищного строительства (монтаж фундамента, возведение стен и кровли), работ по реконструкции объекта индивидуального жилищного строительства.</w:t>
      </w:r>
    </w:p>
    <w:bookmarkEnd w:id="61"/>
    <w:p w:rsidR="0088325E" w:rsidRPr="00C43C0B" w:rsidRDefault="0088325E" w:rsidP="00C43C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C0B">
        <w:rPr>
          <w:rFonts w:ascii="Times New Roman" w:hAnsi="Times New Roman" w:cs="Times New Roman"/>
          <w:sz w:val="28"/>
          <w:szCs w:val="28"/>
        </w:rPr>
        <w:t>При проведении осмотра могут осуществляться обмеры и обследования объекта индивидуального жилищного строительства.</w:t>
      </w:r>
    </w:p>
    <w:p w:rsidR="0088325E" w:rsidRPr="00C43C0B" w:rsidRDefault="0088325E" w:rsidP="00C43C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C0B">
        <w:rPr>
          <w:rFonts w:ascii="Times New Roman" w:hAnsi="Times New Roman" w:cs="Times New Roman"/>
          <w:sz w:val="28"/>
          <w:szCs w:val="28"/>
        </w:rPr>
        <w:t>По результатам осмотра обследуемого объекта комиссия оформляет и направляет ответственному исполнителю протокол осмотра, который является основанием для принятия решения о выдаче акта освидетельствования.</w:t>
      </w:r>
    </w:p>
    <w:p w:rsidR="0088325E" w:rsidRPr="00C43C0B" w:rsidRDefault="0088325E" w:rsidP="00C43C0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C0B">
        <w:rPr>
          <w:rFonts w:ascii="Times New Roman" w:hAnsi="Times New Roman" w:cs="Times New Roman"/>
          <w:sz w:val="28"/>
          <w:szCs w:val="28"/>
        </w:rPr>
        <w:t xml:space="preserve">3.4.5. </w:t>
      </w:r>
      <w:proofErr w:type="gramStart"/>
      <w:r w:rsidRPr="00C43C0B">
        <w:rPr>
          <w:rFonts w:ascii="Times New Roman" w:hAnsi="Times New Roman" w:cs="Times New Roman"/>
          <w:sz w:val="28"/>
          <w:szCs w:val="28"/>
        </w:rPr>
        <w:t xml:space="preserve">В случае выполнения строительных работ в полном объеме либо увеличения площади не менее чем на учетную норму площади жилого помещения, устанавливаемую в соответствии с </w:t>
      </w:r>
      <w:hyperlink r:id="rId37" w:history="1">
        <w:r w:rsidRPr="00C43C0B">
          <w:rPr>
            <w:rFonts w:ascii="Times New Roman" w:hAnsi="Times New Roman" w:cs="Times New Roman"/>
            <w:sz w:val="28"/>
            <w:szCs w:val="28"/>
          </w:rPr>
          <w:t>жилищным законодательством</w:t>
        </w:r>
      </w:hyperlink>
      <w:r w:rsidRPr="00C43C0B">
        <w:rPr>
          <w:rFonts w:ascii="Times New Roman" w:hAnsi="Times New Roman" w:cs="Times New Roman"/>
          <w:sz w:val="28"/>
          <w:szCs w:val="28"/>
        </w:rPr>
        <w:t xml:space="preserve"> Российской Федерации (при реконструкции объекта), подтвержденных протоколом комиссии, ответственный исполнитель в течение одного рабочего дня осуществляет подготовку проекта акта освидетельствования и передает его с приложением комплекта документов, необходимых для предоставления муниципальной услуги, на утверждение</w:t>
      </w:r>
      <w:proofErr w:type="gramEnd"/>
      <w:r w:rsidRPr="00C43C0B">
        <w:rPr>
          <w:rFonts w:ascii="Times New Roman" w:hAnsi="Times New Roman" w:cs="Times New Roman"/>
          <w:sz w:val="28"/>
          <w:szCs w:val="28"/>
        </w:rPr>
        <w:t xml:space="preserve"> начальнику отдела.</w:t>
      </w:r>
    </w:p>
    <w:p w:rsidR="0088325E" w:rsidRPr="00C43C0B" w:rsidRDefault="0088325E" w:rsidP="00C43C0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C0B">
        <w:rPr>
          <w:rFonts w:ascii="Times New Roman" w:hAnsi="Times New Roman" w:cs="Times New Roman"/>
          <w:sz w:val="28"/>
          <w:szCs w:val="28"/>
        </w:rPr>
        <w:t xml:space="preserve">Акт освидетельствования оформляется в двух экземплярах по форме согласно </w:t>
      </w:r>
      <w:hyperlink w:anchor="sub_1500" w:history="1">
        <w:r w:rsidRPr="00C43C0B">
          <w:rPr>
            <w:rFonts w:ascii="Times New Roman" w:hAnsi="Times New Roman" w:cs="Times New Roman"/>
            <w:sz w:val="28"/>
            <w:szCs w:val="28"/>
          </w:rPr>
          <w:t>приложению N 5</w:t>
        </w:r>
      </w:hyperlink>
      <w:r w:rsidRPr="00C43C0B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17076F" w:rsidRPr="00C43C0B" w:rsidRDefault="003B7AAE" w:rsidP="00C43C0B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3" w:name="sub_322"/>
      <w:bookmarkEnd w:id="62"/>
      <w:r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3.4.</w:t>
      </w:r>
      <w:r w:rsidR="0088325E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. После подписания</w:t>
      </w:r>
      <w:r w:rsidR="0017076F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начальником </w:t>
      </w:r>
      <w:r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отдела</w:t>
      </w:r>
      <w:r w:rsidR="0017076F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325E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акта освидетельствования</w:t>
      </w:r>
      <w:r w:rsidR="0017076F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43C0B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 передается на подпись главе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="00C43C0B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</w:t>
      </w:r>
      <w:r w:rsidR="0017076F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43C0B" w:rsidRPr="00C43C0B" w:rsidRDefault="00C43C0B" w:rsidP="00C43C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325"/>
      <w:bookmarkEnd w:id="63"/>
      <w:r w:rsidRPr="00C43C0B">
        <w:rPr>
          <w:rFonts w:ascii="Times New Roman" w:hAnsi="Times New Roman" w:cs="Times New Roman"/>
          <w:sz w:val="28"/>
          <w:szCs w:val="28"/>
        </w:rPr>
        <w:t xml:space="preserve">3.4.7. </w:t>
      </w:r>
      <w:r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Главе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</w:t>
      </w:r>
      <w:r w:rsidRPr="00C43C0B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утверждает акт освидетельствования либо подписывает отказ в предоставлении муниципальной услуги.</w:t>
      </w:r>
    </w:p>
    <w:p w:rsidR="00C43C0B" w:rsidRPr="00C43C0B" w:rsidRDefault="00C43C0B" w:rsidP="00C43C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323"/>
      <w:r w:rsidRPr="00C43C0B">
        <w:rPr>
          <w:rFonts w:ascii="Times New Roman" w:hAnsi="Times New Roman" w:cs="Times New Roman"/>
          <w:sz w:val="28"/>
          <w:szCs w:val="28"/>
        </w:rPr>
        <w:t>3.4.8. Максимальный срок выполнения данной административной процедуры составляет 6 рабочих дней.</w:t>
      </w:r>
    </w:p>
    <w:bookmarkEnd w:id="65"/>
    <w:p w:rsidR="00C43C0B" w:rsidRPr="00C43C0B" w:rsidRDefault="0017076F" w:rsidP="00BA669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3.4.</w:t>
      </w:r>
      <w:r w:rsidR="00C43C0B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bookmarkStart w:id="66" w:name="sub_326"/>
      <w:bookmarkEnd w:id="64"/>
      <w:r w:rsidR="00C43C0B" w:rsidRPr="00C43C0B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акт освидетельствования, утвержденный </w:t>
      </w:r>
      <w:r w:rsidR="00C43C0B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="00C43C0B" w:rsidRPr="00C43C0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поселения Темрюкского района</w:t>
      </w:r>
      <w:r w:rsidR="00C43C0B" w:rsidRPr="00C43C0B">
        <w:rPr>
          <w:rFonts w:ascii="Times New Roman" w:hAnsi="Times New Roman" w:cs="Times New Roman"/>
          <w:sz w:val="28"/>
          <w:szCs w:val="28"/>
        </w:rPr>
        <w:t>, либо отказ в предоставлении муниципальной услуги.</w:t>
      </w:r>
    </w:p>
    <w:p w:rsidR="0017076F" w:rsidRPr="005644CC" w:rsidRDefault="0017076F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3.5. Выдача (направление) результата предоставления муниципальной услуги.</w:t>
      </w:r>
    </w:p>
    <w:p w:rsidR="0017076F" w:rsidRPr="005644CC" w:rsidRDefault="0017076F" w:rsidP="008C7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7" w:name="sub_327"/>
      <w:bookmarkEnd w:id="6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3.5.1. Основанием для начала выполнения административной процедуры по выдаче (направлению) результата предоставления муниципальной услуги является получение ответственным исполнителем </w:t>
      </w:r>
      <w:r w:rsidR="00BA6695">
        <w:rPr>
          <w:rFonts w:ascii="Times New Roman" w:hAnsi="Times New Roman" w:cs="Times New Roman"/>
          <w:color w:val="000000" w:themeColor="text1"/>
          <w:sz w:val="28"/>
          <w:szCs w:val="28"/>
        </w:rPr>
        <w:t>акта освидетельствования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отказа в предоставлении муниципальной услуги.</w:t>
      </w:r>
    </w:p>
    <w:bookmarkEnd w:id="67"/>
    <w:p w:rsidR="0017076F" w:rsidRPr="005644CC" w:rsidRDefault="00BA6695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3.5.2. Акт освидетельствования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отказ в предоставлении муниципальной услуги выдается </w:t>
      </w:r>
      <w:r w:rsidR="008C7D6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отделом либо МБ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Pr="005644CC" w:rsidRDefault="00BA6695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8" w:name="sub_328"/>
      <w:r>
        <w:rPr>
          <w:rFonts w:ascii="Times New Roman" w:hAnsi="Times New Roman" w:cs="Times New Roman"/>
          <w:color w:val="000000" w:themeColor="text1"/>
          <w:sz w:val="28"/>
          <w:szCs w:val="28"/>
        </w:rPr>
        <w:t>3.5.3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="008C7D6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случае обращения заявителя в МБ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ответственный исполнитель нап</w:t>
      </w:r>
      <w:r w:rsidR="008C7D6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равляет указанные документы в МБ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для последующей передачи заявителю.</w:t>
      </w:r>
    </w:p>
    <w:p w:rsidR="00BA6695" w:rsidRPr="00BA6695" w:rsidRDefault="00BA6695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329"/>
      <w:bookmarkEnd w:id="68"/>
      <w:r w:rsidRPr="00BA6695">
        <w:rPr>
          <w:rFonts w:ascii="Times New Roman" w:hAnsi="Times New Roman" w:cs="Times New Roman"/>
          <w:sz w:val="28"/>
          <w:szCs w:val="28"/>
        </w:rPr>
        <w:t>3.5.4. Ответственный исполнитель отдела либо МКУ "МФЦ" регистрирует исходящие документы в соответствующем журнале.</w:t>
      </w:r>
    </w:p>
    <w:p w:rsidR="00BA6695" w:rsidRPr="00BA6695" w:rsidRDefault="00BA6695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330"/>
      <w:bookmarkEnd w:id="69"/>
      <w:r w:rsidRPr="00BA6695">
        <w:rPr>
          <w:rFonts w:ascii="Times New Roman" w:hAnsi="Times New Roman" w:cs="Times New Roman"/>
          <w:sz w:val="28"/>
          <w:szCs w:val="28"/>
        </w:rPr>
        <w:t>3.5.5. Для получения результата предоставления муниципальной услуги заявитель обращается в орган, принявший заявление, предъявляя документ, удостоверяющий личность, а представитель заявителя - документ, удостоверяющий личность, и доверенность.</w:t>
      </w:r>
    </w:p>
    <w:p w:rsidR="00BA6695" w:rsidRPr="00BA6695" w:rsidRDefault="00BA6695" w:rsidP="00BA669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331"/>
      <w:bookmarkEnd w:id="70"/>
      <w:r w:rsidRPr="00BA6695">
        <w:rPr>
          <w:rFonts w:ascii="Times New Roman" w:hAnsi="Times New Roman" w:cs="Times New Roman"/>
          <w:sz w:val="28"/>
          <w:szCs w:val="28"/>
        </w:rPr>
        <w:t>3.5.6. Сотрудник отдела либо МКУ "МФЦ" выдает заявителю или представителю заявителя акт освидетельствования.</w:t>
      </w:r>
    </w:p>
    <w:p w:rsidR="00BA6695" w:rsidRPr="00BA6695" w:rsidRDefault="00BA6695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332"/>
      <w:bookmarkEnd w:id="71"/>
      <w:r w:rsidRPr="00BA6695">
        <w:rPr>
          <w:rFonts w:ascii="Times New Roman" w:hAnsi="Times New Roman" w:cs="Times New Roman"/>
          <w:sz w:val="28"/>
          <w:szCs w:val="28"/>
        </w:rPr>
        <w:t>3.5.7. В случае отказа в предоставлении муниципальной услуги сотрудник отдела либо МБУ "МФЦ" выдаёт заявителю или представителю заявителя письменный отказ в предоставления муниципальной услуги.</w:t>
      </w:r>
    </w:p>
    <w:p w:rsidR="00BA6695" w:rsidRPr="00BA6695" w:rsidRDefault="00BA6695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333"/>
      <w:bookmarkEnd w:id="72"/>
      <w:r w:rsidRPr="00BA6695">
        <w:rPr>
          <w:rFonts w:ascii="Times New Roman" w:hAnsi="Times New Roman" w:cs="Times New Roman"/>
          <w:sz w:val="28"/>
          <w:szCs w:val="28"/>
        </w:rPr>
        <w:t>3.5.8. Максимальный срок выполнения данной административной процедуры составляет 2 рабочих дня.</w:t>
      </w:r>
    </w:p>
    <w:p w:rsidR="00BA6695" w:rsidRPr="00BA6695" w:rsidRDefault="00BA6695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334"/>
      <w:bookmarkEnd w:id="73"/>
      <w:r w:rsidRPr="00BA6695">
        <w:rPr>
          <w:rFonts w:ascii="Times New Roman" w:hAnsi="Times New Roman" w:cs="Times New Roman"/>
          <w:sz w:val="28"/>
          <w:szCs w:val="28"/>
        </w:rPr>
        <w:t>3.5.9. Результатом выполнения административной процедуры является выдача акта освидетельствования либо выдача письменного отказа в предоставлении муниципальной услуги.</w:t>
      </w:r>
    </w:p>
    <w:bookmarkEnd w:id="74"/>
    <w:p w:rsidR="0017076F" w:rsidRPr="00BA6695" w:rsidRDefault="0017076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75" w:name="sub_4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Формы </w:t>
      </w:r>
      <w:proofErr w:type="gramStart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контроля за</w:t>
      </w:r>
      <w:proofErr w:type="gramEnd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исполнением административного регламента</w:t>
      </w:r>
    </w:p>
    <w:p w:rsidR="0018706B" w:rsidRPr="005644CC" w:rsidRDefault="0018706B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bookmarkEnd w:id="75"/>
    <w:p w:rsidR="0017076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Текущий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соблюдением и исполнением должностными лицами отдела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начальник отдела.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Текущий контроль соблюдения последовательности административных действий и сроков их исполнения специалистами МБУ «МФЦ» осуществляется директором «МФЦ».</w:t>
      </w:r>
    </w:p>
    <w:p w:rsidR="0017076F" w:rsidRPr="005644CC" w:rsidRDefault="0017076F" w:rsidP="0018706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6" w:name="sub_40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Текущий контроль, указанный в </w:t>
      </w:r>
      <w:hyperlink w:anchor="sub_401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4.1 раздела 4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осуществляется путем проведения плановых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(один раз в год) и внеплановых проверок полноты и качества предоставления муниципальной услуги.</w:t>
      </w:r>
    </w:p>
    <w:bookmarkEnd w:id="76"/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4.3. Ответственность за предоставление муниципальной услуги возлагается на начальника отдела, который непосредственно принимает решение по вопросам предоставления муниципальной услуги.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Специалист, ответственный за предоставление муниципальной услуги, несет ответственность за соблюдение сроков рассмотрения документов и качество предоставления муниципальной услуги.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4.4. 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4.5. Ответственность должностных лиц, муниципальных служащих за решения и действия (бездействие),  принимаемые (осуществляемые) в ходе предоставления муниципальной услуги: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4.5.1.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B711BF" w:rsidRPr="005644CC" w:rsidRDefault="00B711BF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4.5.2. 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B711BF" w:rsidRPr="005644CC" w:rsidRDefault="00B711BF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 Положения, характеризующие требования к порядку и формам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предоставлением муниципальной услуги, в том числе со стороны граждан, объединений и организаций:</w:t>
      </w:r>
    </w:p>
    <w:p w:rsidR="00B711BF" w:rsidRPr="005644CC" w:rsidRDefault="00B711BF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4.6.1. Порядок и формы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(эффективности).</w:t>
      </w:r>
    </w:p>
    <w:p w:rsidR="00B711BF" w:rsidRPr="005644CC" w:rsidRDefault="00B711BF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4.6.2. Граждане, их объединения и организации могут осуществлять контроль предоставления муниципальной услуги путем получения информации о результатах проведенных проверок и принятых по результатам проверок мерах.   </w:t>
      </w:r>
    </w:p>
    <w:p w:rsidR="00B711BF" w:rsidRPr="005644CC" w:rsidRDefault="00B711B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62EB" w:rsidRPr="00F56E02" w:rsidRDefault="0017076F" w:rsidP="00DF62EB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bookmarkStart w:id="77" w:name="sub_5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5. </w:t>
      </w:r>
      <w:bookmarkEnd w:id="77"/>
      <w:r w:rsidR="00DF62EB" w:rsidRPr="00F56E02">
        <w:rPr>
          <w:rFonts w:ascii="Times New Roman" w:hAnsi="Times New Roman"/>
          <w:b/>
          <w:spacing w:val="-4"/>
          <w:sz w:val="28"/>
          <w:szCs w:val="28"/>
        </w:rPr>
        <w:t>Досудебный (внесудебный) порядок обжалования решений и действий</w:t>
      </w:r>
    </w:p>
    <w:p w:rsidR="00DF62EB" w:rsidRPr="00F56E02" w:rsidRDefault="00DF62EB" w:rsidP="00DF62EB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F56E02">
        <w:rPr>
          <w:rFonts w:ascii="Times New Roman" w:hAnsi="Times New Roman"/>
          <w:b/>
          <w:spacing w:val="-4"/>
          <w:sz w:val="28"/>
          <w:szCs w:val="28"/>
        </w:rPr>
        <w:t>(бездействия) органов, предоставляющих муниципальную услугу, а также</w:t>
      </w:r>
    </w:p>
    <w:p w:rsidR="00DF62EB" w:rsidRPr="00E5176D" w:rsidRDefault="00DF62EB" w:rsidP="00DF62EB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F56E02">
        <w:rPr>
          <w:rFonts w:ascii="Times New Roman" w:hAnsi="Times New Roman"/>
          <w:b/>
          <w:spacing w:val="-4"/>
          <w:sz w:val="28"/>
          <w:szCs w:val="28"/>
        </w:rPr>
        <w:t xml:space="preserve">их должностных лиц, </w:t>
      </w:r>
      <w:r w:rsidRPr="00F56E02">
        <w:rPr>
          <w:rFonts w:ascii="Times New Roman" w:hAnsi="Times New Roman"/>
          <w:b/>
          <w:color w:val="000000"/>
          <w:spacing w:val="-4"/>
          <w:sz w:val="28"/>
          <w:szCs w:val="28"/>
        </w:rPr>
        <w:t>муниципальных служащих</w:t>
      </w:r>
    </w:p>
    <w:p w:rsidR="00DF62EB" w:rsidRDefault="00DF62EB" w:rsidP="00DF62E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038F" w:rsidRPr="005644CC" w:rsidRDefault="0061038F" w:rsidP="006103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5.1. Заявитель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 </w:t>
      </w:r>
    </w:p>
    <w:p w:rsidR="0061038F" w:rsidRPr="005644CC" w:rsidRDefault="0061038F" w:rsidP="006103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5.2. Предметом досудебного (внесудебного) обжалования являются конкретное решение и действия (бездействие) администрации,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заявителя на получение муниципальной услуги, созданы препятствия к предоставлению ему муниципальной услуги.</w:t>
      </w:r>
    </w:p>
    <w:p w:rsidR="0061038F" w:rsidRPr="005644CC" w:rsidRDefault="0061038F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может обратиться с жалобой, в том числе в следующих случаях:</w:t>
      </w:r>
    </w:p>
    <w:p w:rsidR="0061038F" w:rsidRPr="005644CC" w:rsidRDefault="0061038F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срока регистрации заявления заявителя о предоставлении муниципальной услуги;</w:t>
      </w:r>
    </w:p>
    <w:p w:rsidR="0061038F" w:rsidRPr="005644CC" w:rsidRDefault="0061038F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срока предоставления муниципальной услуги;</w:t>
      </w:r>
    </w:p>
    <w:p w:rsidR="0061038F" w:rsidRPr="005644CC" w:rsidRDefault="0061038F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 для предоставления муниципальной услуги;</w:t>
      </w:r>
    </w:p>
    <w:p w:rsidR="0061038F" w:rsidRPr="005644CC" w:rsidRDefault="0061038F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 для предоставления муниципальной услуги, у заявителя;</w:t>
      </w:r>
    </w:p>
    <w:p w:rsidR="0061038F" w:rsidRPr="005644CC" w:rsidRDefault="0061038F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района;</w:t>
      </w:r>
      <w:proofErr w:type="gramEnd"/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района;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отказ органа, предоставляющего муниципальную услугу,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5.3. Заявитель может обжаловать действия (бездействие):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специалистов МБУ «МФЦ» – директору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МБУ</w:t>
      </w:r>
      <w:r w:rsidR="00DF6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«МФЦ»;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ответственного исполнителя отдела и начальника отдела – главе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района. 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Жалобы на решения, принятые главой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 рассматриваются непосредственно главой </w:t>
      </w:r>
      <w:r w:rsid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района.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5.4. Жалоба подается в письменной форме на бумажном носителе, в электронной форме с соблюдением требований к форме электронного документа, установленных действующим законодательством, в администрацию.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5.5. Жалоба может быть направлена по почте, через МБУ «МФЦ»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услуг.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5.6. Жалоба должна содержать: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я-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юридического лица, а также номер (номера) контактного телефона, адрес (адреса) эле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ктронной почты (при наличии) 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почтовый адрес, по которым должен быть направлен ответ заявителю;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об обжалуемых решениях и действиях (бездействии)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должностного лица органа, предоставляющего муниципальную услугу либо муниципального служащего;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1038F" w:rsidRPr="005644CC" w:rsidRDefault="0061038F" w:rsidP="00BA6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5.7. Жалоба подлежит рассмотрению в течение пятнадцати рабочих дней со дня ее регистрации, а в случае обжалования отказа в пр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иеме документов у заявителя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1038F" w:rsidRPr="005644CC" w:rsidRDefault="0061038F" w:rsidP="00610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5.8.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 удовлетворении жалобы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отказывается в следующих случаях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bookmarkStart w:id="78" w:name="Par229"/>
      <w:bookmarkEnd w:id="78"/>
    </w:p>
    <w:p w:rsidR="00891F8E" w:rsidRPr="005644CC" w:rsidRDefault="00891F8E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9" w:name="sub_50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91F8E" w:rsidRPr="005644CC" w:rsidRDefault="00891F8E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0" w:name="sub_509"/>
      <w:bookmarkEnd w:id="79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91F8E" w:rsidRPr="005644CC" w:rsidRDefault="00891F8E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1" w:name="sub_510"/>
      <w:bookmarkEnd w:id="80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в) наличие решения по жалобе, принятого ранее в соответствии с требованиями настоящего Порядка в отношении того же заявителя и по тому же предмету жалобы.</w:t>
      </w:r>
    </w:p>
    <w:bookmarkEnd w:id="81"/>
    <w:p w:rsidR="00891F8E" w:rsidRPr="005644CC" w:rsidRDefault="00891F8E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5.9. Жалоба может остаться без ответа в следующих случаях:</w:t>
      </w:r>
    </w:p>
    <w:p w:rsidR="00891F8E" w:rsidRPr="005644CC" w:rsidRDefault="00891F8E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2" w:name="sub_51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91F8E" w:rsidRPr="005644CC" w:rsidRDefault="00891F8E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3" w:name="sub_513"/>
      <w:bookmarkEnd w:id="8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bookmarkEnd w:id="83"/>
    <w:p w:rsidR="0061038F" w:rsidRPr="005644CC" w:rsidRDefault="00BA1907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5.10</w:t>
      </w:r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 Заявители имеют право на получение информации и документов, необходимых для обоснования и рассмотрения жалобы.</w:t>
      </w:r>
    </w:p>
    <w:p w:rsidR="0061038F" w:rsidRPr="005644CC" w:rsidRDefault="0061038F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Заявителю предоставляется возможность ознакомления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61038F" w:rsidRPr="005644CC" w:rsidRDefault="00BA1907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4" w:name="Par238"/>
      <w:bookmarkEnd w:id="84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5.11</w:t>
      </w:r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61038F" w:rsidRPr="005644CC" w:rsidRDefault="0061038F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61038F" w:rsidRPr="005644CC" w:rsidRDefault="0061038F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отказ в удовлетворении жалобы.</w:t>
      </w:r>
    </w:p>
    <w:p w:rsidR="0061038F" w:rsidRPr="005644CC" w:rsidRDefault="00BA1907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5.12</w:t>
      </w:r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ar238" w:history="1">
        <w:r w:rsidR="0061038F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5.1</w:t>
        </w:r>
        <w:r w:rsidR="00497D49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  <w:r w:rsidR="0061038F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раздела 5</w:t>
        </w:r>
      </w:hyperlink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</w:t>
      </w:r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7D49" w:rsidRPr="005644CC" w:rsidRDefault="00497D49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7D49" w:rsidRPr="005644CC" w:rsidRDefault="00497D49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6DD6" w:rsidRPr="00EE6DD6" w:rsidRDefault="00EE6DD6" w:rsidP="00EE6DD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DD6">
        <w:rPr>
          <w:rFonts w:ascii="Times New Roman" w:hAnsi="Times New Roman" w:cs="Times New Roman"/>
          <w:color w:val="000000" w:themeColor="text1"/>
          <w:sz w:val="28"/>
          <w:szCs w:val="28"/>
        </w:rPr>
        <w:t>Глава Вышестеблиевского</w:t>
      </w:r>
    </w:p>
    <w:p w:rsidR="00EE6DD6" w:rsidRPr="00EE6DD6" w:rsidRDefault="00EE6DD6" w:rsidP="00EE6DD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D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</w:p>
    <w:p w:rsidR="00EE6DD6" w:rsidRPr="00EE6DD6" w:rsidRDefault="00EE6DD6" w:rsidP="00EE6DD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D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Темрюкского района                                                                             П.К. </w:t>
      </w:r>
      <w:proofErr w:type="spellStart"/>
      <w:r w:rsidRPr="00EE6DD6">
        <w:rPr>
          <w:rFonts w:ascii="Times New Roman" w:hAnsi="Times New Roman" w:cs="Times New Roman"/>
          <w:color w:val="000000" w:themeColor="text1"/>
          <w:sz w:val="28"/>
          <w:szCs w:val="28"/>
        </w:rPr>
        <w:t>Хаджиди</w:t>
      </w:r>
      <w:proofErr w:type="spellEnd"/>
    </w:p>
    <w:p w:rsidR="00497D49" w:rsidRPr="005644CC" w:rsidRDefault="00497D49" w:rsidP="00EE6DD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97D49" w:rsidRPr="005644CC" w:rsidSect="0053040C">
      <w:headerReference w:type="default" r:id="rId3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4F0" w:rsidRDefault="005024F0" w:rsidP="0053040C">
      <w:pPr>
        <w:spacing w:after="0" w:line="240" w:lineRule="auto"/>
      </w:pPr>
      <w:r>
        <w:separator/>
      </w:r>
    </w:p>
  </w:endnote>
  <w:endnote w:type="continuationSeparator" w:id="1">
    <w:p w:rsidR="005024F0" w:rsidRDefault="005024F0" w:rsidP="00530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4F0" w:rsidRDefault="005024F0" w:rsidP="0053040C">
      <w:pPr>
        <w:spacing w:after="0" w:line="240" w:lineRule="auto"/>
      </w:pPr>
      <w:r>
        <w:separator/>
      </w:r>
    </w:p>
  </w:footnote>
  <w:footnote w:type="continuationSeparator" w:id="1">
    <w:p w:rsidR="005024F0" w:rsidRDefault="005024F0" w:rsidP="00530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5999"/>
    </w:sdtPr>
    <w:sdtEndPr>
      <w:rPr>
        <w:rFonts w:ascii="Times New Roman" w:hAnsi="Times New Roman" w:cs="Times New Roman"/>
        <w:sz w:val="24"/>
        <w:szCs w:val="24"/>
      </w:rPr>
    </w:sdtEndPr>
    <w:sdtContent>
      <w:p w:rsidR="005024F0" w:rsidRDefault="001577AF">
        <w:pPr>
          <w:pStyle w:val="a3"/>
          <w:jc w:val="center"/>
        </w:pPr>
        <w:r w:rsidRPr="005304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024F0" w:rsidRPr="005304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304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7024">
          <w:rPr>
            <w:rFonts w:ascii="Times New Roman" w:hAnsi="Times New Roman" w:cs="Times New Roman"/>
            <w:noProof/>
            <w:sz w:val="24"/>
            <w:szCs w:val="24"/>
          </w:rPr>
          <w:t>19</w:t>
        </w:r>
        <w:r w:rsidRPr="005304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024F0" w:rsidRDefault="005024F0" w:rsidP="0053040C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E3356"/>
    <w:multiLevelType w:val="multilevel"/>
    <w:tmpl w:val="6B482B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17076F"/>
    <w:rsid w:val="000143AA"/>
    <w:rsid w:val="00057CE6"/>
    <w:rsid w:val="0007652A"/>
    <w:rsid w:val="00151DCD"/>
    <w:rsid w:val="001577AF"/>
    <w:rsid w:val="0017076F"/>
    <w:rsid w:val="00171B15"/>
    <w:rsid w:val="00186E90"/>
    <w:rsid w:val="0018706B"/>
    <w:rsid w:val="00193514"/>
    <w:rsid w:val="0027017B"/>
    <w:rsid w:val="002E73D5"/>
    <w:rsid w:val="00353B69"/>
    <w:rsid w:val="003600B5"/>
    <w:rsid w:val="00367A60"/>
    <w:rsid w:val="003749C9"/>
    <w:rsid w:val="003B7AAE"/>
    <w:rsid w:val="00497D49"/>
    <w:rsid w:val="004B54DC"/>
    <w:rsid w:val="005024F0"/>
    <w:rsid w:val="0053040C"/>
    <w:rsid w:val="005644CC"/>
    <w:rsid w:val="005B0F4A"/>
    <w:rsid w:val="005F7024"/>
    <w:rsid w:val="0061038F"/>
    <w:rsid w:val="00623B8F"/>
    <w:rsid w:val="00695E7B"/>
    <w:rsid w:val="006C79EC"/>
    <w:rsid w:val="006E62E5"/>
    <w:rsid w:val="00774BB4"/>
    <w:rsid w:val="007B65A5"/>
    <w:rsid w:val="007F271D"/>
    <w:rsid w:val="00812DB0"/>
    <w:rsid w:val="00832E0A"/>
    <w:rsid w:val="008333A7"/>
    <w:rsid w:val="0088325E"/>
    <w:rsid w:val="00891F8E"/>
    <w:rsid w:val="0089523A"/>
    <w:rsid w:val="008C7D6E"/>
    <w:rsid w:val="00902112"/>
    <w:rsid w:val="00966190"/>
    <w:rsid w:val="009C4049"/>
    <w:rsid w:val="00A37559"/>
    <w:rsid w:val="00AA082B"/>
    <w:rsid w:val="00B36985"/>
    <w:rsid w:val="00B6634F"/>
    <w:rsid w:val="00B711BF"/>
    <w:rsid w:val="00B83164"/>
    <w:rsid w:val="00BA1907"/>
    <w:rsid w:val="00BA6695"/>
    <w:rsid w:val="00C43C0B"/>
    <w:rsid w:val="00C61375"/>
    <w:rsid w:val="00C826A5"/>
    <w:rsid w:val="00C83624"/>
    <w:rsid w:val="00DA5D29"/>
    <w:rsid w:val="00DF62EB"/>
    <w:rsid w:val="00EA6523"/>
    <w:rsid w:val="00EE6DD6"/>
    <w:rsid w:val="00EF40E3"/>
    <w:rsid w:val="00F264C5"/>
    <w:rsid w:val="00F5182C"/>
    <w:rsid w:val="00F54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040C"/>
  </w:style>
  <w:style w:type="paragraph" w:styleId="a5">
    <w:name w:val="footer"/>
    <w:basedOn w:val="a"/>
    <w:link w:val="a6"/>
    <w:uiPriority w:val="99"/>
    <w:semiHidden/>
    <w:unhideWhenUsed/>
    <w:rsid w:val="00530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3040C"/>
  </w:style>
  <w:style w:type="paragraph" w:styleId="a7">
    <w:name w:val="Balloon Text"/>
    <w:basedOn w:val="a"/>
    <w:link w:val="a8"/>
    <w:uiPriority w:val="99"/>
    <w:semiHidden/>
    <w:unhideWhenUsed/>
    <w:rsid w:val="0053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040C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F5182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F5182C"/>
  </w:style>
  <w:style w:type="paragraph" w:styleId="aa">
    <w:name w:val="Subtitle"/>
    <w:basedOn w:val="a"/>
    <w:next w:val="a"/>
    <w:link w:val="ab"/>
    <w:uiPriority w:val="11"/>
    <w:qFormat/>
    <w:rsid w:val="007B65A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7B65A5"/>
    <w:rPr>
      <w:rFonts w:ascii="Cambria" w:eastAsia="Times New Roman" w:hAnsi="Cambria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9021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400130.216" TargetMode="External"/><Relationship Id="rId13" Type="http://schemas.openxmlformats.org/officeDocument/2006/relationships/hyperlink" Target="garantF1://12046661.0" TargetMode="External"/><Relationship Id="rId18" Type="http://schemas.openxmlformats.org/officeDocument/2006/relationships/hyperlink" Target="garantF1://12046661.0" TargetMode="External"/><Relationship Id="rId26" Type="http://schemas.openxmlformats.org/officeDocument/2006/relationships/hyperlink" Target="garantF1://12088343.0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garantF1://12051286.0" TargetMode="External"/><Relationship Id="rId34" Type="http://schemas.openxmlformats.org/officeDocument/2006/relationships/hyperlink" Target="garantF1://31400130.215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mfctemryuk@rambler.ru" TargetMode="External"/><Relationship Id="rId17" Type="http://schemas.openxmlformats.org/officeDocument/2006/relationships/hyperlink" Target="garantF1://86367.0" TargetMode="External"/><Relationship Id="rId25" Type="http://schemas.openxmlformats.org/officeDocument/2006/relationships/hyperlink" Target="garantF1://12088916.0" TargetMode="External"/><Relationship Id="rId33" Type="http://schemas.openxmlformats.org/officeDocument/2006/relationships/hyperlink" Target="garantF1://31400130.216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garantF1://12038291.0" TargetMode="External"/><Relationship Id="rId20" Type="http://schemas.openxmlformats.org/officeDocument/2006/relationships/hyperlink" Target="garantF1://12048567.0" TargetMode="External"/><Relationship Id="rId29" Type="http://schemas.openxmlformats.org/officeDocument/2006/relationships/hyperlink" Target="garantF1://31400130.21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dm_%20histebl@mail.ru" TargetMode="External"/><Relationship Id="rId24" Type="http://schemas.openxmlformats.org/officeDocument/2006/relationships/hyperlink" Target="garantF1://12088916.1000" TargetMode="External"/><Relationship Id="rId32" Type="http://schemas.openxmlformats.org/officeDocument/2006/relationships/hyperlink" Target="garantF1://31400130.215" TargetMode="External"/><Relationship Id="rId37" Type="http://schemas.openxmlformats.org/officeDocument/2006/relationships/hyperlink" Target="garantF1://12038291.100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garantF1://31400130.215" TargetMode="External"/><Relationship Id="rId23" Type="http://schemas.openxmlformats.org/officeDocument/2006/relationships/hyperlink" Target="garantF1://12057749.0" TargetMode="External"/><Relationship Id="rId28" Type="http://schemas.openxmlformats.org/officeDocument/2006/relationships/hyperlink" Target="garantF1://70282672.1000" TargetMode="External"/><Relationship Id="rId36" Type="http://schemas.openxmlformats.org/officeDocument/2006/relationships/hyperlink" Target="garantF1://31412761.0" TargetMode="External"/><Relationship Id="rId10" Type="http://schemas.openxmlformats.org/officeDocument/2006/relationships/hyperlink" Target="http://mfc.temryuk.ru/" TargetMode="External"/><Relationship Id="rId19" Type="http://schemas.openxmlformats.org/officeDocument/2006/relationships/hyperlink" Target="garantF1://12048555.0" TargetMode="External"/><Relationship Id="rId31" Type="http://schemas.openxmlformats.org/officeDocument/2006/relationships/hyperlink" Target="garantF1://31400130.7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vyshesteblievskay.ru" TargetMode="External"/><Relationship Id="rId14" Type="http://schemas.openxmlformats.org/officeDocument/2006/relationships/hyperlink" Target="garantF1://31400130.18" TargetMode="External"/><Relationship Id="rId22" Type="http://schemas.openxmlformats.org/officeDocument/2006/relationships/hyperlink" Target="garantF1://12077515.0" TargetMode="External"/><Relationship Id="rId27" Type="http://schemas.openxmlformats.org/officeDocument/2006/relationships/hyperlink" Target="garantF1://70282672.1000" TargetMode="External"/><Relationship Id="rId30" Type="http://schemas.openxmlformats.org/officeDocument/2006/relationships/hyperlink" Target="garantF1://31400130.18" TargetMode="External"/><Relationship Id="rId35" Type="http://schemas.openxmlformats.org/officeDocument/2006/relationships/hyperlink" Target="garantF1://31400130.2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57DC2-3647-4E48-8827-957A06F92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19</Pages>
  <Words>6925</Words>
  <Characters>39473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наташа</cp:lastModifiedBy>
  <cp:revision>20</cp:revision>
  <dcterms:created xsi:type="dcterms:W3CDTF">2015-10-04T05:48:00Z</dcterms:created>
  <dcterms:modified xsi:type="dcterms:W3CDTF">2015-10-23T05:26:00Z</dcterms:modified>
</cp:coreProperties>
</file>