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04" w:rsidRDefault="005E6204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5E6204" w:rsidRDefault="005E620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E6204" w:rsidRDefault="005E620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E6204" w:rsidRDefault="005E620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E6204" w:rsidRPr="00B8335B" w:rsidRDefault="005E620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E6204" w:rsidRPr="00051EE9" w:rsidRDefault="005E6204" w:rsidP="0073618A">
      <w:pPr>
        <w:tabs>
          <w:tab w:val="left" w:pos="3375"/>
        </w:tabs>
        <w:rPr>
          <w:sz w:val="28"/>
          <w:szCs w:val="28"/>
        </w:rPr>
      </w:pPr>
    </w:p>
    <w:p w:rsidR="005E6204" w:rsidRDefault="005E6204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 № 255</w:t>
      </w:r>
    </w:p>
    <w:p w:rsidR="005E6204" w:rsidRDefault="005E620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E6204" w:rsidRDefault="005E6204">
      <w:pPr>
        <w:rPr>
          <w:sz w:val="28"/>
          <w:szCs w:val="28"/>
        </w:rPr>
      </w:pPr>
    </w:p>
    <w:p w:rsidR="005E6204" w:rsidRDefault="005E620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E6204" w:rsidRDefault="005E6204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5E6204" w:rsidRPr="00F55287" w:rsidRDefault="005E6204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5E6204" w:rsidRDefault="005E620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E6204" w:rsidRDefault="005E620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E6204" w:rsidRPr="00FE46B3" w:rsidRDefault="005E6204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E6204" w:rsidRDefault="005E6204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физической культуры и массового спорта в Вышестеблиевском сельском поселении Темрюкского района» на 2015-2017 годы (приложение).</w:t>
      </w:r>
    </w:p>
    <w:p w:rsidR="005E6204" w:rsidRPr="00FE46B3" w:rsidRDefault="005E620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E6204" w:rsidRDefault="005E6204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начальника финансового отдела администрации Вышестеблиевского сельского поселения Темрюкского района О.В. Хорошун</w:t>
      </w:r>
      <w:r w:rsidRPr="00FE46B3">
        <w:t>.</w:t>
      </w:r>
    </w:p>
    <w:p w:rsidR="005E6204" w:rsidRPr="00252198" w:rsidRDefault="005E6204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5E6204" w:rsidRDefault="005E6204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E6204" w:rsidRDefault="005E6204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E6204" w:rsidRPr="00F45CD8" w:rsidRDefault="005E6204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E6204" w:rsidRDefault="005E620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E6204" w:rsidRDefault="005E6204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E6204" w:rsidRDefault="005E6204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E6204" w:rsidRDefault="005E6204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5E6204" w:rsidRPr="00211421" w:rsidRDefault="005E6204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E6204" w:rsidRDefault="005E6204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E6204" w:rsidRDefault="005E6204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E6204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204" w:rsidRDefault="005E6204">
      <w:r>
        <w:separator/>
      </w:r>
    </w:p>
  </w:endnote>
  <w:endnote w:type="continuationSeparator" w:id="0">
    <w:p w:rsidR="005E6204" w:rsidRDefault="005E6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204" w:rsidRDefault="005E6204">
      <w:r>
        <w:separator/>
      </w:r>
    </w:p>
  </w:footnote>
  <w:footnote w:type="continuationSeparator" w:id="0">
    <w:p w:rsidR="005E6204" w:rsidRDefault="005E6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204" w:rsidRDefault="005E620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E6204" w:rsidRDefault="005E62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21480"/>
    <w:rsid w:val="00155D75"/>
    <w:rsid w:val="00171FEB"/>
    <w:rsid w:val="001733F7"/>
    <w:rsid w:val="001F2D4E"/>
    <w:rsid w:val="00211421"/>
    <w:rsid w:val="00252198"/>
    <w:rsid w:val="00271A23"/>
    <w:rsid w:val="002754AA"/>
    <w:rsid w:val="002A3679"/>
    <w:rsid w:val="00314C03"/>
    <w:rsid w:val="00317E22"/>
    <w:rsid w:val="00337616"/>
    <w:rsid w:val="0035717D"/>
    <w:rsid w:val="00381AFE"/>
    <w:rsid w:val="003D3D56"/>
    <w:rsid w:val="003F7C6F"/>
    <w:rsid w:val="00412C70"/>
    <w:rsid w:val="0043408E"/>
    <w:rsid w:val="004539B2"/>
    <w:rsid w:val="00465D0E"/>
    <w:rsid w:val="00472370"/>
    <w:rsid w:val="004D3509"/>
    <w:rsid w:val="005268BF"/>
    <w:rsid w:val="00553405"/>
    <w:rsid w:val="005706EB"/>
    <w:rsid w:val="005849D4"/>
    <w:rsid w:val="005866CF"/>
    <w:rsid w:val="005B3916"/>
    <w:rsid w:val="005C050B"/>
    <w:rsid w:val="005E4975"/>
    <w:rsid w:val="005E6204"/>
    <w:rsid w:val="005F7ADA"/>
    <w:rsid w:val="00642773"/>
    <w:rsid w:val="006754AB"/>
    <w:rsid w:val="0073618A"/>
    <w:rsid w:val="007B1CBE"/>
    <w:rsid w:val="007C3C2E"/>
    <w:rsid w:val="00861F72"/>
    <w:rsid w:val="00862786"/>
    <w:rsid w:val="008A2AF8"/>
    <w:rsid w:val="008D0C1E"/>
    <w:rsid w:val="00910172"/>
    <w:rsid w:val="00962400"/>
    <w:rsid w:val="00975F8D"/>
    <w:rsid w:val="009D3848"/>
    <w:rsid w:val="009E2129"/>
    <w:rsid w:val="00AF4402"/>
    <w:rsid w:val="00B8335B"/>
    <w:rsid w:val="00B83964"/>
    <w:rsid w:val="00B87161"/>
    <w:rsid w:val="00BA2F55"/>
    <w:rsid w:val="00C37400"/>
    <w:rsid w:val="00C76F3A"/>
    <w:rsid w:val="00CA56DF"/>
    <w:rsid w:val="00D85DDE"/>
    <w:rsid w:val="00D90328"/>
    <w:rsid w:val="00D90DD3"/>
    <w:rsid w:val="00D97430"/>
    <w:rsid w:val="00E11D4D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1</Pages>
  <Words>258</Words>
  <Characters>1471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24</cp:revision>
  <cp:lastPrinted>2014-11-25T05:00:00Z</cp:lastPrinted>
  <dcterms:created xsi:type="dcterms:W3CDTF">2013-08-12T10:14:00Z</dcterms:created>
  <dcterms:modified xsi:type="dcterms:W3CDTF">2014-12-30T13:31:00Z</dcterms:modified>
</cp:coreProperties>
</file>