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CEE" w:rsidRDefault="00E05CEE" w:rsidP="0073618A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7" o:title="" cropbottom="59968f" cropleft="31649f" cropright="25094f" gain="142470f" blacklevel="-9830f"/>
          </v:shape>
        </w:pict>
      </w:r>
    </w:p>
    <w:p w:rsidR="00E05CEE" w:rsidRDefault="00E05CE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E05CEE" w:rsidRDefault="00E05CE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E05CEE" w:rsidRDefault="00E05CE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E05CEE" w:rsidRPr="00B8335B" w:rsidRDefault="00E05CE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E05CEE" w:rsidRPr="00051EE9" w:rsidRDefault="00E05CEE" w:rsidP="0073618A">
      <w:pPr>
        <w:tabs>
          <w:tab w:val="left" w:pos="3375"/>
        </w:tabs>
        <w:rPr>
          <w:sz w:val="28"/>
          <w:szCs w:val="28"/>
        </w:rPr>
      </w:pPr>
    </w:p>
    <w:p w:rsidR="00E05CEE" w:rsidRDefault="00E05CEE" w:rsidP="0073618A">
      <w:pPr>
        <w:rPr>
          <w:sz w:val="28"/>
          <w:szCs w:val="28"/>
        </w:rPr>
      </w:pPr>
      <w:r>
        <w:rPr>
          <w:sz w:val="28"/>
          <w:szCs w:val="28"/>
        </w:rPr>
        <w:t>от  04.07.2017                                                                                                 № 74</w:t>
      </w:r>
    </w:p>
    <w:p w:rsidR="00E05CEE" w:rsidRDefault="00E05CEE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E05CEE" w:rsidRDefault="00E05CEE">
      <w:pPr>
        <w:rPr>
          <w:sz w:val="28"/>
          <w:szCs w:val="28"/>
        </w:rPr>
      </w:pPr>
    </w:p>
    <w:p w:rsidR="00E05CEE" w:rsidRDefault="00E05CEE" w:rsidP="00C44DD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 внесении изменений в постановление администрации      Вышестеблиевского сельского поселения Темрюкского района</w:t>
      </w:r>
    </w:p>
    <w:p w:rsidR="00E05CEE" w:rsidRPr="00B924DF" w:rsidRDefault="00E05CEE" w:rsidP="00B924DF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t xml:space="preserve">       </w:t>
      </w:r>
      <w:r w:rsidRPr="00B924DF">
        <w:rPr>
          <w:b/>
          <w:sz w:val="28"/>
          <w:szCs w:val="28"/>
        </w:rPr>
        <w:t xml:space="preserve">от 02 февраля 2016 года № 35 </w:t>
      </w:r>
      <w:r>
        <w:rPr>
          <w:b/>
          <w:sz w:val="28"/>
          <w:szCs w:val="28"/>
        </w:rPr>
        <w:t>«</w:t>
      </w:r>
      <w:r w:rsidRPr="00B924DF">
        <w:rPr>
          <w:b/>
          <w:sz w:val="28"/>
          <w:szCs w:val="28"/>
        </w:rPr>
        <w:t>Об утверждении муниципальной программы «Эффективное муниципальное управление»</w:t>
      </w:r>
    </w:p>
    <w:p w:rsidR="00E05CEE" w:rsidRPr="00F55287" w:rsidRDefault="00E05CEE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2016-2018 годы»</w:t>
      </w:r>
    </w:p>
    <w:p w:rsidR="00E05CEE" w:rsidRDefault="00E05CEE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E05CEE" w:rsidRDefault="00E05CEE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E05CEE" w:rsidRPr="00FE46B3" w:rsidRDefault="00E05CEE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E05CEE" w:rsidRPr="00DC3A21" w:rsidRDefault="00E05CEE" w:rsidP="00BF29C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изменение в Приложение к постановлению администрации Вышестеблиевского   сельского   поселения   Темрюкского района от 02 февраля 2016 года  № 35 «</w:t>
      </w:r>
      <w:r>
        <w:rPr>
          <w:bCs/>
          <w:sz w:val="28"/>
          <w:szCs w:val="28"/>
        </w:rPr>
        <w:t>Об утверждении муниципальной программы «Эффективное муниципальное управление» на 2016-2018</w:t>
      </w:r>
      <w:r w:rsidRPr="009166BC">
        <w:rPr>
          <w:bCs/>
          <w:sz w:val="28"/>
          <w:szCs w:val="28"/>
        </w:rPr>
        <w:t xml:space="preserve"> годы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>,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724"/>
      </w:tblGrid>
      <w:tr w:rsidR="00E05CEE" w:rsidRPr="00DC3A21" w:rsidTr="00FC36A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EE" w:rsidRPr="00DC3A21" w:rsidRDefault="00E05CEE" w:rsidP="00FC36A8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E05CEE" w:rsidRPr="00DC3A21" w:rsidRDefault="00E05CEE" w:rsidP="00FC36A8">
            <w:pPr>
              <w:rPr>
                <w:sz w:val="28"/>
                <w:szCs w:val="28"/>
              </w:rPr>
            </w:pP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EE" w:rsidRPr="001A38A7" w:rsidRDefault="00E05CEE" w:rsidP="00267AD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E05CEE" w:rsidRPr="001A38A7" w:rsidRDefault="00E05CEE" w:rsidP="00267AD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18 251,2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18 251,2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 тыс.рублей в том числе:</w:t>
            </w:r>
          </w:p>
          <w:p w:rsidR="00E05CEE" w:rsidRPr="001A38A7" w:rsidRDefault="00E05CEE" w:rsidP="00267AD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1A38A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>
              <w:rPr>
                <w:rFonts w:ascii="Times New Roman" w:hAnsi="Times New Roman"/>
                <w:sz w:val="28"/>
                <w:szCs w:val="28"/>
              </w:rPr>
              <w:t>6171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</w:t>
            </w:r>
            <w:bookmarkEnd w:id="0"/>
          </w:p>
          <w:p w:rsidR="00E05CEE" w:rsidRPr="001A38A7" w:rsidRDefault="00E05CEE" w:rsidP="00267AD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>
              <w:rPr>
                <w:rFonts w:ascii="Times New Roman" w:hAnsi="Times New Roman"/>
                <w:sz w:val="28"/>
                <w:szCs w:val="28"/>
              </w:rPr>
              <w:t>6115,1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E05CEE" w:rsidRPr="001A38A7" w:rsidRDefault="00E05CEE" w:rsidP="00267AD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>
              <w:rPr>
                <w:rFonts w:ascii="Times New Roman" w:hAnsi="Times New Roman"/>
                <w:sz w:val="28"/>
                <w:szCs w:val="28"/>
              </w:rPr>
              <w:t>5965,1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подпрограммам:</w:t>
            </w:r>
          </w:p>
          <w:p w:rsidR="00E05CEE" w:rsidRPr="001A38A7" w:rsidRDefault="00E05CEE" w:rsidP="00267AD3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1.</w:t>
            </w:r>
            <w:r w:rsidRPr="001A38A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1A38A7">
                <w:rPr>
                  <w:rStyle w:val="a9"/>
                  <w:rFonts w:ascii="Times New Roman" w:hAnsi="Times New Roman"/>
                  <w:b w:val="0"/>
                  <w:sz w:val="28"/>
                  <w:szCs w:val="28"/>
                </w:rPr>
                <w:t>подпрограмма</w:t>
              </w:r>
            </w:hyperlink>
            <w:r w:rsidRPr="001A38A7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 МКУ «ПЭЦ»</w:t>
            </w:r>
            <w:bookmarkStart w:id="1" w:name="sub_103010"/>
          </w:p>
          <w:p w:rsidR="00E05CEE" w:rsidRPr="001A38A7" w:rsidRDefault="00E05CEE" w:rsidP="00267AD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  <w:bookmarkEnd w:id="1"/>
            <w:r>
              <w:rPr>
                <w:rFonts w:ascii="Times New Roman" w:hAnsi="Times New Roman"/>
                <w:sz w:val="28"/>
                <w:szCs w:val="28"/>
              </w:rPr>
              <w:t xml:space="preserve">12 703,4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рублей, в том числе по годам:</w:t>
            </w:r>
          </w:p>
          <w:p w:rsidR="00E05CEE" w:rsidRPr="001A38A7" w:rsidRDefault="00E05CEE" w:rsidP="00267AD3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4327,4</w:t>
            </w:r>
            <w:r w:rsidRPr="001A38A7">
              <w:rPr>
                <w:sz w:val="28"/>
                <w:szCs w:val="28"/>
              </w:rPr>
              <w:t xml:space="preserve"> тыс.рублей;</w:t>
            </w:r>
          </w:p>
          <w:p w:rsidR="00E05CEE" w:rsidRPr="001A38A7" w:rsidRDefault="00E05CEE" w:rsidP="00267AD3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4188</w:t>
            </w:r>
            <w:r w:rsidRPr="001A38A7">
              <w:rPr>
                <w:sz w:val="28"/>
                <w:szCs w:val="28"/>
              </w:rPr>
              <w:t xml:space="preserve"> тыс.рублей;</w:t>
            </w:r>
          </w:p>
          <w:p w:rsidR="00E05CEE" w:rsidRPr="001A38A7" w:rsidRDefault="00E05CEE" w:rsidP="00267AD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4188,0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 тыс.рублей </w:t>
            </w:r>
          </w:p>
          <w:p w:rsidR="00E05CEE" w:rsidRPr="001A38A7" w:rsidRDefault="00E05CEE" w:rsidP="00267AD3">
            <w:pPr>
              <w:rPr>
                <w:bCs/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2. </w:t>
            </w:r>
            <w:hyperlink w:anchor="sub_2000" w:history="1">
              <w:r w:rsidRPr="001A38A7">
                <w:rPr>
                  <w:rStyle w:val="a9"/>
                  <w:b w:val="0"/>
                  <w:sz w:val="28"/>
                  <w:szCs w:val="28"/>
                </w:rPr>
                <w:t>подпрограмма</w:t>
              </w:r>
            </w:hyperlink>
            <w:r w:rsidRPr="001A38A7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Расходы на обеспечение деятельности централизованной бухгалтерии(обеспечение ведения бухгалтерского учета)</w:t>
            </w:r>
            <w:r w:rsidRPr="001A38A7">
              <w:rPr>
                <w:bCs/>
                <w:sz w:val="28"/>
                <w:szCs w:val="28"/>
              </w:rPr>
              <w:t>»</w:t>
            </w:r>
          </w:p>
          <w:p w:rsidR="00E05CEE" w:rsidRPr="001A38A7" w:rsidRDefault="00E05CEE" w:rsidP="00267AD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  <w:r>
              <w:rPr>
                <w:rFonts w:ascii="Times New Roman" w:hAnsi="Times New Roman"/>
                <w:sz w:val="28"/>
                <w:szCs w:val="28"/>
              </w:rPr>
              <w:t>4841,6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E05CEE" w:rsidRPr="001A38A7" w:rsidRDefault="00E05CEE" w:rsidP="00267AD3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1658,2</w:t>
            </w:r>
            <w:r w:rsidRPr="001A38A7">
              <w:rPr>
                <w:sz w:val="28"/>
                <w:szCs w:val="28"/>
              </w:rPr>
              <w:t xml:space="preserve"> тыс.рублей;</w:t>
            </w:r>
          </w:p>
          <w:p w:rsidR="00E05CEE" w:rsidRPr="001A38A7" w:rsidRDefault="00E05CEE" w:rsidP="00267AD3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1591,7</w:t>
            </w:r>
            <w:r w:rsidRPr="001A38A7">
              <w:rPr>
                <w:sz w:val="28"/>
                <w:szCs w:val="28"/>
              </w:rPr>
              <w:t xml:space="preserve"> тыс.рублей;</w:t>
            </w:r>
          </w:p>
          <w:p w:rsidR="00E05CEE" w:rsidRPr="001A38A7" w:rsidRDefault="00E05CEE" w:rsidP="00267AD3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1591,7</w:t>
            </w:r>
            <w:r w:rsidRPr="001A38A7">
              <w:rPr>
                <w:sz w:val="28"/>
                <w:szCs w:val="28"/>
              </w:rPr>
              <w:t xml:space="preserve"> тыс.рублей</w:t>
            </w:r>
          </w:p>
          <w:p w:rsidR="00E05CEE" w:rsidRDefault="00E05CEE" w:rsidP="00267AD3">
            <w:pPr>
              <w:rPr>
                <w:rStyle w:val="aa"/>
                <w:b w:val="0"/>
                <w:bCs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a"/>
                <w:b w:val="0"/>
                <w:bCs/>
                <w:sz w:val="28"/>
                <w:szCs w:val="28"/>
              </w:rPr>
              <w:t xml:space="preserve"> </w:t>
            </w:r>
          </w:p>
          <w:p w:rsidR="00E05CEE" w:rsidRPr="001A38A7" w:rsidRDefault="00E05CEE" w:rsidP="00267AD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75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E05CEE" w:rsidRPr="001A38A7" w:rsidRDefault="00E05CEE" w:rsidP="00267AD3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25</w:t>
            </w:r>
            <w:r w:rsidRPr="001A38A7">
              <w:rPr>
                <w:sz w:val="28"/>
                <w:szCs w:val="28"/>
              </w:rPr>
              <w:t xml:space="preserve"> тыс.рублей;</w:t>
            </w:r>
          </w:p>
          <w:p w:rsidR="00E05CEE" w:rsidRPr="001A38A7" w:rsidRDefault="00E05CEE" w:rsidP="00267AD3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175,0</w:t>
            </w:r>
            <w:r w:rsidRPr="001A38A7">
              <w:rPr>
                <w:sz w:val="28"/>
                <w:szCs w:val="28"/>
              </w:rPr>
              <w:t xml:space="preserve"> тыс.рублей;</w:t>
            </w:r>
          </w:p>
          <w:p w:rsidR="00E05CEE" w:rsidRDefault="00E05CEE" w:rsidP="00267AD3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25</w:t>
            </w:r>
            <w:r w:rsidRPr="001A38A7">
              <w:rPr>
                <w:sz w:val="28"/>
                <w:szCs w:val="28"/>
              </w:rPr>
              <w:t>,0 тыс.рублей</w:t>
            </w:r>
          </w:p>
          <w:p w:rsidR="00E05CEE" w:rsidRDefault="00E05CEE" w:rsidP="00267AD3">
            <w:pPr>
              <w:rPr>
                <w:rStyle w:val="aa"/>
                <w:b w:val="0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a"/>
                <w:b w:val="0"/>
                <w:bCs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E05CEE" w:rsidRPr="001A38A7" w:rsidRDefault="00E05CEE" w:rsidP="00267AD3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451,2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E05CEE" w:rsidRPr="001A38A7" w:rsidRDefault="00E05CEE" w:rsidP="00267AD3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>150,4</w:t>
            </w:r>
            <w:r w:rsidRPr="001A38A7">
              <w:rPr>
                <w:sz w:val="28"/>
                <w:szCs w:val="28"/>
              </w:rPr>
              <w:t xml:space="preserve"> тыс.рублей;</w:t>
            </w:r>
          </w:p>
          <w:p w:rsidR="00E05CEE" w:rsidRPr="001A38A7" w:rsidRDefault="00E05CEE" w:rsidP="00267AD3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150,4</w:t>
            </w:r>
            <w:r w:rsidRPr="001A38A7">
              <w:rPr>
                <w:sz w:val="28"/>
                <w:szCs w:val="28"/>
              </w:rPr>
              <w:t xml:space="preserve"> тыс.рублей;</w:t>
            </w:r>
          </w:p>
          <w:p w:rsidR="00E05CEE" w:rsidRDefault="00E05CEE" w:rsidP="00267AD3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150,4</w:t>
            </w:r>
            <w:r w:rsidRPr="001A38A7">
              <w:rPr>
                <w:sz w:val="28"/>
                <w:szCs w:val="28"/>
              </w:rPr>
              <w:t xml:space="preserve"> тыс.рублей</w:t>
            </w:r>
          </w:p>
          <w:p w:rsidR="00E05CEE" w:rsidRDefault="00E05CEE" w:rsidP="00267AD3">
            <w:pPr>
              <w:jc w:val="both"/>
              <w:rPr>
                <w:rStyle w:val="aa"/>
                <w:b w:val="0"/>
                <w:bCs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a"/>
                <w:b w:val="0"/>
                <w:bCs/>
                <w:sz w:val="28"/>
              </w:rPr>
              <w:t xml:space="preserve"> подпрограмма « Доступная среда»</w:t>
            </w:r>
          </w:p>
          <w:p w:rsidR="00E05CEE" w:rsidRPr="001A38A7" w:rsidRDefault="00E05CEE" w:rsidP="00267AD3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30,0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E05CEE" w:rsidRPr="001A38A7" w:rsidRDefault="00E05CEE" w:rsidP="00267AD3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тыс.рублей;</w:t>
            </w:r>
          </w:p>
          <w:p w:rsidR="00E05CEE" w:rsidRPr="001A38A7" w:rsidRDefault="00E05CEE" w:rsidP="00267AD3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тыс.рублей;</w:t>
            </w:r>
          </w:p>
          <w:p w:rsidR="00E05CEE" w:rsidRDefault="00E05CEE" w:rsidP="00267AD3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тыс.рублей</w:t>
            </w:r>
          </w:p>
          <w:p w:rsidR="00E05CEE" w:rsidRPr="00DC3A21" w:rsidRDefault="00E05CEE" w:rsidP="00267AD3">
            <w:pPr>
              <w:jc w:val="both"/>
              <w:rPr>
                <w:sz w:val="28"/>
                <w:szCs w:val="28"/>
              </w:rPr>
            </w:pPr>
          </w:p>
        </w:tc>
      </w:tr>
    </w:tbl>
    <w:p w:rsidR="00E05CEE" w:rsidRDefault="00E05CEE" w:rsidP="00BF29C6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E05CEE" w:rsidRDefault="00E05CEE" w:rsidP="004C64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Внести изменение в Приложение 3 к муниципальной программе «</w:t>
      </w:r>
      <w:r w:rsidRPr="005D0F1A">
        <w:rPr>
          <w:bCs/>
          <w:sz w:val="28"/>
          <w:szCs w:val="28"/>
        </w:rPr>
        <w:t>Развитие жилищно-коммунального хозяйства»</w:t>
      </w:r>
      <w:r>
        <w:rPr>
          <w:bCs/>
          <w:sz w:val="28"/>
          <w:szCs w:val="28"/>
        </w:rPr>
        <w:t xml:space="preserve"> </w:t>
      </w:r>
      <w:r w:rsidRPr="005D0F1A">
        <w:rPr>
          <w:bCs/>
          <w:sz w:val="28"/>
          <w:szCs w:val="28"/>
        </w:rPr>
        <w:t>на 2</w:t>
      </w:r>
      <w:r>
        <w:rPr>
          <w:bCs/>
          <w:sz w:val="28"/>
          <w:szCs w:val="28"/>
        </w:rPr>
        <w:t>016-2018</w:t>
      </w:r>
      <w:r w:rsidRPr="005D0F1A">
        <w:rPr>
          <w:bCs/>
          <w:sz w:val="28"/>
          <w:szCs w:val="28"/>
        </w:rPr>
        <w:t xml:space="preserve"> годы»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(приложение).</w:t>
      </w:r>
    </w:p>
    <w:p w:rsidR="00E05CEE" w:rsidRPr="00FE46B3" w:rsidRDefault="00E05CEE" w:rsidP="00F73978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E05CEE" w:rsidRDefault="00E05CEE" w:rsidP="00252198">
      <w:pPr>
        <w:pStyle w:val="NoSpacing"/>
        <w:spacing w:after="0" w:line="240" w:lineRule="auto"/>
        <w:ind w:firstLine="851"/>
        <w:jc w:val="both"/>
      </w:pPr>
      <w:r>
        <w:t>4</w:t>
      </w:r>
      <w:r w:rsidRPr="00FE46B3">
        <w:t>. Контроль за выполнением настоящего постанов</w:t>
      </w:r>
      <w:r>
        <w:t>ления возложить на  заведующую финансовым отделом администрации Вышестеблиевского сельского поселения Темрюкского района О.В. Гриценко</w:t>
      </w:r>
      <w:r w:rsidRPr="00FE46B3">
        <w:t>.</w:t>
      </w:r>
    </w:p>
    <w:p w:rsidR="00E05CEE" w:rsidRPr="00252198" w:rsidRDefault="00E05CEE" w:rsidP="00252198">
      <w:pPr>
        <w:pStyle w:val="NoSpacing"/>
        <w:spacing w:after="0" w:line="240" w:lineRule="auto"/>
        <w:ind w:firstLine="851"/>
        <w:jc w:val="both"/>
      </w:pPr>
      <w:r>
        <w:t>5</w:t>
      </w:r>
      <w:r w:rsidRPr="00FE46B3">
        <w:t>.</w:t>
      </w:r>
      <w:r w:rsidRPr="0061106C">
        <w:t xml:space="preserve"> </w:t>
      </w:r>
      <w:r>
        <w:t>Постановление вступает в силу со дня подписания</w:t>
      </w:r>
      <w:bookmarkStart w:id="2" w:name="_GoBack"/>
      <w:bookmarkEnd w:id="2"/>
      <w:r w:rsidRPr="00FE46B3">
        <w:rPr>
          <w:i/>
          <w:iCs/>
        </w:rPr>
        <w:t>.</w:t>
      </w:r>
    </w:p>
    <w:p w:rsidR="00E05CEE" w:rsidRDefault="00E05CEE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E05CEE" w:rsidRDefault="00E05CEE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E05CEE" w:rsidRPr="00F45CD8" w:rsidRDefault="00E05CEE" w:rsidP="000765FA">
      <w:pPr>
        <w:pStyle w:val="a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E05CEE" w:rsidRDefault="00E05CEE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E05CEE" w:rsidRDefault="00E05CEE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E05CEE" w:rsidRDefault="00E05CEE" w:rsidP="00ED732F">
      <w:pPr>
        <w:pStyle w:val="a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E05CEE" w:rsidRDefault="00E05CEE" w:rsidP="00D90DD3">
      <w:pPr>
        <w:pStyle w:val="a5"/>
        <w:tabs>
          <w:tab w:val="left" w:pos="-142"/>
          <w:tab w:val="left" w:pos="0"/>
        </w:tabs>
        <w:ind w:right="-81" w:firstLine="851"/>
        <w:jc w:val="center"/>
      </w:pPr>
    </w:p>
    <w:p w:rsidR="00E05CEE" w:rsidRPr="00211421" w:rsidRDefault="00E05CEE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E05CEE" w:rsidRDefault="00E05CEE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E05CEE" w:rsidRDefault="00E05CEE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E05CEE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CEE" w:rsidRDefault="00E05CEE">
      <w:r>
        <w:separator/>
      </w:r>
    </w:p>
  </w:endnote>
  <w:endnote w:type="continuationSeparator" w:id="0">
    <w:p w:rsidR="00E05CEE" w:rsidRDefault="00E05C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CEE" w:rsidRDefault="00E05CEE">
      <w:r>
        <w:separator/>
      </w:r>
    </w:p>
  </w:footnote>
  <w:footnote w:type="continuationSeparator" w:id="0">
    <w:p w:rsidR="00E05CEE" w:rsidRDefault="00E05C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CEE" w:rsidRDefault="00E05CEE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E05CEE" w:rsidRDefault="00E05C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1456EC"/>
    <w:rsid w:val="00171FEB"/>
    <w:rsid w:val="001733F7"/>
    <w:rsid w:val="001A38A7"/>
    <w:rsid w:val="001F2D4E"/>
    <w:rsid w:val="00211421"/>
    <w:rsid w:val="00252198"/>
    <w:rsid w:val="0025356F"/>
    <w:rsid w:val="0025604B"/>
    <w:rsid w:val="00267AD3"/>
    <w:rsid w:val="00271A23"/>
    <w:rsid w:val="00273D88"/>
    <w:rsid w:val="002754AA"/>
    <w:rsid w:val="002A3679"/>
    <w:rsid w:val="002D34AF"/>
    <w:rsid w:val="00304F87"/>
    <w:rsid w:val="00317E22"/>
    <w:rsid w:val="0035717D"/>
    <w:rsid w:val="003774CB"/>
    <w:rsid w:val="00381AFE"/>
    <w:rsid w:val="0038451D"/>
    <w:rsid w:val="003D3D56"/>
    <w:rsid w:val="003D5986"/>
    <w:rsid w:val="003F7C6F"/>
    <w:rsid w:val="00412C70"/>
    <w:rsid w:val="0043408E"/>
    <w:rsid w:val="004C6441"/>
    <w:rsid w:val="004D3509"/>
    <w:rsid w:val="005268BF"/>
    <w:rsid w:val="00553405"/>
    <w:rsid w:val="005706EB"/>
    <w:rsid w:val="005849D4"/>
    <w:rsid w:val="005866CF"/>
    <w:rsid w:val="005B3916"/>
    <w:rsid w:val="005C050B"/>
    <w:rsid w:val="005D0F1A"/>
    <w:rsid w:val="005F7ADA"/>
    <w:rsid w:val="0061106C"/>
    <w:rsid w:val="00642773"/>
    <w:rsid w:val="006754AB"/>
    <w:rsid w:val="006D074D"/>
    <w:rsid w:val="006E2D3A"/>
    <w:rsid w:val="00700928"/>
    <w:rsid w:val="0073618A"/>
    <w:rsid w:val="007A11E1"/>
    <w:rsid w:val="007A1AED"/>
    <w:rsid w:val="007C3037"/>
    <w:rsid w:val="007C3C2E"/>
    <w:rsid w:val="007D3424"/>
    <w:rsid w:val="008377CB"/>
    <w:rsid w:val="008464F6"/>
    <w:rsid w:val="00861F72"/>
    <w:rsid w:val="00862786"/>
    <w:rsid w:val="008A2AF8"/>
    <w:rsid w:val="008C0173"/>
    <w:rsid w:val="008D0C1E"/>
    <w:rsid w:val="0090123D"/>
    <w:rsid w:val="00910172"/>
    <w:rsid w:val="009166BC"/>
    <w:rsid w:val="00962400"/>
    <w:rsid w:val="00981241"/>
    <w:rsid w:val="00AF4402"/>
    <w:rsid w:val="00B41025"/>
    <w:rsid w:val="00B8335B"/>
    <w:rsid w:val="00B83964"/>
    <w:rsid w:val="00B87161"/>
    <w:rsid w:val="00B924DF"/>
    <w:rsid w:val="00BE1E30"/>
    <w:rsid w:val="00BE4C23"/>
    <w:rsid w:val="00BF29C6"/>
    <w:rsid w:val="00C37400"/>
    <w:rsid w:val="00C44DD9"/>
    <w:rsid w:val="00C462D8"/>
    <w:rsid w:val="00C76F3A"/>
    <w:rsid w:val="00C913CD"/>
    <w:rsid w:val="00CA56DF"/>
    <w:rsid w:val="00D25591"/>
    <w:rsid w:val="00D737E3"/>
    <w:rsid w:val="00D85DDE"/>
    <w:rsid w:val="00D90328"/>
    <w:rsid w:val="00D90DD3"/>
    <w:rsid w:val="00D97430"/>
    <w:rsid w:val="00DC3A21"/>
    <w:rsid w:val="00E04119"/>
    <w:rsid w:val="00E05CEE"/>
    <w:rsid w:val="00E11D4D"/>
    <w:rsid w:val="00E12375"/>
    <w:rsid w:val="00EC56CA"/>
    <w:rsid w:val="00ED732F"/>
    <w:rsid w:val="00F45CD8"/>
    <w:rsid w:val="00F55287"/>
    <w:rsid w:val="00F70CFA"/>
    <w:rsid w:val="00F73978"/>
    <w:rsid w:val="00FB3B7A"/>
    <w:rsid w:val="00FC36A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161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">
    <w:name w:val="Основной шрифт абзаца3"/>
    <w:uiPriority w:val="99"/>
    <w:rsid w:val="00B87161"/>
  </w:style>
  <w:style w:type="character" w:customStyle="1" w:styleId="2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">
    <w:name w:val="Основной шрифт абзаца1"/>
    <w:uiPriority w:val="99"/>
    <w:rsid w:val="00B87161"/>
  </w:style>
  <w:style w:type="character" w:customStyle="1" w:styleId="a">
    <w:name w:val="Символ нумерации"/>
    <w:uiPriority w:val="99"/>
    <w:rsid w:val="00B87161"/>
  </w:style>
  <w:style w:type="character" w:customStyle="1" w:styleId="a0">
    <w:name w:val="Верхний колонтитул Знак"/>
    <w:basedOn w:val="4"/>
    <w:uiPriority w:val="99"/>
    <w:rsid w:val="00B87161"/>
    <w:rPr>
      <w:rFonts w:cs="Times New Roman"/>
    </w:rPr>
  </w:style>
  <w:style w:type="character" w:customStyle="1" w:styleId="a1">
    <w:name w:val="Нижний колонтитул Знак"/>
    <w:basedOn w:val="4"/>
    <w:uiPriority w:val="99"/>
    <w:rsid w:val="00B87161"/>
    <w:rPr>
      <w:rFonts w:cs="Times New Roman"/>
    </w:rPr>
  </w:style>
  <w:style w:type="paragraph" w:customStyle="1" w:styleId="a2">
    <w:name w:val="Заголовок"/>
    <w:basedOn w:val="Normal"/>
    <w:next w:val="BodyText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8716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List">
    <w:name w:val="List"/>
    <w:basedOn w:val="BodyText"/>
    <w:uiPriority w:val="99"/>
    <w:rsid w:val="00B87161"/>
    <w:rPr>
      <w:rFonts w:ascii="Arial" w:hAnsi="Arial" w:cs="Arial"/>
    </w:rPr>
  </w:style>
  <w:style w:type="paragraph" w:styleId="Caption">
    <w:name w:val="caption"/>
    <w:basedOn w:val="Normal"/>
    <w:next w:val="Subtitle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0">
    <w:name w:val="Указатель4"/>
    <w:basedOn w:val="Normal"/>
    <w:uiPriority w:val="99"/>
    <w:rsid w:val="00B87161"/>
    <w:pPr>
      <w:suppressLineNumbers/>
    </w:pPr>
  </w:style>
  <w:style w:type="paragraph" w:customStyle="1" w:styleId="30">
    <w:name w:val="Название3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1">
    <w:name w:val="Указатель3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styleId="Subtitle">
    <w:name w:val="Subtitle"/>
    <w:basedOn w:val="a2"/>
    <w:next w:val="BodyText"/>
    <w:link w:val="SubtitleChar"/>
    <w:uiPriority w:val="99"/>
    <w:qFormat/>
    <w:rsid w:val="00B87161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Normal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Normal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Normal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Normal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3">
    <w:name w:val="Содержимое таблицы"/>
    <w:basedOn w:val="Normal"/>
    <w:uiPriority w:val="99"/>
    <w:rsid w:val="00B87161"/>
    <w:pPr>
      <w:suppressLineNumbers/>
    </w:pPr>
  </w:style>
  <w:style w:type="paragraph" w:customStyle="1" w:styleId="a4">
    <w:name w:val="Заголовок таблицы"/>
    <w:basedOn w:val="a3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ar-SA"/>
    </w:rPr>
  </w:style>
  <w:style w:type="paragraph" w:styleId="NoSpacing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7">
    <w:name w:val="Нормальный (таблица)"/>
    <w:basedOn w:val="Normal"/>
    <w:next w:val="Normal"/>
    <w:uiPriority w:val="99"/>
    <w:rsid w:val="00BF29C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8">
    <w:name w:val="Прижатый влево"/>
    <w:basedOn w:val="Normal"/>
    <w:next w:val="Normal"/>
    <w:uiPriority w:val="99"/>
    <w:rsid w:val="00BF29C6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9">
    <w:name w:val="Гипертекстовая ссылка"/>
    <w:uiPriority w:val="99"/>
    <w:rsid w:val="00BF29C6"/>
    <w:rPr>
      <w:b/>
      <w:color w:val="106BBE"/>
    </w:rPr>
  </w:style>
  <w:style w:type="character" w:customStyle="1" w:styleId="aa">
    <w:name w:val="Цветовое выделение"/>
    <w:uiPriority w:val="99"/>
    <w:rsid w:val="00267AD3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224</TotalTime>
  <Pages>3</Pages>
  <Words>552</Words>
  <Characters>3148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оботдел</cp:lastModifiedBy>
  <cp:revision>36</cp:revision>
  <cp:lastPrinted>2017-07-07T08:26:00Z</cp:lastPrinted>
  <dcterms:created xsi:type="dcterms:W3CDTF">2013-08-12T10:14:00Z</dcterms:created>
  <dcterms:modified xsi:type="dcterms:W3CDTF">2017-07-07T08:43:00Z</dcterms:modified>
</cp:coreProperties>
</file>