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24" w:rsidRDefault="00231424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15.03.2017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231424" w:rsidRDefault="00231424" w:rsidP="004A273D">
      <w:pPr>
        <w:jc w:val="both"/>
        <w:rPr>
          <w:rFonts w:ascii="Times New Roman" w:hAnsi="Times New Roman"/>
          <w:b/>
          <w:sz w:val="40"/>
        </w:rPr>
      </w:pPr>
    </w:p>
    <w:p w:rsidR="00231424" w:rsidRPr="002D5011" w:rsidRDefault="00231424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231424" w:rsidRDefault="00231424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231424" w:rsidRPr="006D4686" w:rsidRDefault="00231424" w:rsidP="00B7686C">
      <w:pPr>
        <w:pStyle w:val="ListParagraph"/>
        <w:ind w:left="0"/>
        <w:rPr>
          <w:rFonts w:ascii="Times New Roman" w:hAnsi="Times New Roman"/>
          <w:sz w:val="32"/>
        </w:rPr>
      </w:pPr>
    </w:p>
    <w:p w:rsidR="00231424" w:rsidRDefault="00231424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1)</w:t>
      </w:r>
      <w:r w:rsidRPr="00654566">
        <w:rPr>
          <w:rFonts w:ascii="Times New Roman" w:hAnsi="Times New Roman"/>
          <w:b/>
          <w:sz w:val="32"/>
          <w:u w:val="single"/>
        </w:rPr>
        <w:t>992 0104 9120000190 244</w:t>
      </w:r>
      <w:r w:rsidRPr="006D4686"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32"/>
        </w:rPr>
        <w:t xml:space="preserve">7000,0- </w:t>
      </w:r>
      <w:r w:rsidRPr="006D4686">
        <w:rPr>
          <w:rFonts w:ascii="Times New Roman" w:hAnsi="Times New Roman"/>
          <w:sz w:val="32"/>
        </w:rPr>
        <w:t>Торгово-промышленная палата</w:t>
      </w:r>
    </w:p>
    <w:p w:rsidR="00231424" w:rsidRDefault="00231424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99201049120000190853 – 6000,0 - – баннеры</w:t>
      </w:r>
    </w:p>
    <w:p w:rsidR="00231424" w:rsidRPr="006D4686" w:rsidRDefault="00231424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99201049120000190 122 - 2000</w:t>
      </w:r>
    </w:p>
    <w:p w:rsidR="00231424" w:rsidRDefault="00231424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</w:t>
      </w:r>
      <w:r w:rsidRPr="006D4686">
        <w:rPr>
          <w:rFonts w:ascii="Times New Roman" w:hAnsi="Times New Roman"/>
          <w:sz w:val="32"/>
        </w:rPr>
        <w:t>)</w:t>
      </w:r>
      <w:r w:rsidRPr="00654566">
        <w:rPr>
          <w:rFonts w:ascii="Times New Roman" w:hAnsi="Times New Roman"/>
          <w:b/>
          <w:sz w:val="32"/>
          <w:u w:val="single"/>
        </w:rPr>
        <w:t>ПЭЦ (992 0113 5610100590 244</w:t>
      </w:r>
      <w:r>
        <w:rPr>
          <w:rFonts w:ascii="Times New Roman" w:hAnsi="Times New Roman"/>
          <w:sz w:val="32"/>
        </w:rPr>
        <w:t>) – 90 000,0 – автовышка</w:t>
      </w:r>
    </w:p>
    <w:p w:rsidR="00231424" w:rsidRPr="006D4686" w:rsidRDefault="00231424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6D46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32"/>
        </w:rPr>
      </w:pPr>
      <w:r w:rsidRPr="00654566">
        <w:rPr>
          <w:rFonts w:ascii="Times New Roman" w:hAnsi="Times New Roman"/>
          <w:b/>
          <w:sz w:val="32"/>
          <w:u w:val="single"/>
        </w:rPr>
        <w:t>ЦБ (992 0113 5620100590 244</w:t>
      </w:r>
      <w:r>
        <w:rPr>
          <w:rFonts w:ascii="Times New Roman" w:hAnsi="Times New Roman"/>
          <w:sz w:val="32"/>
        </w:rPr>
        <w:t>) – 120 000,0 – оргтехника</w:t>
      </w:r>
    </w:p>
    <w:p w:rsidR="00231424" w:rsidRDefault="00231424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6D46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32"/>
        </w:rPr>
      </w:pPr>
      <w:r w:rsidRPr="00654566">
        <w:rPr>
          <w:rFonts w:ascii="Times New Roman" w:hAnsi="Times New Roman"/>
          <w:b/>
          <w:sz w:val="32"/>
          <w:u w:val="single"/>
        </w:rPr>
        <w:t>Культура (992 0801 6410100590 244</w:t>
      </w:r>
      <w:r>
        <w:rPr>
          <w:rFonts w:ascii="Times New Roman" w:hAnsi="Times New Roman"/>
          <w:sz w:val="32"/>
        </w:rPr>
        <w:t>) – 315 000,0 – пож.обработка</w:t>
      </w:r>
    </w:p>
    <w:p w:rsidR="00231424" w:rsidRDefault="00231424" w:rsidP="004956A6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4956A6">
      <w:pPr>
        <w:tabs>
          <w:tab w:val="left" w:pos="5970"/>
        </w:tabs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                  -60 000,0 – концерт ДК МИрный</w:t>
      </w:r>
    </w:p>
    <w:p w:rsidR="00231424" w:rsidRDefault="00231424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5)</w:t>
      </w:r>
      <w:r w:rsidRPr="00654566">
        <w:rPr>
          <w:rFonts w:ascii="Times New Roman" w:hAnsi="Times New Roman"/>
          <w:b/>
          <w:sz w:val="32"/>
          <w:u w:val="single"/>
        </w:rPr>
        <w:t>ДК Мирный (992 0113 6450100590 244</w:t>
      </w:r>
      <w:r>
        <w:rPr>
          <w:rFonts w:ascii="Times New Roman" w:hAnsi="Times New Roman"/>
          <w:sz w:val="32"/>
        </w:rPr>
        <w:t>) – 60 000,0 – пожарная                                  обработка</w:t>
      </w:r>
    </w:p>
    <w:p w:rsidR="00231424" w:rsidRDefault="00231424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Перенесли с 05036230113120244 на 01135610100590244 – 400 000,0( Воркаут)</w:t>
      </w:r>
    </w:p>
    <w:p w:rsidR="00231424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231424" w:rsidRPr="006D4686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231424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 xml:space="preserve">ИТОГО добавлено по сессии – </w:t>
      </w:r>
      <w:r>
        <w:rPr>
          <w:rFonts w:ascii="Times New Roman" w:hAnsi="Times New Roman"/>
          <w:sz w:val="32"/>
        </w:rPr>
        <w:t>660 000,0</w:t>
      </w:r>
    </w:p>
    <w:p w:rsidR="00231424" w:rsidRPr="006D4686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231424" w:rsidRPr="006D4686" w:rsidRDefault="00231424" w:rsidP="00D97379">
      <w:pPr>
        <w:spacing w:after="0" w:line="240" w:lineRule="auto"/>
        <w:rPr>
          <w:rFonts w:ascii="Times New Roman" w:hAnsi="Times New Roman"/>
          <w:sz w:val="32"/>
        </w:rPr>
      </w:pPr>
    </w:p>
    <w:sectPr w:rsidR="00231424" w:rsidRPr="006D4686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46B8D"/>
    <w:rsid w:val="00162F14"/>
    <w:rsid w:val="00173074"/>
    <w:rsid w:val="001A6DA1"/>
    <w:rsid w:val="001F011E"/>
    <w:rsid w:val="001F0D3D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83"/>
    <w:rsid w:val="00331A1C"/>
    <w:rsid w:val="003733B3"/>
    <w:rsid w:val="003A6FA5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495F"/>
    <w:rsid w:val="004404A7"/>
    <w:rsid w:val="00443CFD"/>
    <w:rsid w:val="004440A7"/>
    <w:rsid w:val="00457697"/>
    <w:rsid w:val="0046245B"/>
    <w:rsid w:val="0047406D"/>
    <w:rsid w:val="004953D2"/>
    <w:rsid w:val="004956A6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725D2"/>
    <w:rsid w:val="005A7C44"/>
    <w:rsid w:val="005B298E"/>
    <w:rsid w:val="005C30DC"/>
    <w:rsid w:val="005E63E9"/>
    <w:rsid w:val="00654566"/>
    <w:rsid w:val="00671024"/>
    <w:rsid w:val="00671270"/>
    <w:rsid w:val="006A0441"/>
    <w:rsid w:val="006A04F8"/>
    <w:rsid w:val="006B6AD9"/>
    <w:rsid w:val="006C7878"/>
    <w:rsid w:val="006D4686"/>
    <w:rsid w:val="006F393E"/>
    <w:rsid w:val="006F3BF5"/>
    <w:rsid w:val="00710A4D"/>
    <w:rsid w:val="00790EF6"/>
    <w:rsid w:val="007967D5"/>
    <w:rsid w:val="007A0BB6"/>
    <w:rsid w:val="007A0C33"/>
    <w:rsid w:val="007A4659"/>
    <w:rsid w:val="007A611A"/>
    <w:rsid w:val="007C7C9C"/>
    <w:rsid w:val="007D4379"/>
    <w:rsid w:val="00812D3A"/>
    <w:rsid w:val="00812D9F"/>
    <w:rsid w:val="00874F40"/>
    <w:rsid w:val="00883445"/>
    <w:rsid w:val="008A3A0C"/>
    <w:rsid w:val="008D162A"/>
    <w:rsid w:val="008E2AA3"/>
    <w:rsid w:val="008E3B48"/>
    <w:rsid w:val="008F1388"/>
    <w:rsid w:val="008F5021"/>
    <w:rsid w:val="0093253D"/>
    <w:rsid w:val="00941AEC"/>
    <w:rsid w:val="0095531C"/>
    <w:rsid w:val="00983E7A"/>
    <w:rsid w:val="009A0CCB"/>
    <w:rsid w:val="009D7B8B"/>
    <w:rsid w:val="009F3645"/>
    <w:rsid w:val="00A01BBB"/>
    <w:rsid w:val="00A0322A"/>
    <w:rsid w:val="00A116D6"/>
    <w:rsid w:val="00A25B9B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177A6"/>
    <w:rsid w:val="00B51A71"/>
    <w:rsid w:val="00B57259"/>
    <w:rsid w:val="00B7686C"/>
    <w:rsid w:val="00B86180"/>
    <w:rsid w:val="00B95575"/>
    <w:rsid w:val="00BD6B85"/>
    <w:rsid w:val="00BE379E"/>
    <w:rsid w:val="00BF46CB"/>
    <w:rsid w:val="00BF4B9F"/>
    <w:rsid w:val="00BF4BE0"/>
    <w:rsid w:val="00BF5A05"/>
    <w:rsid w:val="00C03309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3887"/>
    <w:rsid w:val="00CF5EBB"/>
    <w:rsid w:val="00CF7F90"/>
    <w:rsid w:val="00D01CC2"/>
    <w:rsid w:val="00D04C53"/>
    <w:rsid w:val="00D16505"/>
    <w:rsid w:val="00D27121"/>
    <w:rsid w:val="00D34A83"/>
    <w:rsid w:val="00D37A4D"/>
    <w:rsid w:val="00D43C74"/>
    <w:rsid w:val="00D46B7A"/>
    <w:rsid w:val="00D9205F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91D5F"/>
    <w:rsid w:val="00EA72D4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592</TotalTime>
  <Pages>1</Pages>
  <Words>102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63</cp:revision>
  <cp:lastPrinted>2018-03-15T05:43:00Z</cp:lastPrinted>
  <dcterms:created xsi:type="dcterms:W3CDTF">2017-04-13T12:24:00Z</dcterms:created>
  <dcterms:modified xsi:type="dcterms:W3CDTF">2018-03-30T11:29:00Z</dcterms:modified>
</cp:coreProperties>
</file>