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DA" w:rsidRPr="00A51F58" w:rsidRDefault="00550D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550DDA" w:rsidRPr="00A51F58" w:rsidRDefault="00550D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50DDA" w:rsidRDefault="00550D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</w:p>
    <w:p w:rsidR="00550DDA" w:rsidRDefault="00550D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550DDA" w:rsidRPr="00A51F58" w:rsidRDefault="00550DDA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Вышестеблиевского</w:t>
      </w:r>
    </w:p>
    <w:p w:rsidR="00550DDA" w:rsidRDefault="00550DDA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0DDA" w:rsidRDefault="00550DDA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50DDA" w:rsidRDefault="00550DDA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П.К. Хаджиди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прож. по адресу: 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550DDA" w:rsidRDefault="00550DDA" w:rsidP="00A51F5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50DDA" w:rsidRDefault="00550DDA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0DDA" w:rsidRPr="00670476" w:rsidRDefault="00550DDA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0DDA" w:rsidRPr="00670476" w:rsidRDefault="00550DDA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</w:t>
      </w:r>
    </w:p>
    <w:p w:rsidR="00550DDA" w:rsidRPr="00670476" w:rsidRDefault="00550DDA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550DDA" w:rsidRDefault="00550DDA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550DDA" w:rsidRDefault="00550DDA" w:rsidP="00A51F58">
      <w:pPr>
        <w:pStyle w:val="NoSpacing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550DDA" w:rsidRDefault="00550DDA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50DDA" w:rsidRPr="00670476" w:rsidRDefault="00550DDA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  общего отдела администрации Вышестеблиевского сельского поселения  Темрюкского района ___________________________</w:t>
      </w:r>
    </w:p>
    <w:p w:rsidR="00550DDA" w:rsidRDefault="00550DDA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общего отдела</w:t>
      </w:r>
    </w:p>
    <w:p w:rsidR="00550DDA" w:rsidRDefault="00550DDA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550DDA" w:rsidRDefault="00550DDA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0DDA" w:rsidRDefault="00550DDA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Л.Н. Бедакова </w:t>
      </w:r>
    </w:p>
    <w:p w:rsidR="00550DDA" w:rsidRDefault="00550DDA" w:rsidP="00FC1500">
      <w:pPr>
        <w:pStyle w:val="NoSpacing"/>
      </w:pPr>
    </w:p>
    <w:sectPr w:rsidR="00550DDA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53407"/>
    <w:rsid w:val="001536BE"/>
    <w:rsid w:val="001A5944"/>
    <w:rsid w:val="001E053F"/>
    <w:rsid w:val="002D083D"/>
    <w:rsid w:val="002F43A0"/>
    <w:rsid w:val="003A0391"/>
    <w:rsid w:val="00444294"/>
    <w:rsid w:val="00454543"/>
    <w:rsid w:val="004A0C20"/>
    <w:rsid w:val="00550DDA"/>
    <w:rsid w:val="005E1A76"/>
    <w:rsid w:val="00602803"/>
    <w:rsid w:val="00670476"/>
    <w:rsid w:val="006C089A"/>
    <w:rsid w:val="009C2D9B"/>
    <w:rsid w:val="009D7FA9"/>
    <w:rsid w:val="00A24053"/>
    <w:rsid w:val="00A51F58"/>
    <w:rsid w:val="00B50423"/>
    <w:rsid w:val="00BE57BF"/>
    <w:rsid w:val="00BF2764"/>
    <w:rsid w:val="00E12899"/>
    <w:rsid w:val="00F41703"/>
    <w:rsid w:val="00F629CC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2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</TotalTime>
  <Pages>1</Pages>
  <Words>221</Words>
  <Characters>1264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14</cp:revision>
  <dcterms:created xsi:type="dcterms:W3CDTF">2011-05-31T12:55:00Z</dcterms:created>
  <dcterms:modified xsi:type="dcterms:W3CDTF">2014-10-23T06:49:00Z</dcterms:modified>
</cp:coreProperties>
</file>